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622F" w:rsidRDefault="007A622F" w:rsidP="00944EB9">
      <w:pPr>
        <w:pStyle w:val="Heading1"/>
      </w:pPr>
      <w:r w:rsidRPr="00944EB9">
        <w:t>Case1 FromGUID is NULL but User entered is NOT NULL</w:t>
      </w:r>
      <w:r>
        <w:t xml:space="preserve"> (migration issue)</w:t>
      </w:r>
    </w:p>
    <w:p w:rsidR="005D0D3C" w:rsidRDefault="005D0D3C" w:rsidP="007A622F"/>
    <w:p w:rsidR="004E0BF8" w:rsidRDefault="004E0BF8" w:rsidP="007A622F">
      <w:r w:rsidRPr="004E0BF8">
        <w:rPr>
          <w:b/>
        </w:rPr>
        <w:t>Hint</w:t>
      </w:r>
      <w:r>
        <w:t xml:space="preserve">: run the check if </w:t>
      </w:r>
      <w:proofErr w:type="gramStart"/>
      <w:r>
        <w:t>length(</w:t>
      </w:r>
      <w:proofErr w:type="spellStart"/>
      <w:proofErr w:type="gramEnd"/>
      <w:r>
        <w:t>FromPointGUID</w:t>
      </w:r>
      <w:proofErr w:type="spellEnd"/>
      <w:r>
        <w:t>) = 0 before you start since that will affect many of the WHERE.</w:t>
      </w:r>
    </w:p>
    <w:p w:rsidR="009328FF" w:rsidRDefault="009328FF" w:rsidP="007A622F"/>
    <w:p w:rsidR="009328FF" w:rsidRDefault="009328FF" w:rsidP="007A622F">
      <w:r>
        <w:t>You might as well need a tool/online help to calculate distance and bearing.</w:t>
      </w:r>
      <w:bookmarkStart w:id="0" w:name="_GoBack"/>
      <w:bookmarkEnd w:id="0"/>
    </w:p>
    <w:p w:rsidR="005D0D3C" w:rsidRPr="00944EB9" w:rsidRDefault="00944EB9" w:rsidP="00E36DE1">
      <w:pPr>
        <w:pStyle w:val="Heading2"/>
      </w:pPr>
      <w:r w:rsidRPr="00944EB9">
        <w:t>Case 1 Point 1 of the polygon is to a single point</w:t>
      </w:r>
    </w:p>
    <w:p w:rsidR="00944EB9" w:rsidRPr="00944EB9" w:rsidRDefault="00944EB9" w:rsidP="007A622F"/>
    <w:p w:rsidR="007A622F" w:rsidRDefault="007A622F" w:rsidP="007A622F">
      <w:r>
        <w:t>Here it is important that the first point should be fixed i.e. NOT Distance and bearing. The first point may be the Benchmark or the first point of the polygon. It is not possible to use Point Type in WHERE for determine if the Point is a single point or polygon point since e.g. Start point may be both and users may choose whatever.</w:t>
      </w:r>
    </w:p>
    <w:p w:rsidR="007A622F" w:rsidRDefault="007A622F" w:rsidP="007A622F"/>
    <w:p w:rsidR="007A622F" w:rsidRDefault="007A622F" w:rsidP="007A622F">
      <w:r w:rsidRPr="004448E0">
        <w:t>1</w:t>
      </w:r>
      <w:r w:rsidRPr="004448E0">
        <w:tab/>
        <w:t xml:space="preserve">Run </w:t>
      </w:r>
      <w:proofErr w:type="spellStart"/>
      <w:r w:rsidRPr="004448E0">
        <w:rPr>
          <w:i/>
        </w:rPr>
        <w:t>DistBear</w:t>
      </w:r>
      <w:proofErr w:type="spellEnd"/>
      <w:r w:rsidRPr="004448E0">
        <w:rPr>
          <w:i/>
        </w:rPr>
        <w:t xml:space="preserve"> Missing </w:t>
      </w:r>
      <w:proofErr w:type="spellStart"/>
      <w:r w:rsidRPr="004448E0">
        <w:rPr>
          <w:i/>
        </w:rPr>
        <w:t>FromPoint</w:t>
      </w:r>
      <w:proofErr w:type="spellEnd"/>
      <w:r w:rsidRPr="004448E0">
        <w:rPr>
          <w:i/>
        </w:rPr>
        <w:t xml:space="preserve"> Point1</w:t>
      </w:r>
    </w:p>
    <w:p w:rsidR="007A622F" w:rsidRDefault="007A622F" w:rsidP="007A622F">
      <w:r>
        <w:tab/>
      </w:r>
      <w:proofErr w:type="gramStart"/>
      <w:r>
        <w:t>how</w:t>
      </w:r>
      <w:proofErr w:type="gramEnd"/>
      <w:r>
        <w:t xml:space="preserve"> many that is Point #1</w:t>
      </w:r>
    </w:p>
    <w:p w:rsidR="007A622F" w:rsidRDefault="007A622F" w:rsidP="007A622F">
      <w:pPr>
        <w:ind w:firstLine="708"/>
      </w:pPr>
      <w:r>
        <w:t xml:space="preserve">I found 13074 at Sri Lanka </w:t>
      </w:r>
    </w:p>
    <w:p w:rsidR="007A622F" w:rsidRDefault="007A622F" w:rsidP="007A622F"/>
    <w:p w:rsidR="007A622F" w:rsidRDefault="007A622F" w:rsidP="007A622F">
      <w:r>
        <w:t>These are point of a</w:t>
      </w:r>
      <w:r w:rsidR="000E0FC2">
        <w:t xml:space="preserve"> </w:t>
      </w:r>
      <w:r>
        <w:t>Polygon but are relative so that means that they have BM as previous point.</w:t>
      </w:r>
    </w:p>
    <w:p w:rsidR="007A622F" w:rsidRDefault="007A622F" w:rsidP="007A622F"/>
    <w:p w:rsidR="007A622F" w:rsidRDefault="007A622F" w:rsidP="007A622F">
      <w:r>
        <w:t xml:space="preserve">They need </w:t>
      </w:r>
      <w:proofErr w:type="spellStart"/>
      <w:r>
        <w:t>FromPointGUID</w:t>
      </w:r>
      <w:proofErr w:type="spellEnd"/>
      <w:r>
        <w:t xml:space="preserve"> and update of </w:t>
      </w:r>
      <w:proofErr w:type="spellStart"/>
      <w:r w:rsidRPr="00323DFF">
        <w:t>userinputformat</w:t>
      </w:r>
      <w:proofErr w:type="spellEnd"/>
      <w:r>
        <w:t xml:space="preserve"> </w:t>
      </w:r>
    </w:p>
    <w:p w:rsidR="007A622F" w:rsidRDefault="007A622F" w:rsidP="007A622F">
      <w:r>
        <w:t xml:space="preserve">Note </w:t>
      </w:r>
      <w:proofErr w:type="spellStart"/>
      <w:r w:rsidRPr="00323DFF">
        <w:t>coordformat</w:t>
      </w:r>
      <w:proofErr w:type="spellEnd"/>
      <w:r>
        <w:t xml:space="preserve"> is depending on </w:t>
      </w:r>
      <w:proofErr w:type="spellStart"/>
      <w:r>
        <w:t>coordrefsys</w:t>
      </w:r>
      <w:proofErr w:type="spellEnd"/>
      <w:r>
        <w:t xml:space="preserve"> so if </w:t>
      </w:r>
      <w:proofErr w:type="gramStart"/>
      <w:r>
        <w:t>data checks was</w:t>
      </w:r>
      <w:proofErr w:type="gramEnd"/>
      <w:r>
        <w:t xml:space="preserve"> done before upgrade it should be correct </w:t>
      </w:r>
    </w:p>
    <w:p w:rsidR="004448E0" w:rsidRDefault="004448E0" w:rsidP="007A622F"/>
    <w:p w:rsidR="004448E0" w:rsidRDefault="004448E0" w:rsidP="007A622F">
      <w:r w:rsidRPr="004448E0">
        <w:t>1B</w:t>
      </w:r>
      <w:r w:rsidRPr="004448E0">
        <w:tab/>
      </w:r>
      <w:r w:rsidRPr="00E36DE1">
        <w:rPr>
          <w:b/>
        </w:rPr>
        <w:t>Export</w:t>
      </w:r>
      <w:r w:rsidRPr="004448E0">
        <w:t xml:space="preserve"> out Run </w:t>
      </w:r>
      <w:proofErr w:type="spellStart"/>
      <w:r w:rsidRPr="004448E0">
        <w:rPr>
          <w:i/>
        </w:rPr>
        <w:t>DistBear</w:t>
      </w:r>
      <w:proofErr w:type="spellEnd"/>
      <w:r w:rsidRPr="004448E0">
        <w:rPr>
          <w:i/>
        </w:rPr>
        <w:t xml:space="preserve"> Missing </w:t>
      </w:r>
      <w:proofErr w:type="spellStart"/>
      <w:r w:rsidRPr="004448E0">
        <w:rPr>
          <w:i/>
        </w:rPr>
        <w:t>FromPoint</w:t>
      </w:r>
      <w:proofErr w:type="spellEnd"/>
      <w:r w:rsidRPr="004448E0">
        <w:rPr>
          <w:i/>
        </w:rPr>
        <w:t xml:space="preserve"> Point1 </w:t>
      </w:r>
      <w:r w:rsidRPr="004448E0">
        <w:t xml:space="preserve">and </w:t>
      </w:r>
      <w:r w:rsidRPr="00E36DE1">
        <w:rPr>
          <w:b/>
        </w:rPr>
        <w:t>import</w:t>
      </w:r>
      <w:r w:rsidRPr="004448E0">
        <w:t xml:space="preserve"> as</w:t>
      </w:r>
      <w:r w:rsidRPr="004448E0">
        <w:rPr>
          <w:i/>
        </w:rPr>
        <w:t xml:space="preserve"> dist_bear1</w:t>
      </w:r>
      <w:r>
        <w:tab/>
      </w:r>
    </w:p>
    <w:p w:rsidR="00E36DE1" w:rsidRDefault="00E36DE1" w:rsidP="007A622F"/>
    <w:p w:rsidR="004448E0" w:rsidRDefault="004448E0" w:rsidP="00E36DE1">
      <w:r>
        <w:tab/>
        <w:t>Run</w:t>
      </w:r>
      <w:r w:rsidR="00E36DE1">
        <w:t xml:space="preserve"> </w:t>
      </w:r>
      <w:proofErr w:type="spellStart"/>
      <w:r w:rsidRPr="00E36DE1">
        <w:rPr>
          <w:i/>
        </w:rPr>
        <w:t>DistBear</w:t>
      </w:r>
      <w:proofErr w:type="spellEnd"/>
      <w:r w:rsidRPr="00E36DE1">
        <w:rPr>
          <w:i/>
        </w:rPr>
        <w:t xml:space="preserve"> Check Remaining Case1 Point1</w:t>
      </w:r>
    </w:p>
    <w:p w:rsidR="004448E0" w:rsidRDefault="004448E0" w:rsidP="004448E0">
      <w:pPr>
        <w:ind w:left="708"/>
      </w:pPr>
      <w:r>
        <w:t xml:space="preserve">This query gives you guidance which of the following queries to run and also important when to stop </w:t>
      </w:r>
      <w:r>
        <w:sym w:font="Wingdings" w:char="F04A"/>
      </w:r>
      <w:r w:rsidR="00E36DE1">
        <w:t xml:space="preserve"> </w:t>
      </w:r>
      <w:proofErr w:type="gramStart"/>
      <w:r w:rsidR="00E36DE1">
        <w:t>Here</w:t>
      </w:r>
      <w:proofErr w:type="gramEnd"/>
      <w:r w:rsidR="00E36DE1">
        <w:t xml:space="preserve"> I chose to update the temporary table and when all values set update </w:t>
      </w:r>
      <w:proofErr w:type="spellStart"/>
      <w:r w:rsidR="00E36DE1">
        <w:t>geopoint</w:t>
      </w:r>
      <w:proofErr w:type="spellEnd"/>
      <w:r w:rsidR="00E36DE1">
        <w:t xml:space="preserve"> table.</w:t>
      </w:r>
    </w:p>
    <w:p w:rsidR="004448E0" w:rsidRDefault="004448E0" w:rsidP="004448E0">
      <w:pPr>
        <w:ind w:firstLine="708"/>
      </w:pPr>
    </w:p>
    <w:p w:rsidR="004448E0" w:rsidRPr="00E36DE1" w:rsidRDefault="004448E0" w:rsidP="004448E0">
      <w:pPr>
        <w:ind w:firstLine="708"/>
        <w:rPr>
          <w:i/>
        </w:rPr>
      </w:pPr>
      <w:r w:rsidRPr="00E36DE1">
        <w:rPr>
          <w:i/>
        </w:rPr>
        <w:t xml:space="preserve">Update </w:t>
      </w:r>
      <w:proofErr w:type="spellStart"/>
      <w:r w:rsidRPr="00E36DE1">
        <w:rPr>
          <w:i/>
        </w:rPr>
        <w:t>FromGUID</w:t>
      </w:r>
      <w:proofErr w:type="spellEnd"/>
      <w:r w:rsidRPr="00E36DE1">
        <w:rPr>
          <w:i/>
        </w:rPr>
        <w:t xml:space="preserve"> BM </w:t>
      </w:r>
      <w:proofErr w:type="spellStart"/>
      <w:r w:rsidRPr="00E36DE1">
        <w:rPr>
          <w:i/>
        </w:rPr>
        <w:t>Haz</w:t>
      </w:r>
      <w:proofErr w:type="spellEnd"/>
    </w:p>
    <w:p w:rsidR="004448E0" w:rsidRPr="00E36DE1" w:rsidRDefault="004448E0" w:rsidP="004448E0">
      <w:pPr>
        <w:ind w:firstLine="708"/>
        <w:rPr>
          <w:i/>
        </w:rPr>
      </w:pPr>
      <w:r w:rsidRPr="00E36DE1">
        <w:rPr>
          <w:i/>
        </w:rPr>
        <w:t xml:space="preserve">Update </w:t>
      </w:r>
      <w:proofErr w:type="spellStart"/>
      <w:r w:rsidRPr="00E36DE1">
        <w:rPr>
          <w:i/>
        </w:rPr>
        <w:t>FromGUID</w:t>
      </w:r>
      <w:proofErr w:type="spellEnd"/>
      <w:r w:rsidRPr="00E36DE1">
        <w:rPr>
          <w:i/>
        </w:rPr>
        <w:t xml:space="preserve"> BM </w:t>
      </w:r>
      <w:proofErr w:type="spellStart"/>
      <w:r w:rsidRPr="00E36DE1">
        <w:rPr>
          <w:i/>
        </w:rPr>
        <w:t>HazInfo</w:t>
      </w:r>
      <w:proofErr w:type="spellEnd"/>
    </w:p>
    <w:p w:rsidR="004448E0" w:rsidRPr="00E36DE1" w:rsidRDefault="004448E0" w:rsidP="004448E0">
      <w:pPr>
        <w:ind w:firstLine="708"/>
        <w:rPr>
          <w:i/>
        </w:rPr>
      </w:pPr>
      <w:r w:rsidRPr="00E36DE1">
        <w:rPr>
          <w:i/>
        </w:rPr>
        <w:t xml:space="preserve">Update </w:t>
      </w:r>
      <w:proofErr w:type="spellStart"/>
      <w:r w:rsidRPr="00E36DE1">
        <w:rPr>
          <w:i/>
        </w:rPr>
        <w:t>FromGUID</w:t>
      </w:r>
      <w:proofErr w:type="spellEnd"/>
      <w:r w:rsidRPr="00E36DE1">
        <w:rPr>
          <w:i/>
        </w:rPr>
        <w:t xml:space="preserve"> BM </w:t>
      </w:r>
      <w:proofErr w:type="spellStart"/>
      <w:r w:rsidRPr="00E36DE1">
        <w:rPr>
          <w:i/>
        </w:rPr>
        <w:t>HazRed</w:t>
      </w:r>
      <w:proofErr w:type="spellEnd"/>
    </w:p>
    <w:p w:rsidR="004448E0" w:rsidRPr="00E36DE1" w:rsidRDefault="004448E0" w:rsidP="004448E0">
      <w:pPr>
        <w:ind w:firstLine="708"/>
        <w:rPr>
          <w:i/>
        </w:rPr>
      </w:pPr>
      <w:r w:rsidRPr="00E36DE1">
        <w:rPr>
          <w:i/>
        </w:rPr>
        <w:t xml:space="preserve">Update </w:t>
      </w:r>
      <w:proofErr w:type="spellStart"/>
      <w:r w:rsidRPr="00E36DE1">
        <w:rPr>
          <w:i/>
        </w:rPr>
        <w:t>FromGUID</w:t>
      </w:r>
      <w:proofErr w:type="spellEnd"/>
      <w:r w:rsidRPr="00E36DE1">
        <w:rPr>
          <w:i/>
        </w:rPr>
        <w:t xml:space="preserve"> BM </w:t>
      </w:r>
      <w:proofErr w:type="spellStart"/>
      <w:r w:rsidRPr="00E36DE1">
        <w:rPr>
          <w:i/>
        </w:rPr>
        <w:t>HazRedInfo</w:t>
      </w:r>
      <w:proofErr w:type="spellEnd"/>
    </w:p>
    <w:p w:rsidR="004448E0" w:rsidRPr="00E36DE1" w:rsidRDefault="004448E0" w:rsidP="004448E0">
      <w:pPr>
        <w:ind w:firstLine="708"/>
        <w:rPr>
          <w:i/>
        </w:rPr>
      </w:pPr>
      <w:r w:rsidRPr="00E36DE1">
        <w:rPr>
          <w:i/>
        </w:rPr>
        <w:t xml:space="preserve">Update </w:t>
      </w:r>
      <w:proofErr w:type="spellStart"/>
      <w:r w:rsidRPr="00E36DE1">
        <w:rPr>
          <w:i/>
        </w:rPr>
        <w:t>FromGUID</w:t>
      </w:r>
      <w:proofErr w:type="spellEnd"/>
      <w:r w:rsidRPr="00E36DE1">
        <w:rPr>
          <w:i/>
        </w:rPr>
        <w:t xml:space="preserve"> RP </w:t>
      </w:r>
      <w:proofErr w:type="spellStart"/>
      <w:r w:rsidRPr="00E36DE1">
        <w:rPr>
          <w:i/>
        </w:rPr>
        <w:t>Haz</w:t>
      </w:r>
      <w:proofErr w:type="spellEnd"/>
    </w:p>
    <w:p w:rsidR="004448E0" w:rsidRPr="00E36DE1" w:rsidRDefault="004448E0" w:rsidP="004448E0">
      <w:pPr>
        <w:ind w:firstLine="708"/>
        <w:rPr>
          <w:i/>
        </w:rPr>
      </w:pPr>
      <w:r w:rsidRPr="00E36DE1">
        <w:rPr>
          <w:i/>
        </w:rPr>
        <w:t xml:space="preserve">Update </w:t>
      </w:r>
      <w:proofErr w:type="spellStart"/>
      <w:r w:rsidRPr="00E36DE1">
        <w:rPr>
          <w:i/>
        </w:rPr>
        <w:t>FromGUID</w:t>
      </w:r>
      <w:proofErr w:type="spellEnd"/>
      <w:r w:rsidRPr="00E36DE1">
        <w:rPr>
          <w:i/>
        </w:rPr>
        <w:t xml:space="preserve"> RP </w:t>
      </w:r>
      <w:proofErr w:type="spellStart"/>
      <w:r w:rsidRPr="00E36DE1">
        <w:rPr>
          <w:i/>
        </w:rPr>
        <w:t>HazInfo</w:t>
      </w:r>
      <w:proofErr w:type="spellEnd"/>
    </w:p>
    <w:p w:rsidR="004448E0" w:rsidRPr="00E36DE1" w:rsidRDefault="004448E0" w:rsidP="004448E0">
      <w:pPr>
        <w:ind w:firstLine="708"/>
        <w:rPr>
          <w:i/>
        </w:rPr>
      </w:pPr>
      <w:r w:rsidRPr="00E36DE1">
        <w:rPr>
          <w:i/>
        </w:rPr>
        <w:t xml:space="preserve">Update </w:t>
      </w:r>
      <w:proofErr w:type="spellStart"/>
      <w:r w:rsidRPr="00E36DE1">
        <w:rPr>
          <w:i/>
        </w:rPr>
        <w:t>FromGUID</w:t>
      </w:r>
      <w:proofErr w:type="spellEnd"/>
      <w:r w:rsidRPr="00E36DE1">
        <w:rPr>
          <w:i/>
        </w:rPr>
        <w:t xml:space="preserve"> RP </w:t>
      </w:r>
      <w:proofErr w:type="spellStart"/>
      <w:r w:rsidRPr="00E36DE1">
        <w:rPr>
          <w:i/>
        </w:rPr>
        <w:t>HazRed</w:t>
      </w:r>
      <w:proofErr w:type="spellEnd"/>
    </w:p>
    <w:p w:rsidR="004448E0" w:rsidRPr="00E36DE1" w:rsidRDefault="004448E0" w:rsidP="004448E0">
      <w:pPr>
        <w:ind w:firstLine="708"/>
        <w:rPr>
          <w:i/>
        </w:rPr>
      </w:pPr>
      <w:r w:rsidRPr="00E36DE1">
        <w:rPr>
          <w:i/>
        </w:rPr>
        <w:t xml:space="preserve">Update </w:t>
      </w:r>
      <w:proofErr w:type="spellStart"/>
      <w:r w:rsidRPr="00E36DE1">
        <w:rPr>
          <w:i/>
        </w:rPr>
        <w:t>FromGUID</w:t>
      </w:r>
      <w:proofErr w:type="spellEnd"/>
      <w:r w:rsidRPr="00E36DE1">
        <w:rPr>
          <w:i/>
        </w:rPr>
        <w:t xml:space="preserve"> RP </w:t>
      </w:r>
      <w:proofErr w:type="spellStart"/>
      <w:r w:rsidRPr="00E36DE1">
        <w:rPr>
          <w:i/>
        </w:rPr>
        <w:t>HazRedInfo</w:t>
      </w:r>
      <w:proofErr w:type="spellEnd"/>
    </w:p>
    <w:p w:rsidR="004448E0" w:rsidRDefault="004448E0" w:rsidP="004448E0">
      <w:pPr>
        <w:ind w:firstLine="708"/>
      </w:pPr>
    </w:p>
    <w:p w:rsidR="004448E0" w:rsidRDefault="004448E0" w:rsidP="004448E0">
      <w:pPr>
        <w:ind w:firstLine="708"/>
      </w:pPr>
      <w:r>
        <w:t xml:space="preserve">When I had done this for Sri Lanka I only had </w:t>
      </w:r>
      <w:r w:rsidR="00E36DE1">
        <w:t>16 points left and they had odd Point types</w:t>
      </w:r>
      <w:r>
        <w:t>.</w:t>
      </w:r>
    </w:p>
    <w:p w:rsidR="004448E0" w:rsidRDefault="004448E0" w:rsidP="004448E0">
      <w:pPr>
        <w:ind w:firstLine="708"/>
      </w:pPr>
    </w:p>
    <w:p w:rsidR="004448E0" w:rsidRDefault="004D4304" w:rsidP="004D4304">
      <w:pPr>
        <w:pStyle w:val="Heading5"/>
        <w:numPr>
          <w:ilvl w:val="0"/>
          <w:numId w:val="0"/>
        </w:numPr>
      </w:pPr>
      <w:r>
        <w:t>Why odd records left?</w:t>
      </w:r>
    </w:p>
    <w:p w:rsidR="00E36DE1" w:rsidRDefault="00E36DE1" w:rsidP="004D4304"/>
    <w:p w:rsidR="004D4304" w:rsidRDefault="004D4304" w:rsidP="004D4304">
      <w:r>
        <w:rPr>
          <w:noProof/>
          <w:lang w:eastAsia="en-GB"/>
        </w:rPr>
        <w:drawing>
          <wp:inline distT="0" distB="0" distL="0" distR="0">
            <wp:extent cx="5731510" cy="768985"/>
            <wp:effectExtent l="0" t="0" r="254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731510" cy="768985"/>
                    </a:xfrm>
                    <a:prstGeom prst="rect">
                      <a:avLst/>
                    </a:prstGeom>
                  </pic:spPr>
                </pic:pic>
              </a:graphicData>
            </a:graphic>
          </wp:inline>
        </w:drawing>
      </w:r>
    </w:p>
    <w:p w:rsidR="004D4304" w:rsidRDefault="004D4304" w:rsidP="004D4304"/>
    <w:p w:rsidR="004D4304" w:rsidRDefault="004D4304" w:rsidP="004D4304">
      <w:r>
        <w:t>Two records DA-VA-20</w:t>
      </w:r>
      <w:r w:rsidRPr="004D4304">
        <w:t>1</w:t>
      </w:r>
      <w:r>
        <w:t xml:space="preserve"> and </w:t>
      </w:r>
      <w:r w:rsidRPr="004D4304">
        <w:t>DA-VA-211</w:t>
      </w:r>
      <w:r>
        <w:t xml:space="preserve"> did not have any single point for the first point of the polygon to have </w:t>
      </w:r>
      <w:proofErr w:type="spellStart"/>
      <w:r>
        <w:t>FromGUID</w:t>
      </w:r>
      <w:proofErr w:type="spellEnd"/>
      <w:r>
        <w:t xml:space="preserve"> from</w:t>
      </w:r>
      <w:r w:rsidR="00944EB9">
        <w:t xml:space="preserve"> due to Action Replace had been used when the polygon was added</w:t>
      </w:r>
      <w:r>
        <w:t xml:space="preserve"> </w:t>
      </w:r>
      <w:r>
        <w:sym w:font="Wingdings" w:char="F0E8"/>
      </w:r>
      <w:r>
        <w:t xml:space="preserve"> Point 1 should have Distance and Bearing deleted.</w:t>
      </w:r>
    </w:p>
    <w:p w:rsidR="004D4304" w:rsidRDefault="004D4304" w:rsidP="004D4304"/>
    <w:p w:rsidR="004D4304" w:rsidRDefault="00944EB9" w:rsidP="004D4304">
      <w:r>
        <w:t>1C</w:t>
      </w:r>
      <w:r>
        <w:tab/>
      </w:r>
      <w:r w:rsidR="004D4304">
        <w:t xml:space="preserve">Fix values in </w:t>
      </w:r>
      <w:proofErr w:type="spellStart"/>
      <w:r w:rsidR="004D4304">
        <w:t>geopoint</w:t>
      </w:r>
      <w:proofErr w:type="spellEnd"/>
      <w:r>
        <w:tab/>
        <w:t xml:space="preserve">Run </w:t>
      </w:r>
      <w:r w:rsidRPr="00944EB9">
        <w:rPr>
          <w:b/>
        </w:rPr>
        <w:t xml:space="preserve">Update Set </w:t>
      </w:r>
      <w:proofErr w:type="spellStart"/>
      <w:r w:rsidRPr="00944EB9">
        <w:rPr>
          <w:b/>
        </w:rPr>
        <w:t>DistBear</w:t>
      </w:r>
      <w:proofErr w:type="spellEnd"/>
      <w:r w:rsidRPr="00944EB9">
        <w:rPr>
          <w:b/>
        </w:rPr>
        <w:t xml:space="preserve"> NULL</w:t>
      </w:r>
    </w:p>
    <w:p w:rsidR="004D4304" w:rsidRDefault="00944EB9" w:rsidP="004D4304">
      <w:r>
        <w:lastRenderedPageBreak/>
        <w:t>1D</w:t>
      </w:r>
      <w:r>
        <w:tab/>
      </w:r>
      <w:r w:rsidR="004D4304">
        <w:t>Delete the rows from dist_bear1</w:t>
      </w:r>
    </w:p>
    <w:p w:rsidR="004D4304" w:rsidRDefault="004D4304" w:rsidP="004D4304"/>
    <w:p w:rsidR="004D4304" w:rsidRDefault="00944EB9" w:rsidP="004D4304">
      <w:r>
        <w:t>1E</w:t>
      </w:r>
      <w:r>
        <w:tab/>
      </w:r>
      <w:r w:rsidR="004D4304">
        <w:t xml:space="preserve">Run </w:t>
      </w:r>
      <w:r w:rsidRPr="00944EB9">
        <w:rPr>
          <w:b/>
        </w:rPr>
        <w:t xml:space="preserve">Update </w:t>
      </w:r>
      <w:proofErr w:type="spellStart"/>
      <w:r w:rsidRPr="00944EB9">
        <w:rPr>
          <w:b/>
        </w:rPr>
        <w:t>DistBear</w:t>
      </w:r>
      <w:proofErr w:type="spellEnd"/>
      <w:r w:rsidRPr="00944EB9">
        <w:rPr>
          <w:b/>
        </w:rPr>
        <w:t xml:space="preserve"> Case1 Point1</w:t>
      </w:r>
    </w:p>
    <w:p w:rsidR="00944EB9" w:rsidRDefault="00944EB9" w:rsidP="004D4304"/>
    <w:p w:rsidR="00E36DE1" w:rsidRDefault="00E36DE1" w:rsidP="00E36DE1">
      <w:pPr>
        <w:pStyle w:val="Heading2"/>
      </w:pPr>
      <w:r>
        <w:t>Case 1 Points in the polygon</w:t>
      </w:r>
    </w:p>
    <w:p w:rsidR="00E36DE1" w:rsidRDefault="00E36DE1" w:rsidP="004D4304"/>
    <w:p w:rsidR="007A622F" w:rsidRDefault="007A622F" w:rsidP="007A622F">
      <w:r>
        <w:t xml:space="preserve">2 </w:t>
      </w:r>
      <w:r>
        <w:tab/>
        <w:t xml:space="preserve">Run </w:t>
      </w:r>
      <w:proofErr w:type="spellStart"/>
      <w:r w:rsidRPr="00952A1C">
        <w:rPr>
          <w:i/>
        </w:rPr>
        <w:t>DistBear</w:t>
      </w:r>
      <w:proofErr w:type="spellEnd"/>
      <w:r w:rsidRPr="00952A1C">
        <w:rPr>
          <w:i/>
        </w:rPr>
        <w:t xml:space="preserve"> Missing </w:t>
      </w:r>
      <w:proofErr w:type="spellStart"/>
      <w:r w:rsidRPr="00952A1C">
        <w:rPr>
          <w:i/>
        </w:rPr>
        <w:t>FromPoint</w:t>
      </w:r>
      <w:proofErr w:type="spellEnd"/>
      <w:r w:rsidRPr="00952A1C">
        <w:rPr>
          <w:i/>
        </w:rPr>
        <w:t xml:space="preserve"> Point2</w:t>
      </w:r>
    </w:p>
    <w:p w:rsidR="007A622F" w:rsidRDefault="007A622F" w:rsidP="007A622F">
      <w:r>
        <w:tab/>
      </w:r>
      <w:proofErr w:type="gramStart"/>
      <w:r>
        <w:t>how</w:t>
      </w:r>
      <w:proofErr w:type="gramEnd"/>
      <w:r>
        <w:t xml:space="preserve"> many are NOT Point #1</w:t>
      </w:r>
    </w:p>
    <w:p w:rsidR="007A622F" w:rsidRDefault="007A622F" w:rsidP="007A622F">
      <w:r>
        <w:t>233024</w:t>
      </w:r>
    </w:p>
    <w:p w:rsidR="007A622F" w:rsidRDefault="007A622F" w:rsidP="007A622F"/>
    <w:p w:rsidR="007A622F" w:rsidRDefault="007A622F" w:rsidP="007A622F">
      <w:r>
        <w:t>3</w:t>
      </w:r>
      <w:r>
        <w:tab/>
        <w:t xml:space="preserve">Export out </w:t>
      </w:r>
      <w:proofErr w:type="spellStart"/>
      <w:r w:rsidRPr="00952A1C">
        <w:t>DistBear</w:t>
      </w:r>
      <w:proofErr w:type="spellEnd"/>
      <w:r w:rsidRPr="00952A1C">
        <w:t xml:space="preserve"> Missing </w:t>
      </w:r>
      <w:proofErr w:type="spellStart"/>
      <w:r w:rsidRPr="00952A1C">
        <w:t>FromPoint</w:t>
      </w:r>
      <w:proofErr w:type="spellEnd"/>
      <w:r w:rsidRPr="00952A1C">
        <w:t xml:space="preserve"> Export</w:t>
      </w:r>
      <w:r>
        <w:t>2</w:t>
      </w:r>
    </w:p>
    <w:p w:rsidR="007A622F" w:rsidRDefault="007A622F" w:rsidP="007A622F">
      <w:r>
        <w:tab/>
        <w:t xml:space="preserve">Note that more rows than in </w:t>
      </w:r>
      <w:proofErr w:type="spellStart"/>
      <w:r w:rsidRPr="00952A1C">
        <w:rPr>
          <w:i/>
        </w:rPr>
        <w:t>DistBear</w:t>
      </w:r>
      <w:proofErr w:type="spellEnd"/>
      <w:r w:rsidRPr="00952A1C">
        <w:rPr>
          <w:i/>
        </w:rPr>
        <w:t xml:space="preserve"> Missing </w:t>
      </w:r>
      <w:proofErr w:type="spellStart"/>
      <w:r w:rsidRPr="00952A1C">
        <w:rPr>
          <w:i/>
        </w:rPr>
        <w:t>FromPoint</w:t>
      </w:r>
      <w:proofErr w:type="spellEnd"/>
      <w:r w:rsidRPr="00952A1C">
        <w:rPr>
          <w:i/>
        </w:rPr>
        <w:t xml:space="preserve"> Point2</w:t>
      </w:r>
      <w:r>
        <w:rPr>
          <w:i/>
        </w:rPr>
        <w:t xml:space="preserve"> will be exported</w:t>
      </w:r>
    </w:p>
    <w:p w:rsidR="007A622F" w:rsidRDefault="007A622F" w:rsidP="007A622F"/>
    <w:p w:rsidR="007A622F" w:rsidRDefault="007A622F" w:rsidP="007A622F">
      <w:r>
        <w:tab/>
        <w:t>It is probably possible to do a subquery or other advanced SQL but so far I have been too tired to figure it out so I have done export/import to temp table instead solution</w:t>
      </w:r>
    </w:p>
    <w:p w:rsidR="007A622F" w:rsidRDefault="007A622F" w:rsidP="007A622F"/>
    <w:p w:rsidR="007A622F" w:rsidRDefault="007A622F" w:rsidP="007A622F">
      <w:r>
        <w:t>4</w:t>
      </w:r>
      <w:r>
        <w:tab/>
        <w:t xml:space="preserve">Import back in as </w:t>
      </w:r>
      <w:proofErr w:type="spellStart"/>
      <w:r>
        <w:t>dist_bear</w:t>
      </w:r>
      <w:proofErr w:type="spellEnd"/>
    </w:p>
    <w:p w:rsidR="007A622F" w:rsidRDefault="007A622F" w:rsidP="007A622F"/>
    <w:p w:rsidR="007A622F" w:rsidRDefault="007A622F" w:rsidP="007A622F">
      <w:r>
        <w:rPr>
          <w:noProof/>
          <w:lang w:eastAsia="en-GB"/>
        </w:rPr>
        <w:drawing>
          <wp:inline distT="0" distB="0" distL="0" distR="0" wp14:anchorId="4F431A7A" wp14:editId="5C5B9EB9">
            <wp:extent cx="5200000" cy="780952"/>
            <wp:effectExtent l="0" t="0" r="127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200000" cy="780952"/>
                    </a:xfrm>
                    <a:prstGeom prst="rect">
                      <a:avLst/>
                    </a:prstGeom>
                  </pic:spPr>
                </pic:pic>
              </a:graphicData>
            </a:graphic>
          </wp:inline>
        </w:drawing>
      </w:r>
    </w:p>
    <w:p w:rsidR="007A622F" w:rsidRDefault="007A622F" w:rsidP="007A622F"/>
    <w:p w:rsidR="007A622F" w:rsidRDefault="007A622F" w:rsidP="007A622F">
      <w:r>
        <w:tab/>
        <w:t xml:space="preserve">Change data type of </w:t>
      </w:r>
      <w:proofErr w:type="spellStart"/>
      <w:r>
        <w:t>pointno</w:t>
      </w:r>
      <w:proofErr w:type="spellEnd"/>
      <w:r>
        <w:t xml:space="preserve"> to int4</w:t>
      </w:r>
    </w:p>
    <w:p w:rsidR="007A622F" w:rsidRDefault="007A622F" w:rsidP="007A622F"/>
    <w:p w:rsidR="000A35AC" w:rsidRDefault="007A622F" w:rsidP="007A622F">
      <w:r>
        <w:t>5</w:t>
      </w:r>
      <w:r>
        <w:tab/>
      </w:r>
      <w:r w:rsidR="000A35AC">
        <w:t xml:space="preserve">Run </w:t>
      </w:r>
      <w:r w:rsidR="000A35AC" w:rsidRPr="000A35AC">
        <w:rPr>
          <w:b/>
        </w:rPr>
        <w:t xml:space="preserve">Update </w:t>
      </w:r>
      <w:proofErr w:type="spellStart"/>
      <w:r w:rsidR="000A35AC" w:rsidRPr="000A35AC">
        <w:rPr>
          <w:b/>
        </w:rPr>
        <w:t>DistBear</w:t>
      </w:r>
      <w:proofErr w:type="spellEnd"/>
      <w:r w:rsidR="000A35AC" w:rsidRPr="000A35AC">
        <w:rPr>
          <w:b/>
        </w:rPr>
        <w:t xml:space="preserve"> Case1</w:t>
      </w:r>
    </w:p>
    <w:p w:rsidR="00E36DE1" w:rsidRDefault="00E36DE1" w:rsidP="007A622F"/>
    <w:p w:rsidR="00783478" w:rsidRDefault="00783478" w:rsidP="007A622F">
      <w:r>
        <w:t xml:space="preserve">Note that there might be some rows that are not updated due to </w:t>
      </w:r>
      <w:proofErr w:type="spellStart"/>
      <w:r>
        <w:t>dist</w:t>
      </w:r>
      <w:proofErr w:type="spellEnd"/>
      <w:r>
        <w:t xml:space="preserve">, bear, </w:t>
      </w:r>
      <w:proofErr w:type="spellStart"/>
      <w:r>
        <w:t>user_entered</w:t>
      </w:r>
      <w:proofErr w:type="spellEnd"/>
      <w:r>
        <w:t xml:space="preserve"> are NULL and </w:t>
      </w:r>
      <w:proofErr w:type="spellStart"/>
      <w:r>
        <w:t>formGUID</w:t>
      </w:r>
      <w:proofErr w:type="spellEnd"/>
      <w:r>
        <w:t xml:space="preserve"> is NOT NULL</w:t>
      </w:r>
    </w:p>
    <w:p w:rsidR="000A35AC" w:rsidRDefault="000A35AC" w:rsidP="007A622F"/>
    <w:p w:rsidR="00E36DE1" w:rsidRDefault="00E36DE1" w:rsidP="00E36DE1">
      <w:pPr>
        <w:pStyle w:val="Heading5"/>
        <w:numPr>
          <w:ilvl w:val="0"/>
          <w:numId w:val="0"/>
        </w:numPr>
      </w:pPr>
      <w:r>
        <w:t>Why odd records left?</w:t>
      </w:r>
    </w:p>
    <w:p w:rsidR="00E36DE1" w:rsidRDefault="00E36DE1" w:rsidP="007A622F"/>
    <w:p w:rsidR="000A35AC" w:rsidRDefault="000A35AC" w:rsidP="007A622F">
      <w:r>
        <w:rPr>
          <w:noProof/>
          <w:lang w:eastAsia="en-GB"/>
        </w:rPr>
        <w:drawing>
          <wp:inline distT="0" distB="0" distL="0" distR="0">
            <wp:extent cx="5731510" cy="1371600"/>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731510" cy="1371600"/>
                    </a:xfrm>
                    <a:prstGeom prst="rect">
                      <a:avLst/>
                    </a:prstGeom>
                  </pic:spPr>
                </pic:pic>
              </a:graphicData>
            </a:graphic>
          </wp:inline>
        </w:drawing>
      </w:r>
    </w:p>
    <w:p w:rsidR="000A35AC" w:rsidRDefault="000A35AC" w:rsidP="007A622F"/>
    <w:p w:rsidR="00E36DE1" w:rsidRDefault="000A35AC" w:rsidP="007A622F">
      <w:r w:rsidRPr="002855AF">
        <w:t xml:space="preserve">In Sri Lanka 47 records did not get updated by Update </w:t>
      </w:r>
      <w:proofErr w:type="spellStart"/>
      <w:r w:rsidRPr="002855AF">
        <w:t>DistBear</w:t>
      </w:r>
      <w:proofErr w:type="spellEnd"/>
      <w:r w:rsidRPr="002855AF">
        <w:t xml:space="preserve"> Case1 and these needs to be looked</w:t>
      </w:r>
      <w:r>
        <w:t xml:space="preserve"> into one by one they did not. See example above where only one point the polygon are wrongly relative.</w:t>
      </w:r>
      <w:r w:rsidR="00BF5E8F">
        <w:t xml:space="preserve"> </w:t>
      </w:r>
    </w:p>
    <w:p w:rsidR="00E36DE1" w:rsidRDefault="00E36DE1" w:rsidP="007A622F"/>
    <w:p w:rsidR="000A35AC" w:rsidRPr="00E36DE1" w:rsidRDefault="00BF5E8F" w:rsidP="007A622F">
      <w:pPr>
        <w:rPr>
          <w:b/>
          <w:color w:val="FF0000"/>
        </w:rPr>
      </w:pPr>
      <w:r w:rsidRPr="00E36DE1">
        <w:rPr>
          <w:b/>
          <w:color w:val="FF0000"/>
        </w:rPr>
        <w:t xml:space="preserve">I </w:t>
      </w:r>
      <w:r w:rsidR="00E36DE1" w:rsidRPr="00E36DE1">
        <w:rPr>
          <w:b/>
          <w:color w:val="FF0000"/>
        </w:rPr>
        <w:t>have permission from NMAA to</w:t>
      </w:r>
      <w:r w:rsidRPr="00E36DE1">
        <w:rPr>
          <w:b/>
          <w:color w:val="FF0000"/>
        </w:rPr>
        <w:t xml:space="preserve"> delete dist</w:t>
      </w:r>
      <w:r w:rsidR="00E36DE1" w:rsidRPr="00E36DE1">
        <w:rPr>
          <w:b/>
          <w:color w:val="FF0000"/>
        </w:rPr>
        <w:t>ance</w:t>
      </w:r>
      <w:r w:rsidRPr="00E36DE1">
        <w:rPr>
          <w:b/>
          <w:color w:val="FF0000"/>
        </w:rPr>
        <w:t>/bear</w:t>
      </w:r>
      <w:r w:rsidR="00E36DE1" w:rsidRPr="00E36DE1">
        <w:rPr>
          <w:b/>
          <w:color w:val="FF0000"/>
        </w:rPr>
        <w:t>ing values</w:t>
      </w:r>
      <w:r w:rsidRPr="00E36DE1">
        <w:rPr>
          <w:b/>
          <w:color w:val="FF0000"/>
        </w:rPr>
        <w:t xml:space="preserve"> if only half polygon has dist</w:t>
      </w:r>
      <w:r w:rsidR="00E36DE1" w:rsidRPr="00E36DE1">
        <w:rPr>
          <w:b/>
          <w:color w:val="FF0000"/>
        </w:rPr>
        <w:t>ance</w:t>
      </w:r>
      <w:r w:rsidRPr="00E36DE1">
        <w:rPr>
          <w:b/>
          <w:color w:val="FF0000"/>
        </w:rPr>
        <w:t>/bear</w:t>
      </w:r>
      <w:r w:rsidR="00E36DE1" w:rsidRPr="00E36DE1">
        <w:rPr>
          <w:b/>
          <w:color w:val="FF0000"/>
        </w:rPr>
        <w:t>ing.</w:t>
      </w:r>
    </w:p>
    <w:p w:rsidR="000A35AC" w:rsidRDefault="000A35AC" w:rsidP="007A622F"/>
    <w:p w:rsidR="000A35AC" w:rsidRDefault="000A35AC" w:rsidP="007A622F">
      <w:r>
        <w:rPr>
          <w:noProof/>
          <w:lang w:eastAsia="en-GB"/>
        </w:rPr>
        <w:drawing>
          <wp:inline distT="0" distB="0" distL="0" distR="0">
            <wp:extent cx="5731510" cy="946785"/>
            <wp:effectExtent l="0" t="0" r="2540" b="571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731510" cy="946785"/>
                    </a:xfrm>
                    <a:prstGeom prst="rect">
                      <a:avLst/>
                    </a:prstGeom>
                  </pic:spPr>
                </pic:pic>
              </a:graphicData>
            </a:graphic>
          </wp:inline>
        </w:drawing>
      </w:r>
    </w:p>
    <w:p w:rsidR="000A35AC" w:rsidRDefault="000A35AC" w:rsidP="007A622F"/>
    <w:p w:rsidR="000A35AC" w:rsidRDefault="000A35AC" w:rsidP="007A622F">
      <w:r>
        <w:lastRenderedPageBreak/>
        <w:t xml:space="preserve">Here is another example where point 5 did not get </w:t>
      </w:r>
      <w:proofErr w:type="spellStart"/>
      <w:r>
        <w:t>FromPointGUID</w:t>
      </w:r>
      <w:proofErr w:type="spellEnd"/>
      <w:r>
        <w:t xml:space="preserve"> and that is because Point 4 is wrong.</w:t>
      </w:r>
    </w:p>
    <w:p w:rsidR="00783478" w:rsidRDefault="00783478" w:rsidP="007A622F"/>
    <w:p w:rsidR="009329F2" w:rsidRDefault="009329F2" w:rsidP="007A622F">
      <w:r>
        <w:t xml:space="preserve">Check them one by one by using </w:t>
      </w:r>
      <w:proofErr w:type="spellStart"/>
      <w:r w:rsidRPr="009329F2">
        <w:rPr>
          <w:i/>
        </w:rPr>
        <w:t>DistBear</w:t>
      </w:r>
      <w:proofErr w:type="spellEnd"/>
      <w:r w:rsidRPr="009329F2">
        <w:rPr>
          <w:i/>
        </w:rPr>
        <w:t xml:space="preserve"> Missing </w:t>
      </w:r>
      <w:proofErr w:type="spellStart"/>
      <w:r w:rsidRPr="009329F2">
        <w:rPr>
          <w:i/>
        </w:rPr>
        <w:t>FromPoint</w:t>
      </w:r>
      <w:proofErr w:type="spellEnd"/>
      <w:r w:rsidRPr="009329F2">
        <w:rPr>
          <w:i/>
        </w:rPr>
        <w:t xml:space="preserve"> Point2</w:t>
      </w:r>
      <w:r>
        <w:t xml:space="preserve"> and look inside IMSMA.</w:t>
      </w:r>
    </w:p>
    <w:p w:rsidR="009329F2" w:rsidRDefault="009329F2" w:rsidP="007A622F">
      <w:r>
        <w:t xml:space="preserve">Update the below query if you are going to delete Distance, Bearing, </w:t>
      </w:r>
      <w:proofErr w:type="spellStart"/>
      <w:r>
        <w:t>FromPointGUID</w:t>
      </w:r>
      <w:proofErr w:type="spellEnd"/>
      <w:r>
        <w:t xml:space="preserve"> and set </w:t>
      </w:r>
      <w:proofErr w:type="spellStart"/>
      <w:r>
        <w:t>userinputformat</w:t>
      </w:r>
      <w:proofErr w:type="spellEnd"/>
      <w:r>
        <w:t xml:space="preserve"> to </w:t>
      </w:r>
      <w:r w:rsidRPr="009329F2">
        <w:t>'X and Y'</w:t>
      </w:r>
      <w:r>
        <w:t xml:space="preserve">. </w:t>
      </w:r>
    </w:p>
    <w:p w:rsidR="009329F2" w:rsidRDefault="009329F2" w:rsidP="007A622F"/>
    <w:p w:rsidR="007A622F" w:rsidRPr="009329F2" w:rsidRDefault="009329F2" w:rsidP="007A622F">
      <w:pPr>
        <w:rPr>
          <w:b/>
        </w:rPr>
      </w:pPr>
      <w:r w:rsidRPr="009329F2">
        <w:rPr>
          <w:b/>
        </w:rPr>
        <w:t>Note! Pay attention to which character you must have before the % so not to</w:t>
      </w:r>
      <w:r>
        <w:rPr>
          <w:b/>
        </w:rPr>
        <w:t>o</w:t>
      </w:r>
      <w:r w:rsidRPr="009329F2">
        <w:rPr>
          <w:b/>
        </w:rPr>
        <w:t xml:space="preserve"> many records are deleted.</w:t>
      </w:r>
    </w:p>
    <w:p w:rsidR="009329F2" w:rsidRDefault="009329F2" w:rsidP="007A622F"/>
    <w:p w:rsidR="007A622F" w:rsidRDefault="007A622F" w:rsidP="007A622F"/>
    <w:p w:rsidR="009329F2" w:rsidRDefault="009329F2" w:rsidP="007A622F">
      <w:r>
        <w:t>5A</w:t>
      </w:r>
      <w:r>
        <w:tab/>
        <w:t xml:space="preserve">Run </w:t>
      </w:r>
      <w:r w:rsidRPr="009329F2">
        <w:rPr>
          <w:b/>
        </w:rPr>
        <w:t xml:space="preserve">Update Set </w:t>
      </w:r>
      <w:proofErr w:type="spellStart"/>
      <w:r w:rsidRPr="009329F2">
        <w:rPr>
          <w:b/>
        </w:rPr>
        <w:t>DistBearFromGUID</w:t>
      </w:r>
      <w:proofErr w:type="spellEnd"/>
      <w:r w:rsidRPr="009329F2">
        <w:rPr>
          <w:b/>
        </w:rPr>
        <w:t xml:space="preserve"> NULL</w:t>
      </w:r>
    </w:p>
    <w:p w:rsidR="009329F2" w:rsidRDefault="009329F2" w:rsidP="007A622F"/>
    <w:p w:rsidR="00EA6666" w:rsidRPr="002855AF" w:rsidRDefault="007A622F" w:rsidP="009329F2">
      <w:pPr>
        <w:pStyle w:val="Heading1"/>
      </w:pPr>
      <w:r w:rsidRPr="002855AF">
        <w:t>Case 2</w:t>
      </w:r>
      <w:r w:rsidR="00785AFB" w:rsidRPr="002855AF">
        <w:t xml:space="preserve"> User entered coord NULL</w:t>
      </w:r>
      <w:r w:rsidR="00CE78BB" w:rsidRPr="002855AF">
        <w:t xml:space="preserve"> (upgrade issue)</w:t>
      </w:r>
    </w:p>
    <w:p w:rsidR="00785AFB" w:rsidRDefault="00DC47EE" w:rsidP="00513B1B">
      <w:r>
        <w:rPr>
          <w:noProof/>
          <w:lang w:eastAsia="en-GB"/>
        </w:rPr>
        <w:drawing>
          <wp:inline distT="0" distB="0" distL="0" distR="0" wp14:anchorId="187743DD" wp14:editId="32732F0E">
            <wp:extent cx="5731510" cy="716915"/>
            <wp:effectExtent l="0" t="0" r="254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731510" cy="716915"/>
                    </a:xfrm>
                    <a:prstGeom prst="rect">
                      <a:avLst/>
                    </a:prstGeom>
                  </pic:spPr>
                </pic:pic>
              </a:graphicData>
            </a:graphic>
          </wp:inline>
        </w:drawing>
      </w:r>
    </w:p>
    <w:p w:rsidR="00DC47EE" w:rsidRDefault="00DC47EE" w:rsidP="00513B1B"/>
    <w:p w:rsidR="008C3D26" w:rsidRDefault="008C3D26" w:rsidP="008C3D26">
      <w:pPr>
        <w:pStyle w:val="Heading5"/>
        <w:numPr>
          <w:ilvl w:val="0"/>
          <w:numId w:val="0"/>
        </w:numPr>
      </w:pPr>
      <w:r>
        <w:t xml:space="preserve">These records need to only to get values in </w:t>
      </w:r>
      <w:proofErr w:type="spellStart"/>
      <w:r w:rsidRPr="00F6157D">
        <w:t>user_entered_x</w:t>
      </w:r>
      <w:proofErr w:type="spellEnd"/>
      <w:r>
        <w:t xml:space="preserve"> and </w:t>
      </w:r>
      <w:proofErr w:type="spellStart"/>
      <w:r>
        <w:t>user_entered_y</w:t>
      </w:r>
      <w:proofErr w:type="spellEnd"/>
    </w:p>
    <w:p w:rsidR="008C3D26" w:rsidRDefault="008C3D26" w:rsidP="00513B1B"/>
    <w:p w:rsidR="004B2811" w:rsidRDefault="004B2811" w:rsidP="00513B1B">
      <w:r>
        <w:t>1</w:t>
      </w:r>
      <w:r>
        <w:tab/>
        <w:t xml:space="preserve">Run </w:t>
      </w:r>
      <w:proofErr w:type="spellStart"/>
      <w:r w:rsidRPr="00785AFB">
        <w:rPr>
          <w:i/>
        </w:rPr>
        <w:t>DistBear</w:t>
      </w:r>
      <w:proofErr w:type="spellEnd"/>
      <w:r w:rsidRPr="00785AFB">
        <w:rPr>
          <w:i/>
        </w:rPr>
        <w:t xml:space="preserve"> Check user_entered</w:t>
      </w:r>
      <w:r w:rsidR="00785AFB" w:rsidRPr="00785AFB">
        <w:rPr>
          <w:i/>
        </w:rPr>
        <w:t>1</w:t>
      </w:r>
    </w:p>
    <w:p w:rsidR="004B2811" w:rsidRDefault="004B2811" w:rsidP="00513B1B"/>
    <w:p w:rsidR="004B2811" w:rsidRDefault="00DC47EE" w:rsidP="00513B1B">
      <w:r>
        <w:tab/>
        <w:t>T</w:t>
      </w:r>
      <w:r w:rsidR="004B2811">
        <w:t xml:space="preserve">his query finds records with </w:t>
      </w:r>
      <w:proofErr w:type="spellStart"/>
      <w:r w:rsidR="004B2811">
        <w:t>user_entered</w:t>
      </w:r>
      <w:proofErr w:type="spellEnd"/>
      <w:r w:rsidR="004B2811">
        <w:t xml:space="preserve"> NULL</w:t>
      </w:r>
      <w:r w:rsidR="00785AFB">
        <w:t xml:space="preserve"> and </w:t>
      </w:r>
      <w:proofErr w:type="spellStart"/>
      <w:r w:rsidR="00785AFB" w:rsidRPr="00785AFB">
        <w:t>frompoint_guid</w:t>
      </w:r>
      <w:proofErr w:type="spellEnd"/>
      <w:r w:rsidR="00785AFB">
        <w:t xml:space="preserve"> is NOT NULL</w:t>
      </w:r>
    </w:p>
    <w:p w:rsidR="004B2811" w:rsidRDefault="00F6157D" w:rsidP="00F6157D">
      <w:pPr>
        <w:ind w:firstLine="708"/>
      </w:pPr>
      <w:r>
        <w:t xml:space="preserve">I found </w:t>
      </w:r>
      <w:r w:rsidR="00785AFB">
        <w:t>26860</w:t>
      </w:r>
      <w:r>
        <w:t xml:space="preserve"> records at Sri Lanka</w:t>
      </w:r>
    </w:p>
    <w:p w:rsidR="00F6157D" w:rsidRDefault="00F6157D" w:rsidP="00513B1B">
      <w:r>
        <w:tab/>
      </w:r>
    </w:p>
    <w:p w:rsidR="00F6157D" w:rsidRDefault="00DC47EE" w:rsidP="00DC47EE">
      <w:r>
        <w:t>1B</w:t>
      </w:r>
      <w:r>
        <w:tab/>
      </w:r>
      <w:r w:rsidR="00F6157D">
        <w:t xml:space="preserve">Double check that </w:t>
      </w:r>
      <w:proofErr w:type="spellStart"/>
      <w:r w:rsidR="00F6157D" w:rsidRPr="00F6157D">
        <w:t>userinputformat</w:t>
      </w:r>
      <w:proofErr w:type="spellEnd"/>
      <w:r w:rsidR="00F6157D">
        <w:t xml:space="preserve"> is </w:t>
      </w:r>
      <w:r w:rsidR="00F6157D" w:rsidRPr="00F6157D">
        <w:t>Bearing and Distance</w:t>
      </w:r>
      <w:r>
        <w:t xml:space="preserve"> and </w:t>
      </w:r>
      <w:proofErr w:type="spellStart"/>
      <w:r w:rsidRPr="00DC47EE">
        <w:t>coordformat</w:t>
      </w:r>
      <w:proofErr w:type="spellEnd"/>
      <w:r>
        <w:t xml:space="preserve"> is X/Y</w:t>
      </w:r>
    </w:p>
    <w:p w:rsidR="00DC47EE" w:rsidRDefault="00DC47EE" w:rsidP="00DC47EE">
      <w:pPr>
        <w:ind w:firstLine="708"/>
      </w:pPr>
      <w:proofErr w:type="gramStart"/>
      <w:r>
        <w:t>with</w:t>
      </w:r>
      <w:proofErr w:type="gramEnd"/>
      <w:r>
        <w:t xml:space="preserve"> </w:t>
      </w:r>
      <w:proofErr w:type="spellStart"/>
      <w:r w:rsidRPr="00DC47EE">
        <w:t>DistBear</w:t>
      </w:r>
      <w:proofErr w:type="spellEnd"/>
      <w:r w:rsidRPr="00DC47EE">
        <w:t xml:space="preserve"> Check user_entered1B</w:t>
      </w:r>
      <w:r>
        <w:t xml:space="preserve"> </w:t>
      </w:r>
    </w:p>
    <w:p w:rsidR="00DC47EE" w:rsidRDefault="00DC47EE" w:rsidP="00513B1B"/>
    <w:p w:rsidR="00DC47EE" w:rsidRDefault="00DC47EE" w:rsidP="00513B1B">
      <w:r>
        <w:t>2</w:t>
      </w:r>
      <w:r>
        <w:tab/>
        <w:t xml:space="preserve">Update these with </w:t>
      </w:r>
      <w:r w:rsidRPr="00DC47EE">
        <w:rPr>
          <w:b/>
          <w:i/>
        </w:rPr>
        <w:t xml:space="preserve">Update </w:t>
      </w:r>
      <w:proofErr w:type="spellStart"/>
      <w:r w:rsidRPr="00DC47EE">
        <w:rPr>
          <w:b/>
          <w:i/>
        </w:rPr>
        <w:t>DistBear</w:t>
      </w:r>
      <w:proofErr w:type="spellEnd"/>
      <w:r w:rsidRPr="00DC47EE">
        <w:rPr>
          <w:b/>
          <w:i/>
        </w:rPr>
        <w:t xml:space="preserve"> Case</w:t>
      </w:r>
      <w:r w:rsidR="000A35AC">
        <w:rPr>
          <w:b/>
          <w:i/>
        </w:rPr>
        <w:t>2</w:t>
      </w:r>
    </w:p>
    <w:p w:rsidR="00DC47EE" w:rsidRDefault="00DC47EE" w:rsidP="00513B1B"/>
    <w:p w:rsidR="00B11046" w:rsidRPr="0015343A" w:rsidRDefault="00B11046" w:rsidP="009329F2">
      <w:pPr>
        <w:pStyle w:val="Heading1"/>
      </w:pPr>
      <w:r w:rsidRPr="0015343A">
        <w:t>Case 3 few points are missing fromGUID and user_entered</w:t>
      </w:r>
    </w:p>
    <w:p w:rsidR="0015343A" w:rsidRDefault="0015343A" w:rsidP="00B11046"/>
    <w:p w:rsidR="00B11046" w:rsidRDefault="00B11046" w:rsidP="00B11046">
      <w:r>
        <w:rPr>
          <w:noProof/>
          <w:lang w:eastAsia="en-GB"/>
        </w:rPr>
        <w:drawing>
          <wp:inline distT="0" distB="0" distL="0" distR="0" wp14:anchorId="72864854" wp14:editId="2491AC5D">
            <wp:extent cx="5731510" cy="469265"/>
            <wp:effectExtent l="0" t="0" r="254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731510" cy="469265"/>
                    </a:xfrm>
                    <a:prstGeom prst="rect">
                      <a:avLst/>
                    </a:prstGeom>
                  </pic:spPr>
                </pic:pic>
              </a:graphicData>
            </a:graphic>
          </wp:inline>
        </w:drawing>
      </w:r>
    </w:p>
    <w:p w:rsidR="00B11046" w:rsidRDefault="00B11046" w:rsidP="00B11046"/>
    <w:p w:rsidR="0015343A" w:rsidRDefault="0015343A" w:rsidP="0015343A">
      <w:pPr>
        <w:pStyle w:val="Heading5"/>
        <w:numPr>
          <w:ilvl w:val="0"/>
          <w:numId w:val="0"/>
        </w:numPr>
      </w:pPr>
      <w:r>
        <w:t xml:space="preserve">These records need to only to get values in </w:t>
      </w:r>
      <w:proofErr w:type="spellStart"/>
      <w:r w:rsidRPr="00F6157D">
        <w:t>user_entered_x</w:t>
      </w:r>
      <w:proofErr w:type="spellEnd"/>
      <w:r>
        <w:t xml:space="preserve"> and </w:t>
      </w:r>
      <w:proofErr w:type="spellStart"/>
      <w:r>
        <w:t>user_entered_y</w:t>
      </w:r>
      <w:proofErr w:type="spellEnd"/>
      <w:r>
        <w:t xml:space="preserve"> + </w:t>
      </w:r>
      <w:proofErr w:type="spellStart"/>
      <w:r w:rsidRPr="00E556C8">
        <w:t>frompoint_guid</w:t>
      </w:r>
      <w:proofErr w:type="spellEnd"/>
    </w:p>
    <w:p w:rsidR="0015343A" w:rsidRDefault="0015343A" w:rsidP="00B11046"/>
    <w:p w:rsidR="00B11046" w:rsidRDefault="0015343A" w:rsidP="00B11046">
      <w:r>
        <w:t>1</w:t>
      </w:r>
      <w:r w:rsidR="00B11046">
        <w:tab/>
        <w:t xml:space="preserve">Run </w:t>
      </w:r>
      <w:proofErr w:type="spellStart"/>
      <w:r w:rsidR="00B11046" w:rsidRPr="00785AFB">
        <w:rPr>
          <w:i/>
        </w:rPr>
        <w:t>DistBear</w:t>
      </w:r>
      <w:proofErr w:type="spellEnd"/>
      <w:r w:rsidR="00B11046" w:rsidRPr="00785AFB">
        <w:rPr>
          <w:i/>
        </w:rPr>
        <w:t xml:space="preserve"> Check user_entered2</w:t>
      </w:r>
    </w:p>
    <w:p w:rsidR="00B11046" w:rsidRDefault="00B11046" w:rsidP="00B11046"/>
    <w:p w:rsidR="00B11046" w:rsidRDefault="0015343A" w:rsidP="00B11046">
      <w:r>
        <w:tab/>
        <w:t>T</w:t>
      </w:r>
      <w:r w:rsidR="00B11046">
        <w:t xml:space="preserve">his query finds records with </w:t>
      </w:r>
      <w:proofErr w:type="spellStart"/>
      <w:r w:rsidR="00B11046">
        <w:t>user_entered</w:t>
      </w:r>
      <w:proofErr w:type="spellEnd"/>
      <w:r w:rsidR="00B11046">
        <w:t xml:space="preserve"> NULL and </w:t>
      </w:r>
      <w:proofErr w:type="spellStart"/>
      <w:r w:rsidR="00B11046" w:rsidRPr="00785AFB">
        <w:t>frompoint_guid</w:t>
      </w:r>
      <w:proofErr w:type="spellEnd"/>
      <w:r w:rsidR="00B11046">
        <w:t xml:space="preserve"> is NULL</w:t>
      </w:r>
    </w:p>
    <w:p w:rsidR="00B11046" w:rsidRDefault="00B11046" w:rsidP="00B11046">
      <w:pPr>
        <w:ind w:left="708"/>
      </w:pPr>
      <w:r w:rsidRPr="0000087E">
        <w:t>In Sri Lanka I found 5 records</w:t>
      </w:r>
      <w:r w:rsidR="0015343A">
        <w:t xml:space="preserve"> belonging to 2 items</w:t>
      </w:r>
      <w:r w:rsidRPr="0000087E">
        <w:t xml:space="preserve">. The </w:t>
      </w:r>
      <w:proofErr w:type="spellStart"/>
      <w:r w:rsidRPr="0000087E">
        <w:t>PrSc</w:t>
      </w:r>
      <w:proofErr w:type="spellEnd"/>
      <w:r w:rsidRPr="0000087E">
        <w:t xml:space="preserve"> above shows that it is only point 147 that is missing </w:t>
      </w:r>
      <w:proofErr w:type="spellStart"/>
      <w:r w:rsidRPr="0000087E">
        <w:t>frompoint_guid</w:t>
      </w:r>
      <w:proofErr w:type="spellEnd"/>
      <w:r w:rsidRPr="0000087E">
        <w:t xml:space="preserve"> in that polygon</w:t>
      </w:r>
      <w:r w:rsidR="0015343A">
        <w:t>.</w:t>
      </w:r>
      <w:r>
        <w:t xml:space="preserve"> </w:t>
      </w:r>
    </w:p>
    <w:p w:rsidR="002C2642" w:rsidRDefault="002C2642" w:rsidP="00B11046">
      <w:pPr>
        <w:ind w:left="708"/>
      </w:pPr>
    </w:p>
    <w:p w:rsidR="00B11046" w:rsidRDefault="0015343A" w:rsidP="00B11046">
      <w:pPr>
        <w:ind w:left="705" w:hanging="705"/>
      </w:pPr>
      <w:r>
        <w:t>2</w:t>
      </w:r>
      <w:r w:rsidR="00B11046">
        <w:tab/>
        <w:t xml:space="preserve">Add </w:t>
      </w:r>
      <w:proofErr w:type="gramStart"/>
      <w:r w:rsidR="00B11046">
        <w:t>tables</w:t>
      </w:r>
      <w:proofErr w:type="gramEnd"/>
      <w:r w:rsidR="00B11046">
        <w:t xml:space="preserve"> </w:t>
      </w:r>
      <w:proofErr w:type="spellStart"/>
      <w:r w:rsidR="00B11046" w:rsidRPr="00E556C8">
        <w:t>hazreducinfoversion_has_geospatialinfo</w:t>
      </w:r>
      <w:proofErr w:type="spellEnd"/>
      <w:r w:rsidR="00B11046">
        <w:t xml:space="preserve"> and </w:t>
      </w:r>
      <w:proofErr w:type="spellStart"/>
      <w:r w:rsidR="00B11046" w:rsidRPr="00E556C8">
        <w:t>hazreducinfoversion</w:t>
      </w:r>
      <w:proofErr w:type="spellEnd"/>
      <w:r w:rsidR="00B11046">
        <w:t xml:space="preserve"> to </w:t>
      </w:r>
      <w:proofErr w:type="spellStart"/>
      <w:r w:rsidR="00B11046" w:rsidRPr="00785AFB">
        <w:rPr>
          <w:i/>
        </w:rPr>
        <w:t>DistBear</w:t>
      </w:r>
      <w:proofErr w:type="spellEnd"/>
      <w:r w:rsidR="00B11046" w:rsidRPr="00785AFB">
        <w:rPr>
          <w:i/>
        </w:rPr>
        <w:t xml:space="preserve"> Check user_entered2</w:t>
      </w:r>
    </w:p>
    <w:p w:rsidR="00B11046" w:rsidRDefault="00B11046" w:rsidP="00B11046">
      <w:pPr>
        <w:ind w:left="708"/>
      </w:pPr>
      <w:r>
        <w:t xml:space="preserve">Update WHERE clause in </w:t>
      </w:r>
      <w:proofErr w:type="spellStart"/>
      <w:r w:rsidRPr="00E556C8">
        <w:rPr>
          <w:i/>
        </w:rPr>
        <w:t>DistBear</w:t>
      </w:r>
      <w:proofErr w:type="spellEnd"/>
      <w:r w:rsidRPr="00E556C8">
        <w:rPr>
          <w:i/>
        </w:rPr>
        <w:t xml:space="preserve"> Check user_entered2 </w:t>
      </w:r>
      <w:proofErr w:type="spellStart"/>
      <w:r w:rsidRPr="00E556C8">
        <w:rPr>
          <w:i/>
        </w:rPr>
        <w:t>Haz</w:t>
      </w:r>
      <w:r>
        <w:rPr>
          <w:i/>
        </w:rPr>
        <w:t>Red</w:t>
      </w:r>
      <w:proofErr w:type="spellEnd"/>
      <w:r>
        <w:t xml:space="preserve"> and verify that it only one point that does not have </w:t>
      </w:r>
      <w:proofErr w:type="spellStart"/>
      <w:r w:rsidRPr="00E556C8">
        <w:rPr>
          <w:b/>
        </w:rPr>
        <w:t>frompoint_guid</w:t>
      </w:r>
      <w:proofErr w:type="spellEnd"/>
    </w:p>
    <w:p w:rsidR="00B11046" w:rsidRDefault="00B11046" w:rsidP="00B11046">
      <w:pPr>
        <w:ind w:left="708"/>
      </w:pPr>
    </w:p>
    <w:p w:rsidR="00B11046" w:rsidRDefault="0015343A" w:rsidP="00B11046">
      <w:pPr>
        <w:ind w:left="705" w:hanging="705"/>
      </w:pPr>
      <w:r>
        <w:t>3</w:t>
      </w:r>
      <w:r w:rsidR="00B11046">
        <w:tab/>
        <w:t xml:space="preserve">Add </w:t>
      </w:r>
      <w:proofErr w:type="gramStart"/>
      <w:r w:rsidR="00B11046">
        <w:t>tables</w:t>
      </w:r>
      <w:proofErr w:type="gramEnd"/>
      <w:r w:rsidR="00B11046">
        <w:t xml:space="preserve"> </w:t>
      </w:r>
      <w:proofErr w:type="spellStart"/>
      <w:r w:rsidR="00B11046" w:rsidRPr="00E556C8">
        <w:t>hazardinfoversion_has_geospatialinfo</w:t>
      </w:r>
      <w:proofErr w:type="spellEnd"/>
      <w:r w:rsidR="00B11046">
        <w:t xml:space="preserve"> and </w:t>
      </w:r>
      <w:proofErr w:type="spellStart"/>
      <w:r w:rsidR="00B11046" w:rsidRPr="00E556C8">
        <w:t>hazardinfoversion</w:t>
      </w:r>
      <w:proofErr w:type="spellEnd"/>
      <w:r w:rsidR="00B11046">
        <w:t xml:space="preserve"> to </w:t>
      </w:r>
      <w:proofErr w:type="spellStart"/>
      <w:r w:rsidR="00B11046" w:rsidRPr="00785AFB">
        <w:rPr>
          <w:i/>
        </w:rPr>
        <w:t>DistBear</w:t>
      </w:r>
      <w:proofErr w:type="spellEnd"/>
      <w:r w:rsidR="00B11046" w:rsidRPr="00785AFB">
        <w:rPr>
          <w:i/>
        </w:rPr>
        <w:t xml:space="preserve"> Check user_entered2</w:t>
      </w:r>
    </w:p>
    <w:p w:rsidR="00B11046" w:rsidRDefault="00B11046" w:rsidP="00B11046">
      <w:pPr>
        <w:ind w:left="708"/>
      </w:pPr>
      <w:r>
        <w:lastRenderedPageBreak/>
        <w:t xml:space="preserve">Update WHERE clause in </w:t>
      </w:r>
      <w:proofErr w:type="spellStart"/>
      <w:r w:rsidRPr="00E556C8">
        <w:rPr>
          <w:i/>
        </w:rPr>
        <w:t>DistBear</w:t>
      </w:r>
      <w:proofErr w:type="spellEnd"/>
      <w:r w:rsidRPr="00E556C8">
        <w:rPr>
          <w:i/>
        </w:rPr>
        <w:t xml:space="preserve"> Check user_entered2 </w:t>
      </w:r>
      <w:proofErr w:type="spellStart"/>
      <w:r w:rsidRPr="00E556C8">
        <w:rPr>
          <w:i/>
        </w:rPr>
        <w:t>Haz</w:t>
      </w:r>
      <w:proofErr w:type="spellEnd"/>
      <w:r>
        <w:t xml:space="preserve"> and verify that it only one point that does not have </w:t>
      </w:r>
      <w:proofErr w:type="spellStart"/>
      <w:r w:rsidRPr="00E556C8">
        <w:rPr>
          <w:b/>
        </w:rPr>
        <w:t>frompoint_guid</w:t>
      </w:r>
      <w:proofErr w:type="spellEnd"/>
    </w:p>
    <w:p w:rsidR="00B11046" w:rsidRDefault="00B11046" w:rsidP="00B11046"/>
    <w:p w:rsidR="0015343A" w:rsidRDefault="0015343A" w:rsidP="0015343A">
      <w:pPr>
        <w:ind w:left="708"/>
      </w:pPr>
      <w:r>
        <w:rPr>
          <w:noProof/>
          <w:lang w:eastAsia="en-GB"/>
        </w:rPr>
        <w:drawing>
          <wp:inline distT="0" distB="0" distL="0" distR="0" wp14:anchorId="1048DC84" wp14:editId="564079EF">
            <wp:extent cx="5731510" cy="1373505"/>
            <wp:effectExtent l="0" t="0" r="254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731510" cy="1373505"/>
                    </a:xfrm>
                    <a:prstGeom prst="rect">
                      <a:avLst/>
                    </a:prstGeom>
                  </pic:spPr>
                </pic:pic>
              </a:graphicData>
            </a:graphic>
          </wp:inline>
        </w:drawing>
      </w:r>
    </w:p>
    <w:p w:rsidR="0015343A" w:rsidRDefault="0015343A" w:rsidP="0015343A">
      <w:pPr>
        <w:ind w:left="708"/>
      </w:pPr>
    </w:p>
    <w:p w:rsidR="0015343A" w:rsidRDefault="0015343A" w:rsidP="0015343A">
      <w:pPr>
        <w:ind w:left="708"/>
      </w:pPr>
      <w:proofErr w:type="gramStart"/>
      <w:r w:rsidRPr="0015343A">
        <w:rPr>
          <w:b/>
        </w:rPr>
        <w:t>Reason 1:</w:t>
      </w:r>
      <w:r>
        <w:t xml:space="preserve"> The reason why this point gives errors is that point 146 is missing.</w:t>
      </w:r>
      <w:proofErr w:type="gramEnd"/>
    </w:p>
    <w:p w:rsidR="0015343A" w:rsidRDefault="0015343A" w:rsidP="0015343A">
      <w:pPr>
        <w:ind w:left="708"/>
      </w:pPr>
    </w:p>
    <w:p w:rsidR="0015343A" w:rsidRDefault="0015343A" w:rsidP="0015343A"/>
    <w:p w:rsidR="0015343A" w:rsidRPr="0015343A" w:rsidRDefault="0015343A" w:rsidP="00B11046">
      <w:pPr>
        <w:rPr>
          <w:b/>
        </w:rPr>
      </w:pPr>
      <w:r w:rsidRPr="0015343A">
        <w:rPr>
          <w:b/>
        </w:rPr>
        <w:t>Reason2</w:t>
      </w:r>
    </w:p>
    <w:p w:rsidR="0015343A" w:rsidRDefault="001C49B0" w:rsidP="00B11046">
      <w:r>
        <w:t xml:space="preserve">The </w:t>
      </w:r>
      <w:r w:rsidR="0015343A">
        <w:t xml:space="preserve">other 3 records belonged to a Land with </w:t>
      </w:r>
      <w:r>
        <w:t>a small polygon where the link to the single-point had been destroyed by Action Replace</w:t>
      </w:r>
      <w:r w:rsidR="0015343A">
        <w:t xml:space="preserve"> but there were more than one single-point to choose from</w:t>
      </w:r>
      <w:r>
        <w:t xml:space="preserve">. </w:t>
      </w:r>
      <w:r w:rsidR="0015343A">
        <w:t xml:space="preserve">Here I found it more difficult to figure out which one I should link to so </w:t>
      </w:r>
      <w:r>
        <w:t>I d</w:t>
      </w:r>
      <w:r w:rsidR="0015343A">
        <w:t xml:space="preserve">eleted Distance, Bearing, </w:t>
      </w:r>
      <w:proofErr w:type="spellStart"/>
      <w:r w:rsidR="0015343A">
        <w:t>FromPointGUID</w:t>
      </w:r>
      <w:proofErr w:type="spellEnd"/>
      <w:r w:rsidR="0015343A">
        <w:t xml:space="preserve"> and set </w:t>
      </w:r>
      <w:proofErr w:type="spellStart"/>
      <w:r w:rsidR="0015343A">
        <w:t>user_entered_coord</w:t>
      </w:r>
      <w:proofErr w:type="spellEnd"/>
      <w:r w:rsidR="0015343A">
        <w:t xml:space="preserve"> with </w:t>
      </w:r>
      <w:r w:rsidR="0015343A" w:rsidRPr="0015343A">
        <w:rPr>
          <w:b/>
        </w:rPr>
        <w:t xml:space="preserve">Update Set </w:t>
      </w:r>
      <w:proofErr w:type="spellStart"/>
      <w:r w:rsidR="0015343A" w:rsidRPr="0015343A">
        <w:rPr>
          <w:b/>
        </w:rPr>
        <w:t>DistBearFromGUID</w:t>
      </w:r>
      <w:proofErr w:type="spellEnd"/>
      <w:r w:rsidR="0015343A" w:rsidRPr="0015343A">
        <w:rPr>
          <w:b/>
        </w:rPr>
        <w:t xml:space="preserve"> NULL </w:t>
      </w:r>
      <w:proofErr w:type="spellStart"/>
      <w:r w:rsidR="0015343A" w:rsidRPr="0015343A">
        <w:rPr>
          <w:b/>
        </w:rPr>
        <w:t>UserCoord</w:t>
      </w:r>
      <w:proofErr w:type="spellEnd"/>
      <w:r w:rsidR="0015343A">
        <w:t>.</w:t>
      </w:r>
    </w:p>
    <w:p w:rsidR="00B11046" w:rsidRPr="0000087E" w:rsidRDefault="00B11046" w:rsidP="00B11046"/>
    <w:p w:rsidR="00E62270" w:rsidRPr="009C5102" w:rsidRDefault="009329F2" w:rsidP="009329F2">
      <w:pPr>
        <w:pStyle w:val="Heading1"/>
      </w:pPr>
      <w:r w:rsidRPr="009C5102">
        <w:t xml:space="preserve">Case 4 </w:t>
      </w:r>
      <w:r w:rsidR="00E62270" w:rsidRPr="009C5102">
        <w:t>Other odd cases</w:t>
      </w:r>
    </w:p>
    <w:p w:rsidR="00B11046" w:rsidRPr="009C5102" w:rsidRDefault="00E62270" w:rsidP="00E62270">
      <w:pPr>
        <w:pStyle w:val="Heading2"/>
      </w:pPr>
      <w:r w:rsidRPr="009C5102">
        <w:t xml:space="preserve">Zero in distance </w:t>
      </w:r>
    </w:p>
    <w:p w:rsidR="00E62270" w:rsidRDefault="00E62270" w:rsidP="009329F2">
      <w:r>
        <w:t>Zero in Distance could create calculation issues.</w:t>
      </w:r>
    </w:p>
    <w:p w:rsidR="00E62270" w:rsidRDefault="00E62270" w:rsidP="009329F2"/>
    <w:p w:rsidR="009329F2" w:rsidRDefault="009329F2" w:rsidP="009329F2">
      <w:r>
        <w:t>I</w:t>
      </w:r>
      <w:r w:rsidR="00E62270">
        <w:t xml:space="preserve"> have found both in </w:t>
      </w:r>
      <w:r>
        <w:t>W</w:t>
      </w:r>
      <w:r w:rsidR="00E62270">
        <w:t xml:space="preserve">estern </w:t>
      </w:r>
      <w:r>
        <w:t>S</w:t>
      </w:r>
      <w:r w:rsidR="00E62270">
        <w:t>ahara and Sri Lanka where</w:t>
      </w:r>
      <w:r>
        <w:t xml:space="preserve"> B</w:t>
      </w:r>
      <w:r w:rsidR="00E62270">
        <w:t xml:space="preserve">enchmarks </w:t>
      </w:r>
      <w:r>
        <w:t>had dist</w:t>
      </w:r>
      <w:r w:rsidR="00E62270">
        <w:t xml:space="preserve">ance </w:t>
      </w:r>
      <w:r>
        <w:t>=</w:t>
      </w:r>
      <w:r w:rsidR="00E62270">
        <w:t xml:space="preserve"> </w:t>
      </w:r>
      <w:r>
        <w:t>0 and bear</w:t>
      </w:r>
      <w:r w:rsidR="00E62270">
        <w:t xml:space="preserve">ing </w:t>
      </w:r>
      <w:r>
        <w:t>= 0 which I set to NULL</w:t>
      </w:r>
      <w:r w:rsidR="00E62270">
        <w:t>.</w:t>
      </w:r>
    </w:p>
    <w:p w:rsidR="00E62270" w:rsidRDefault="00E62270" w:rsidP="009329F2"/>
    <w:p w:rsidR="00E62270" w:rsidRDefault="00E62270" w:rsidP="009329F2">
      <w:r>
        <w:t>1</w:t>
      </w:r>
      <w:r>
        <w:tab/>
        <w:t xml:space="preserve">Run </w:t>
      </w:r>
      <w:proofErr w:type="spellStart"/>
      <w:r w:rsidRPr="00E62270">
        <w:rPr>
          <w:i/>
        </w:rPr>
        <w:t>DistBear</w:t>
      </w:r>
      <w:proofErr w:type="spellEnd"/>
      <w:r w:rsidRPr="00E62270">
        <w:rPr>
          <w:i/>
        </w:rPr>
        <w:t xml:space="preserve"> Check </w:t>
      </w:r>
      <w:proofErr w:type="spellStart"/>
      <w:r w:rsidRPr="00E62270">
        <w:rPr>
          <w:i/>
        </w:rPr>
        <w:t>dist</w:t>
      </w:r>
      <w:proofErr w:type="spellEnd"/>
      <w:r w:rsidRPr="00E62270">
        <w:rPr>
          <w:i/>
        </w:rPr>
        <w:t xml:space="preserve"> 0</w:t>
      </w:r>
    </w:p>
    <w:p w:rsidR="00E62270" w:rsidRDefault="00E62270" w:rsidP="009329F2"/>
    <w:p w:rsidR="009329F2" w:rsidRPr="007343D2" w:rsidRDefault="00E62270" w:rsidP="009329F2">
      <w:pPr>
        <w:rPr>
          <w:i/>
        </w:rPr>
      </w:pPr>
      <w:r>
        <w:t>2</w:t>
      </w:r>
      <w:r w:rsidR="009329F2">
        <w:tab/>
      </w:r>
      <w:r w:rsidR="009C5102">
        <w:t xml:space="preserve">Run </w:t>
      </w:r>
      <w:r w:rsidR="009C5102" w:rsidRPr="009C5102">
        <w:rPr>
          <w:b/>
          <w:i/>
        </w:rPr>
        <w:t xml:space="preserve">Update Set </w:t>
      </w:r>
      <w:proofErr w:type="spellStart"/>
      <w:r w:rsidR="009C5102" w:rsidRPr="009C5102">
        <w:rPr>
          <w:b/>
          <w:i/>
        </w:rPr>
        <w:t>DistBear</w:t>
      </w:r>
      <w:proofErr w:type="spellEnd"/>
      <w:r w:rsidR="009C5102" w:rsidRPr="009C5102">
        <w:rPr>
          <w:b/>
          <w:i/>
        </w:rPr>
        <w:t xml:space="preserve"> NULL2</w:t>
      </w:r>
    </w:p>
    <w:p w:rsidR="009329F2" w:rsidRDefault="009329F2" w:rsidP="009329F2"/>
    <w:p w:rsidR="00E62270" w:rsidRDefault="00E62270" w:rsidP="00E62270">
      <w:pPr>
        <w:pStyle w:val="Heading2"/>
      </w:pPr>
      <w:r>
        <w:t>Length of FromPointGUID is 0</w:t>
      </w:r>
    </w:p>
    <w:p w:rsidR="00E62270" w:rsidRPr="009C5102" w:rsidRDefault="009C5102" w:rsidP="00E62270">
      <w:pPr>
        <w:rPr>
          <w:szCs w:val="22"/>
          <w:lang w:eastAsia="en-GB"/>
        </w:rPr>
      </w:pPr>
      <w:r w:rsidRPr="009C5102">
        <w:rPr>
          <w:szCs w:val="22"/>
          <w:lang w:eastAsia="en-GB"/>
        </w:rPr>
        <w:t xml:space="preserve">The above records in Sri Lanka also had this problem. They </w:t>
      </w:r>
      <w:r w:rsidR="004E0BF8">
        <w:rPr>
          <w:szCs w:val="22"/>
          <w:lang w:eastAsia="en-GB"/>
        </w:rPr>
        <w:t xml:space="preserve">had user </w:t>
      </w:r>
      <w:r w:rsidR="004E0BF8" w:rsidRPr="004E0BF8">
        <w:rPr>
          <w:b/>
          <w:szCs w:val="22"/>
          <w:lang w:eastAsia="en-GB"/>
        </w:rPr>
        <w:t>I</w:t>
      </w:r>
      <w:r w:rsidRPr="004E0BF8">
        <w:rPr>
          <w:b/>
          <w:szCs w:val="22"/>
          <w:lang w:eastAsia="en-GB"/>
        </w:rPr>
        <w:t>mport</w:t>
      </w:r>
      <w:r w:rsidRPr="009C5102">
        <w:rPr>
          <w:szCs w:val="22"/>
          <w:lang w:eastAsia="en-GB"/>
        </w:rPr>
        <w:t xml:space="preserve"> and actually most likely orphans.</w:t>
      </w:r>
    </w:p>
    <w:p w:rsidR="009C5102" w:rsidRDefault="009C5102" w:rsidP="00E62270">
      <w:pPr>
        <w:rPr>
          <w:sz w:val="20"/>
          <w:szCs w:val="20"/>
          <w:lang w:eastAsia="en-GB"/>
        </w:rPr>
      </w:pPr>
    </w:p>
    <w:p w:rsidR="009C5102" w:rsidRDefault="009C5102" w:rsidP="00E62270">
      <w:pPr>
        <w:rPr>
          <w:i/>
        </w:rPr>
      </w:pPr>
      <w:r>
        <w:t>1</w:t>
      </w:r>
      <w:r>
        <w:tab/>
        <w:t xml:space="preserve">Run </w:t>
      </w:r>
      <w:proofErr w:type="spellStart"/>
      <w:r w:rsidRPr="009C5102">
        <w:rPr>
          <w:i/>
        </w:rPr>
        <w:t>DistBear</w:t>
      </w:r>
      <w:proofErr w:type="spellEnd"/>
      <w:r w:rsidRPr="009C5102">
        <w:rPr>
          <w:i/>
        </w:rPr>
        <w:t xml:space="preserve"> Check length </w:t>
      </w:r>
      <w:proofErr w:type="spellStart"/>
      <w:r w:rsidRPr="009C5102">
        <w:rPr>
          <w:i/>
        </w:rPr>
        <w:t>FromPointGUID</w:t>
      </w:r>
      <w:proofErr w:type="spellEnd"/>
    </w:p>
    <w:p w:rsidR="009C5102" w:rsidRPr="009C5102" w:rsidRDefault="009C5102" w:rsidP="00E62270">
      <w:pPr>
        <w:rPr>
          <w:i/>
          <w:szCs w:val="22"/>
        </w:rPr>
      </w:pPr>
    </w:p>
    <w:p w:rsidR="009C5102" w:rsidRPr="009C5102" w:rsidRDefault="009C5102" w:rsidP="00E62270">
      <w:pPr>
        <w:rPr>
          <w:b/>
          <w:szCs w:val="22"/>
        </w:rPr>
      </w:pPr>
      <w:r w:rsidRPr="009C5102">
        <w:rPr>
          <w:szCs w:val="22"/>
        </w:rPr>
        <w:t>2</w:t>
      </w:r>
      <w:r w:rsidRPr="009C5102">
        <w:rPr>
          <w:szCs w:val="22"/>
        </w:rPr>
        <w:tab/>
      </w:r>
      <w:r>
        <w:rPr>
          <w:szCs w:val="22"/>
        </w:rPr>
        <w:t xml:space="preserve">Run </w:t>
      </w:r>
      <w:r w:rsidRPr="009C5102">
        <w:rPr>
          <w:b/>
          <w:szCs w:val="22"/>
        </w:rPr>
        <w:t xml:space="preserve">Update Set </w:t>
      </w:r>
      <w:proofErr w:type="spellStart"/>
      <w:r w:rsidRPr="009C5102">
        <w:rPr>
          <w:b/>
          <w:szCs w:val="22"/>
        </w:rPr>
        <w:t>FromGUID</w:t>
      </w:r>
      <w:proofErr w:type="spellEnd"/>
      <w:r w:rsidRPr="009C5102">
        <w:rPr>
          <w:b/>
          <w:szCs w:val="22"/>
        </w:rPr>
        <w:t xml:space="preserve"> NULL</w:t>
      </w:r>
    </w:p>
    <w:p w:rsidR="009C5102" w:rsidRPr="009C5102" w:rsidRDefault="009C5102" w:rsidP="00E62270">
      <w:pPr>
        <w:rPr>
          <w:szCs w:val="22"/>
          <w:lang w:eastAsia="en-GB"/>
        </w:rPr>
      </w:pPr>
    </w:p>
    <w:p w:rsidR="00E62270" w:rsidRDefault="004E0BF8" w:rsidP="00E62270">
      <w:pPr>
        <w:pStyle w:val="Heading2"/>
      </w:pPr>
      <w:r>
        <w:rPr>
          <w:highlight w:val="magenta"/>
        </w:rPr>
        <w:t>O</w:t>
      </w:r>
      <w:r w:rsidR="00E62270" w:rsidRPr="009329F2">
        <w:rPr>
          <w:highlight w:val="magenta"/>
        </w:rPr>
        <w:t>ne of Distance / Bearing</w:t>
      </w:r>
      <w:r w:rsidR="00E62270">
        <w:t xml:space="preserve"> is null</w:t>
      </w:r>
    </w:p>
    <w:p w:rsidR="009329F2" w:rsidRDefault="009329F2" w:rsidP="009329F2">
      <w:r>
        <w:t>Need to tr</w:t>
      </w:r>
      <w:r w:rsidR="004E0BF8">
        <w:t>iple-check that all actually ha</w:t>
      </w:r>
      <w:r w:rsidR="001E7E88">
        <w:t>s</w:t>
      </w:r>
      <w:r>
        <w:t xml:space="preserve"> value</w:t>
      </w:r>
      <w:r w:rsidR="004E0BF8">
        <w:t>s</w:t>
      </w:r>
      <w:r>
        <w:t xml:space="preserve"> i</w:t>
      </w:r>
      <w:r w:rsidR="001E7E88">
        <w:t xml:space="preserve">n distance and bearing. In the </w:t>
      </w:r>
      <w:r>
        <w:t>infamous record in WS one turning point did not have any value for Distance.</w:t>
      </w:r>
    </w:p>
    <w:p w:rsidR="001E7E88" w:rsidRDefault="001E7E88" w:rsidP="009329F2"/>
    <w:p w:rsidR="001E7E88" w:rsidRPr="001E7E88" w:rsidRDefault="001E7E88" w:rsidP="009329F2">
      <w:pPr>
        <w:rPr>
          <w:b/>
        </w:rPr>
      </w:pPr>
      <w:r>
        <w:tab/>
        <w:t xml:space="preserve">Run </w:t>
      </w:r>
      <w:proofErr w:type="spellStart"/>
      <w:r w:rsidRPr="004E0BF8">
        <w:rPr>
          <w:i/>
        </w:rPr>
        <w:t>DistBear</w:t>
      </w:r>
      <w:proofErr w:type="spellEnd"/>
      <w:r w:rsidRPr="004E0BF8">
        <w:rPr>
          <w:i/>
        </w:rPr>
        <w:t xml:space="preserve"> Check bear </w:t>
      </w:r>
      <w:proofErr w:type="spellStart"/>
      <w:r w:rsidRPr="004E0BF8">
        <w:rPr>
          <w:i/>
        </w:rPr>
        <w:t>dist</w:t>
      </w:r>
      <w:proofErr w:type="spellEnd"/>
      <w:r w:rsidRPr="004E0BF8">
        <w:rPr>
          <w:i/>
        </w:rPr>
        <w:t xml:space="preserve"> NULL</w:t>
      </w:r>
    </w:p>
    <w:p w:rsidR="009329F2" w:rsidRDefault="009329F2">
      <w:pPr>
        <w:rPr>
          <w:sz w:val="20"/>
          <w:szCs w:val="20"/>
          <w:lang w:eastAsia="en-GB"/>
        </w:rPr>
      </w:pPr>
    </w:p>
    <w:p w:rsidR="00307A90" w:rsidRDefault="00307A90" w:rsidP="00307A90">
      <w:pPr>
        <w:pStyle w:val="Heading1"/>
      </w:pPr>
      <w:r>
        <w:lastRenderedPageBreak/>
        <w:t>Final step</w:t>
      </w:r>
    </w:p>
    <w:p w:rsidR="00307A90" w:rsidRDefault="00307A90">
      <w:pPr>
        <w:rPr>
          <w:sz w:val="20"/>
          <w:szCs w:val="20"/>
          <w:lang w:eastAsia="en-GB"/>
        </w:rPr>
      </w:pPr>
      <w:r>
        <w:rPr>
          <w:noProof/>
          <w:sz w:val="20"/>
          <w:szCs w:val="20"/>
          <w:lang w:eastAsia="en-GB"/>
        </w:rPr>
        <w:drawing>
          <wp:inline distT="0" distB="0" distL="0" distR="0">
            <wp:extent cx="2285714" cy="2095238"/>
            <wp:effectExtent l="0" t="0" r="635" b="63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2285714" cy="2095238"/>
                    </a:xfrm>
                    <a:prstGeom prst="rect">
                      <a:avLst/>
                    </a:prstGeom>
                  </pic:spPr>
                </pic:pic>
              </a:graphicData>
            </a:graphic>
          </wp:inline>
        </w:drawing>
      </w:r>
    </w:p>
    <w:p w:rsidR="00307A90" w:rsidRPr="00307A90" w:rsidRDefault="00307A90">
      <w:pPr>
        <w:rPr>
          <w:szCs w:val="22"/>
          <w:lang w:eastAsia="en-GB"/>
        </w:rPr>
      </w:pPr>
    </w:p>
    <w:p w:rsidR="00307A90" w:rsidRPr="00307A90" w:rsidRDefault="00307A90">
      <w:pPr>
        <w:rPr>
          <w:szCs w:val="22"/>
          <w:lang w:eastAsia="en-GB"/>
        </w:rPr>
      </w:pPr>
      <w:r w:rsidRPr="00307A90">
        <w:rPr>
          <w:szCs w:val="22"/>
          <w:lang w:eastAsia="en-GB"/>
        </w:rPr>
        <w:t>Run all check queries again in order to triple-check that any corrections have been missed.</w:t>
      </w:r>
    </w:p>
    <w:p w:rsidR="00307A90" w:rsidRDefault="00307A90" w:rsidP="00307A90">
      <w:pPr>
        <w:rPr>
          <w:szCs w:val="22"/>
          <w:lang w:eastAsia="en-GB"/>
        </w:rPr>
      </w:pPr>
    </w:p>
    <w:p w:rsidR="00376FEE" w:rsidRDefault="00307A90" w:rsidP="00307A90">
      <w:pPr>
        <w:rPr>
          <w:szCs w:val="22"/>
          <w:lang w:eastAsia="en-GB"/>
        </w:rPr>
      </w:pPr>
      <w:r w:rsidRPr="00307A90">
        <w:rPr>
          <w:szCs w:val="22"/>
          <w:lang w:eastAsia="en-GB"/>
        </w:rPr>
        <w:t>In Sri Lanka I found 12 polygon Start points that had Distance and Bearing</w:t>
      </w:r>
      <w:r w:rsidR="00376FEE">
        <w:rPr>
          <w:szCs w:val="22"/>
          <w:lang w:eastAsia="en-GB"/>
        </w:rPr>
        <w:t xml:space="preserve"> with </w:t>
      </w:r>
      <w:proofErr w:type="spellStart"/>
      <w:r w:rsidR="00376FEE" w:rsidRPr="00376FEE">
        <w:rPr>
          <w:i/>
          <w:szCs w:val="22"/>
          <w:lang w:eastAsia="en-GB"/>
        </w:rPr>
        <w:t>DistBear</w:t>
      </w:r>
      <w:proofErr w:type="spellEnd"/>
      <w:r w:rsidR="00376FEE" w:rsidRPr="00376FEE">
        <w:rPr>
          <w:i/>
          <w:szCs w:val="22"/>
          <w:lang w:eastAsia="en-GB"/>
        </w:rPr>
        <w:t xml:space="preserve"> Missing </w:t>
      </w:r>
      <w:proofErr w:type="spellStart"/>
      <w:r w:rsidR="00376FEE" w:rsidRPr="00376FEE">
        <w:rPr>
          <w:i/>
          <w:szCs w:val="22"/>
          <w:lang w:eastAsia="en-GB"/>
        </w:rPr>
        <w:t>FromPoint</w:t>
      </w:r>
      <w:proofErr w:type="spellEnd"/>
      <w:r w:rsidR="00376FEE" w:rsidRPr="00376FEE">
        <w:rPr>
          <w:i/>
          <w:szCs w:val="22"/>
          <w:lang w:eastAsia="en-GB"/>
        </w:rPr>
        <w:t xml:space="preserve"> Point1</w:t>
      </w:r>
    </w:p>
    <w:p w:rsidR="00376FEE" w:rsidRPr="00376FEE" w:rsidRDefault="00376FEE" w:rsidP="00307A90">
      <w:pPr>
        <w:rPr>
          <w:szCs w:val="22"/>
          <w:lang w:eastAsia="en-GB"/>
        </w:rPr>
      </w:pPr>
    </w:p>
    <w:p w:rsidR="00307A90" w:rsidRPr="00376FEE" w:rsidRDefault="00307A90" w:rsidP="00307A90">
      <w:pPr>
        <w:rPr>
          <w:szCs w:val="22"/>
          <w:lang w:eastAsia="en-GB"/>
        </w:rPr>
      </w:pPr>
      <w:r w:rsidRPr="00376FEE">
        <w:rPr>
          <w:szCs w:val="22"/>
          <w:lang w:eastAsia="en-GB"/>
        </w:rPr>
        <w:t xml:space="preserve">They had lost their link to the single-point due to updates of </w:t>
      </w:r>
      <w:r w:rsidR="00376FEE" w:rsidRPr="00376FEE">
        <w:rPr>
          <w:szCs w:val="22"/>
          <w:lang w:eastAsia="en-GB"/>
        </w:rPr>
        <w:t>items.</w:t>
      </w:r>
    </w:p>
    <w:p w:rsidR="00376FEE" w:rsidRPr="00376FEE" w:rsidRDefault="00376FEE" w:rsidP="00307A90">
      <w:pPr>
        <w:rPr>
          <w:szCs w:val="22"/>
          <w:lang w:eastAsia="en-GB"/>
        </w:rPr>
      </w:pPr>
    </w:p>
    <w:p w:rsidR="00376FEE" w:rsidRDefault="00376FEE" w:rsidP="00376FEE">
      <w:pPr>
        <w:ind w:firstLine="708"/>
        <w:rPr>
          <w:b/>
          <w:i/>
          <w:szCs w:val="22"/>
          <w:lang w:eastAsia="en-GB"/>
        </w:rPr>
      </w:pPr>
      <w:r w:rsidRPr="00376FEE">
        <w:rPr>
          <w:szCs w:val="22"/>
          <w:lang w:eastAsia="en-GB"/>
        </w:rPr>
        <w:t xml:space="preserve">Run </w:t>
      </w:r>
      <w:r w:rsidRPr="00376FEE">
        <w:rPr>
          <w:b/>
          <w:i/>
          <w:szCs w:val="22"/>
          <w:lang w:eastAsia="en-GB"/>
        </w:rPr>
        <w:t xml:space="preserve">Update Set </w:t>
      </w:r>
      <w:proofErr w:type="spellStart"/>
      <w:r w:rsidRPr="00376FEE">
        <w:rPr>
          <w:b/>
          <w:i/>
          <w:szCs w:val="22"/>
          <w:lang w:eastAsia="en-GB"/>
        </w:rPr>
        <w:t>DistBear</w:t>
      </w:r>
      <w:proofErr w:type="spellEnd"/>
      <w:r w:rsidRPr="00376FEE">
        <w:rPr>
          <w:b/>
          <w:i/>
          <w:szCs w:val="22"/>
          <w:lang w:eastAsia="en-GB"/>
        </w:rPr>
        <w:t xml:space="preserve"> NULL3 </w:t>
      </w:r>
      <w:r w:rsidRPr="00376FEE">
        <w:rPr>
          <w:szCs w:val="22"/>
          <w:lang w:eastAsia="en-GB"/>
        </w:rPr>
        <w:t>if you found similar records</w:t>
      </w:r>
      <w:r w:rsidRPr="00376FEE">
        <w:rPr>
          <w:b/>
          <w:i/>
          <w:szCs w:val="22"/>
          <w:lang w:eastAsia="en-GB"/>
        </w:rPr>
        <w:t>.</w:t>
      </w:r>
    </w:p>
    <w:p w:rsidR="008B7718" w:rsidRPr="008B7718" w:rsidRDefault="008B7718" w:rsidP="00376FEE">
      <w:pPr>
        <w:ind w:firstLine="708"/>
        <w:rPr>
          <w:szCs w:val="22"/>
          <w:lang w:eastAsia="en-GB"/>
        </w:rPr>
      </w:pPr>
    </w:p>
    <w:p w:rsidR="008B7718" w:rsidRPr="008B7718" w:rsidRDefault="008B7718" w:rsidP="00376FEE">
      <w:pPr>
        <w:ind w:firstLine="708"/>
        <w:rPr>
          <w:szCs w:val="22"/>
          <w:lang w:eastAsia="en-GB"/>
        </w:rPr>
      </w:pPr>
    </w:p>
    <w:p w:rsidR="008B7718" w:rsidRPr="008B7718" w:rsidRDefault="008B7718" w:rsidP="008B7718">
      <w:pPr>
        <w:rPr>
          <w:szCs w:val="22"/>
          <w:lang w:eastAsia="en-GB"/>
        </w:rPr>
      </w:pPr>
    </w:p>
    <w:p w:rsidR="008B7718" w:rsidRDefault="008B7718" w:rsidP="008B7718">
      <w:pPr>
        <w:pStyle w:val="Heading2"/>
      </w:pPr>
      <w:r>
        <w:t>wiki</w:t>
      </w:r>
    </w:p>
    <w:p w:rsidR="008B7718" w:rsidRDefault="008B7718" w:rsidP="008B7718">
      <w:pPr>
        <w:rPr>
          <w:szCs w:val="22"/>
          <w:lang w:eastAsia="en-GB"/>
        </w:rPr>
      </w:pPr>
      <w:r>
        <w:rPr>
          <w:szCs w:val="22"/>
          <w:lang w:eastAsia="en-GB"/>
        </w:rPr>
        <w:t xml:space="preserve">I have started updating the existing page </w:t>
      </w:r>
      <w:r w:rsidRPr="008B7718">
        <w:rPr>
          <w:szCs w:val="22"/>
          <w:lang w:eastAsia="en-GB"/>
        </w:rPr>
        <w:t>http://mwiki.gichd.org/IM/Check_coordinates_distance_and_bearing</w:t>
      </w:r>
    </w:p>
    <w:p w:rsidR="008B7718" w:rsidRDefault="008B7718" w:rsidP="008B7718">
      <w:pPr>
        <w:rPr>
          <w:szCs w:val="22"/>
          <w:lang w:eastAsia="en-GB"/>
        </w:rPr>
      </w:pPr>
      <w:proofErr w:type="gramStart"/>
      <w:r>
        <w:rPr>
          <w:szCs w:val="22"/>
          <w:lang w:eastAsia="en-GB"/>
        </w:rPr>
        <w:t>but</w:t>
      </w:r>
      <w:proofErr w:type="gramEnd"/>
      <w:r>
        <w:rPr>
          <w:szCs w:val="22"/>
          <w:lang w:eastAsia="en-GB"/>
        </w:rPr>
        <w:t xml:space="preserve"> to put all queries there would be quite long and or many pages.</w:t>
      </w:r>
    </w:p>
    <w:p w:rsidR="008B7718" w:rsidRDefault="008B7718" w:rsidP="008B7718">
      <w:pPr>
        <w:rPr>
          <w:szCs w:val="22"/>
          <w:lang w:eastAsia="en-GB"/>
        </w:rPr>
      </w:pPr>
    </w:p>
    <w:p w:rsidR="008B7718" w:rsidRDefault="008B7718" w:rsidP="008B7718">
      <w:pPr>
        <w:rPr>
          <w:szCs w:val="22"/>
          <w:lang w:eastAsia="en-GB"/>
        </w:rPr>
      </w:pPr>
      <w:r>
        <w:rPr>
          <w:szCs w:val="22"/>
          <w:lang w:eastAsia="en-GB"/>
        </w:rPr>
        <w:t xml:space="preserve">I suggest </w:t>
      </w:r>
      <w:proofErr w:type="gramStart"/>
      <w:r>
        <w:rPr>
          <w:szCs w:val="22"/>
          <w:lang w:eastAsia="en-GB"/>
        </w:rPr>
        <w:t>to have the Case descriptions on the wiki and then share</w:t>
      </w:r>
      <w:proofErr w:type="gramEnd"/>
      <w:r>
        <w:rPr>
          <w:szCs w:val="22"/>
          <w:lang w:eastAsia="en-GB"/>
        </w:rPr>
        <w:t xml:space="preserve"> the queries.</w:t>
      </w:r>
    </w:p>
    <w:p w:rsidR="008B7718" w:rsidRDefault="008B7718" w:rsidP="008B7718">
      <w:pPr>
        <w:rPr>
          <w:szCs w:val="22"/>
          <w:lang w:eastAsia="en-GB"/>
        </w:rPr>
      </w:pPr>
    </w:p>
    <w:p w:rsidR="008B7718" w:rsidRPr="008B7718" w:rsidRDefault="008B7718" w:rsidP="008B7718">
      <w:pPr>
        <w:rPr>
          <w:szCs w:val="22"/>
          <w:lang w:eastAsia="en-GB"/>
        </w:rPr>
      </w:pPr>
      <w:r>
        <w:rPr>
          <w:noProof/>
          <w:szCs w:val="22"/>
          <w:lang w:eastAsia="en-GB"/>
        </w:rPr>
        <w:lastRenderedPageBreak/>
        <w:drawing>
          <wp:inline distT="0" distB="0" distL="0" distR="0">
            <wp:extent cx="2619048" cy="608571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2619048" cy="6085715"/>
                    </a:xfrm>
                    <a:prstGeom prst="rect">
                      <a:avLst/>
                    </a:prstGeom>
                  </pic:spPr>
                </pic:pic>
              </a:graphicData>
            </a:graphic>
          </wp:inline>
        </w:drawing>
      </w:r>
    </w:p>
    <w:sectPr w:rsidR="008B7718" w:rsidRPr="008B7718" w:rsidSect="00226826">
      <w:headerReference w:type="default" r:id="rId18"/>
      <w:footerReference w:type="default" r:id="rId19"/>
      <w:footerReference w:type="first" r:id="rId20"/>
      <w:pgSz w:w="11906" w:h="16838" w:code="9"/>
      <w:pgMar w:top="720" w:right="1440" w:bottom="1134" w:left="1440" w:header="680" w:footer="68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469B" w:rsidRDefault="005B469B">
      <w:r>
        <w:separator/>
      </w:r>
    </w:p>
  </w:endnote>
  <w:endnote w:type="continuationSeparator" w:id="0">
    <w:p w:rsidR="005B469B" w:rsidRDefault="005B46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71D" w:rsidRDefault="00F5471D" w:rsidP="007A7FD5">
    <w:pPr>
      <w:tabs>
        <w:tab w:val="right" w:pos="9000"/>
      </w:tabs>
      <w:jc w:val="center"/>
      <w:rPr>
        <w:sz w:val="18"/>
      </w:rPr>
    </w:pPr>
  </w:p>
  <w:p w:rsidR="00F5471D" w:rsidRDefault="00F5471D" w:rsidP="007A7FD5">
    <w:pPr>
      <w:tabs>
        <w:tab w:val="right" w:pos="9000"/>
      </w:tabs>
      <w:jc w:val="center"/>
      <w:rPr>
        <w:sz w:val="18"/>
      </w:rPr>
    </w:pPr>
  </w:p>
  <w:p w:rsidR="00F5471D" w:rsidRPr="00EC4AAB" w:rsidRDefault="00F5471D" w:rsidP="007A7FD5">
    <w:pPr>
      <w:tabs>
        <w:tab w:val="right" w:pos="9000"/>
      </w:tabs>
      <w:jc w:val="center"/>
      <w:rPr>
        <w:rFonts w:ascii="Verdana" w:hAnsi="Verdana" w:cs="Arial"/>
        <w:color w:val="CC0033"/>
        <w:sz w:val="16"/>
      </w:rPr>
    </w:pPr>
    <w:r w:rsidRPr="007A7FD5">
      <w:rPr>
        <w:sz w:val="18"/>
      </w:rPr>
      <w:fldChar w:fldCharType="begin"/>
    </w:r>
    <w:r w:rsidRPr="007A7FD5">
      <w:rPr>
        <w:sz w:val="18"/>
      </w:rPr>
      <w:instrText xml:space="preserve"> STYLEREF  "Heading 1"  \* MERGEFORMAT </w:instrText>
    </w:r>
    <w:r w:rsidRPr="007A7FD5">
      <w:rPr>
        <w:sz w:val="18"/>
      </w:rPr>
      <w:fldChar w:fldCharType="separate"/>
    </w:r>
    <w:r w:rsidR="009328FF" w:rsidRPr="009328FF">
      <w:rPr>
        <w:b/>
        <w:bCs/>
        <w:noProof/>
        <w:sz w:val="18"/>
        <w:lang w:val="en-US"/>
      </w:rPr>
      <w:t>Case1 FromGUID</w:t>
    </w:r>
    <w:r w:rsidR="009328FF">
      <w:rPr>
        <w:noProof/>
        <w:sz w:val="18"/>
      </w:rPr>
      <w:t xml:space="preserve"> is NULL but User entered is NOT NULL (migration issue)</w:t>
    </w:r>
    <w:r w:rsidRPr="007A7FD5">
      <w:rPr>
        <w:sz w:val="18"/>
      </w:rPr>
      <w:fldChar w:fldCharType="end"/>
    </w:r>
    <w:r>
      <w:rPr>
        <w:sz w:val="18"/>
      </w:rPr>
      <w:tab/>
    </w:r>
    <w:r>
      <w:rPr>
        <w:color w:val="CC0033"/>
        <w:sz w:val="18"/>
      </w:rPr>
      <w:fldChar w:fldCharType="begin"/>
    </w:r>
    <w:r>
      <w:rPr>
        <w:color w:val="CC0033"/>
        <w:sz w:val="18"/>
      </w:rPr>
      <w:instrText xml:space="preserve"> PAGE   \* MERGEFORMAT </w:instrText>
    </w:r>
    <w:r>
      <w:rPr>
        <w:color w:val="CC0033"/>
        <w:sz w:val="18"/>
      </w:rPr>
      <w:fldChar w:fldCharType="separate"/>
    </w:r>
    <w:r w:rsidR="009328FF">
      <w:rPr>
        <w:noProof/>
        <w:color w:val="CC0033"/>
        <w:sz w:val="18"/>
      </w:rPr>
      <w:t>1</w:t>
    </w:r>
    <w:r>
      <w:rPr>
        <w:color w:val="CC0033"/>
        <w:sz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71D" w:rsidRPr="00E4648A" w:rsidRDefault="00F5471D">
    <w:pPr>
      <w:rPr>
        <w:color w:val="CC0033"/>
      </w:rPr>
    </w:pPr>
    <w:r>
      <w:tab/>
    </w:r>
    <w:r>
      <w:tab/>
    </w:r>
    <w:r>
      <w:tab/>
    </w:r>
    <w:r>
      <w:tab/>
    </w:r>
    <w:r>
      <w:tab/>
    </w:r>
    <w:r>
      <w:tab/>
    </w:r>
    <w:r>
      <w:tab/>
    </w:r>
    <w:r>
      <w:tab/>
    </w:r>
    <w:r>
      <w:tab/>
    </w:r>
    <w:r>
      <w:tab/>
    </w:r>
    <w:r>
      <w:tab/>
    </w:r>
    <w:r w:rsidRPr="00E4648A">
      <w:rPr>
        <w:color w:val="CC0033"/>
      </w:rPr>
      <w:fldChar w:fldCharType="begin"/>
    </w:r>
    <w:r w:rsidRPr="00E4648A">
      <w:rPr>
        <w:color w:val="CC0033"/>
      </w:rPr>
      <w:instrText xml:space="preserve"> PAGE  \* Arabic  \* MERGEFORMAT </w:instrText>
    </w:r>
    <w:r w:rsidRPr="00E4648A">
      <w:rPr>
        <w:color w:val="CC0033"/>
      </w:rPr>
      <w:fldChar w:fldCharType="separate"/>
    </w:r>
    <w:r>
      <w:rPr>
        <w:noProof/>
        <w:color w:val="CC0033"/>
      </w:rPr>
      <w:t>1</w:t>
    </w:r>
    <w:r w:rsidRPr="00E4648A">
      <w:rPr>
        <w:color w:val="CC0033"/>
      </w:rPr>
      <w:fldChar w:fldCharType="end"/>
    </w:r>
    <w:r w:rsidRPr="00E4648A">
      <w:rPr>
        <w:color w:val="CC0033"/>
      </w:rPr>
      <w:t xml:space="preserve"> | </w:t>
    </w:r>
    <w:r w:rsidRPr="00E4648A">
      <w:rPr>
        <w:color w:val="CC0033"/>
      </w:rPr>
      <w:fldChar w:fldCharType="begin"/>
    </w:r>
    <w:r w:rsidRPr="00E4648A">
      <w:rPr>
        <w:color w:val="CC0033"/>
      </w:rPr>
      <w:instrText xml:space="preserve"> NUMPAGES  \* Arabic  \* MERGEFORMAT </w:instrText>
    </w:r>
    <w:r w:rsidRPr="00E4648A">
      <w:rPr>
        <w:color w:val="CC0033"/>
      </w:rPr>
      <w:fldChar w:fldCharType="separate"/>
    </w:r>
    <w:r w:rsidR="00952A1C">
      <w:rPr>
        <w:noProof/>
        <w:color w:val="CC0033"/>
      </w:rPr>
      <w:t>1</w:t>
    </w:r>
    <w:r w:rsidRPr="00E4648A">
      <w:rPr>
        <w:color w:val="CC0033"/>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469B" w:rsidRDefault="005B469B">
      <w:r>
        <w:separator/>
      </w:r>
    </w:p>
  </w:footnote>
  <w:footnote w:type="continuationSeparator" w:id="0">
    <w:p w:rsidR="005B469B" w:rsidRDefault="005B46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71D" w:rsidRDefault="00F5471D">
    <w:pPr>
      <w:tabs>
        <w:tab w:val="left" w:pos="8623"/>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1F4C2158"/>
    <w:lvl w:ilvl="0">
      <w:start w:val="1"/>
      <w:numFmt w:val="decimal"/>
      <w:lvlText w:val="%1."/>
      <w:lvlJc w:val="left"/>
      <w:pPr>
        <w:tabs>
          <w:tab w:val="num" w:pos="1492"/>
        </w:tabs>
        <w:ind w:left="1492" w:hanging="360"/>
      </w:pPr>
    </w:lvl>
  </w:abstractNum>
  <w:abstractNum w:abstractNumId="1">
    <w:nsid w:val="FFFFFF7D"/>
    <w:multiLevelType w:val="singleLevel"/>
    <w:tmpl w:val="B28649EA"/>
    <w:lvl w:ilvl="0">
      <w:start w:val="1"/>
      <w:numFmt w:val="decimal"/>
      <w:lvlText w:val="%1."/>
      <w:lvlJc w:val="left"/>
      <w:pPr>
        <w:tabs>
          <w:tab w:val="num" w:pos="1209"/>
        </w:tabs>
        <w:ind w:left="1209" w:hanging="360"/>
      </w:pPr>
    </w:lvl>
  </w:abstractNum>
  <w:abstractNum w:abstractNumId="2">
    <w:nsid w:val="FFFFFF7E"/>
    <w:multiLevelType w:val="singleLevel"/>
    <w:tmpl w:val="7C32133C"/>
    <w:lvl w:ilvl="0">
      <w:start w:val="1"/>
      <w:numFmt w:val="decimal"/>
      <w:lvlText w:val="%1."/>
      <w:lvlJc w:val="left"/>
      <w:pPr>
        <w:tabs>
          <w:tab w:val="num" w:pos="926"/>
        </w:tabs>
        <w:ind w:left="926" w:hanging="360"/>
      </w:pPr>
    </w:lvl>
  </w:abstractNum>
  <w:abstractNum w:abstractNumId="3">
    <w:nsid w:val="FFFFFF7F"/>
    <w:multiLevelType w:val="singleLevel"/>
    <w:tmpl w:val="F8B4DDD2"/>
    <w:lvl w:ilvl="0">
      <w:start w:val="1"/>
      <w:numFmt w:val="decimal"/>
      <w:lvlText w:val="%1."/>
      <w:lvlJc w:val="left"/>
      <w:pPr>
        <w:tabs>
          <w:tab w:val="num" w:pos="643"/>
        </w:tabs>
        <w:ind w:left="643" w:hanging="360"/>
      </w:pPr>
    </w:lvl>
  </w:abstractNum>
  <w:abstractNum w:abstractNumId="4">
    <w:nsid w:val="FFFFFF80"/>
    <w:multiLevelType w:val="singleLevel"/>
    <w:tmpl w:val="C238830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8DA2F62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29CA87D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40A6D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04697C6"/>
    <w:lvl w:ilvl="0">
      <w:start w:val="1"/>
      <w:numFmt w:val="decimal"/>
      <w:lvlText w:val="%1."/>
      <w:lvlJc w:val="left"/>
      <w:pPr>
        <w:tabs>
          <w:tab w:val="num" w:pos="360"/>
        </w:tabs>
        <w:ind w:left="360" w:hanging="360"/>
      </w:pPr>
    </w:lvl>
  </w:abstractNum>
  <w:abstractNum w:abstractNumId="9">
    <w:nsid w:val="FFFFFF89"/>
    <w:multiLevelType w:val="singleLevel"/>
    <w:tmpl w:val="42FC4028"/>
    <w:lvl w:ilvl="0">
      <w:start w:val="1"/>
      <w:numFmt w:val="bullet"/>
      <w:lvlText w:val=""/>
      <w:lvlJc w:val="left"/>
      <w:pPr>
        <w:tabs>
          <w:tab w:val="num" w:pos="360"/>
        </w:tabs>
        <w:ind w:left="360" w:hanging="360"/>
      </w:pPr>
      <w:rPr>
        <w:rFonts w:ascii="Symbol" w:hAnsi="Symbol" w:hint="default"/>
      </w:rPr>
    </w:lvl>
  </w:abstractNum>
  <w:abstractNum w:abstractNumId="10">
    <w:nsid w:val="006833F3"/>
    <w:multiLevelType w:val="hybridMultilevel"/>
    <w:tmpl w:val="63DAFA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00752C75"/>
    <w:multiLevelType w:val="hybridMultilevel"/>
    <w:tmpl w:val="8CF897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00EE6413"/>
    <w:multiLevelType w:val="hybridMultilevel"/>
    <w:tmpl w:val="1070E4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019146C2"/>
    <w:multiLevelType w:val="hybridMultilevel"/>
    <w:tmpl w:val="8938AB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01AF36B3"/>
    <w:multiLevelType w:val="hybridMultilevel"/>
    <w:tmpl w:val="7B12C3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01CE78EB"/>
    <w:multiLevelType w:val="hybridMultilevel"/>
    <w:tmpl w:val="6824B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03587C04"/>
    <w:multiLevelType w:val="hybridMultilevel"/>
    <w:tmpl w:val="FC4693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03F21959"/>
    <w:multiLevelType w:val="hybridMultilevel"/>
    <w:tmpl w:val="3A624F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043B70AF"/>
    <w:multiLevelType w:val="hybridMultilevel"/>
    <w:tmpl w:val="68E46D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047A6DB0"/>
    <w:multiLevelType w:val="hybridMultilevel"/>
    <w:tmpl w:val="ACB056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05E67C12"/>
    <w:multiLevelType w:val="hybridMultilevel"/>
    <w:tmpl w:val="462687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0610460E"/>
    <w:multiLevelType w:val="hybridMultilevel"/>
    <w:tmpl w:val="A6188A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063C5D52"/>
    <w:multiLevelType w:val="hybridMultilevel"/>
    <w:tmpl w:val="BBE6D9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07D11DFC"/>
    <w:multiLevelType w:val="hybridMultilevel"/>
    <w:tmpl w:val="266094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08AB4066"/>
    <w:multiLevelType w:val="hybridMultilevel"/>
    <w:tmpl w:val="B6207F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093149DF"/>
    <w:multiLevelType w:val="hybridMultilevel"/>
    <w:tmpl w:val="5D16A1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0A3010D9"/>
    <w:multiLevelType w:val="hybridMultilevel"/>
    <w:tmpl w:val="06AE9E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0A6A3FEE"/>
    <w:multiLevelType w:val="multilevel"/>
    <w:tmpl w:val="580A13A2"/>
    <w:lvl w:ilvl="0">
      <w:start w:val="1"/>
      <w:numFmt w:val="decimal"/>
      <w:pStyle w:val="Heading1"/>
      <w:lvlText w:val="%1"/>
      <w:lvlJc w:val="left"/>
      <w:pPr>
        <w:ind w:left="432" w:hanging="432"/>
      </w:pPr>
    </w:lvl>
    <w:lvl w:ilvl="1">
      <w:start w:val="1"/>
      <w:numFmt w:val="decimal"/>
      <w:pStyle w:val="Heading2"/>
      <w:lvlText w:val="%1.%2"/>
      <w:lvlJc w:val="left"/>
      <w:pPr>
        <w:ind w:left="7806" w:hanging="576"/>
      </w:pPr>
    </w:lvl>
    <w:lvl w:ilvl="2">
      <w:start w:val="1"/>
      <w:numFmt w:val="decimal"/>
      <w:pStyle w:val="Heading3"/>
      <w:lvlText w:val="%1.%2.%3"/>
      <w:lvlJc w:val="left"/>
      <w:pPr>
        <w:ind w:left="4265" w:hanging="720"/>
      </w:pPr>
    </w:lvl>
    <w:lvl w:ilvl="3">
      <w:start w:val="1"/>
      <w:numFmt w:val="decimal"/>
      <w:pStyle w:val="Heading4"/>
      <w:lvlText w:val="%1.%2.%3.%4"/>
      <w:lvlJc w:val="left"/>
      <w:pPr>
        <w:ind w:left="3842" w:hanging="864"/>
      </w:pPr>
    </w:lvl>
    <w:lvl w:ilvl="4">
      <w:start w:val="1"/>
      <w:numFmt w:val="decimal"/>
      <w:pStyle w:val="Heading5"/>
      <w:lvlText w:val="%1.%2.%3.%4.%5"/>
      <w:lvlJc w:val="left"/>
      <w:pPr>
        <w:ind w:left="4269"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8">
    <w:nsid w:val="0A82511A"/>
    <w:multiLevelType w:val="hybridMultilevel"/>
    <w:tmpl w:val="44BAE9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0AAE5838"/>
    <w:multiLevelType w:val="hybridMultilevel"/>
    <w:tmpl w:val="69F42E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0B3B083F"/>
    <w:multiLevelType w:val="hybridMultilevel"/>
    <w:tmpl w:val="31D410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0C8F0640"/>
    <w:multiLevelType w:val="hybridMultilevel"/>
    <w:tmpl w:val="D7E4DF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0D4F40E7"/>
    <w:multiLevelType w:val="hybridMultilevel"/>
    <w:tmpl w:val="56F8C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0F100C6B"/>
    <w:multiLevelType w:val="hybridMultilevel"/>
    <w:tmpl w:val="1548DC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0FC40962"/>
    <w:multiLevelType w:val="hybridMultilevel"/>
    <w:tmpl w:val="693EC6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10606C84"/>
    <w:multiLevelType w:val="hybridMultilevel"/>
    <w:tmpl w:val="C2862D4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11D54AD1"/>
    <w:multiLevelType w:val="hybridMultilevel"/>
    <w:tmpl w:val="0A7804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128F3D3E"/>
    <w:multiLevelType w:val="hybridMultilevel"/>
    <w:tmpl w:val="807488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13DD33D1"/>
    <w:multiLevelType w:val="hybridMultilevel"/>
    <w:tmpl w:val="087014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150C2E79"/>
    <w:multiLevelType w:val="hybridMultilevel"/>
    <w:tmpl w:val="6A3A9C4C"/>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0">
    <w:nsid w:val="167368B9"/>
    <w:multiLevelType w:val="hybridMultilevel"/>
    <w:tmpl w:val="9F90F1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167D6015"/>
    <w:multiLevelType w:val="hybridMultilevel"/>
    <w:tmpl w:val="8C54E9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16A27CDA"/>
    <w:multiLevelType w:val="hybridMultilevel"/>
    <w:tmpl w:val="18C80EB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170B3483"/>
    <w:multiLevelType w:val="hybridMultilevel"/>
    <w:tmpl w:val="AD4268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19173999"/>
    <w:multiLevelType w:val="hybridMultilevel"/>
    <w:tmpl w:val="7E108F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nsid w:val="1B110F4B"/>
    <w:multiLevelType w:val="hybridMultilevel"/>
    <w:tmpl w:val="AF34E8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1B3E44B5"/>
    <w:multiLevelType w:val="hybridMultilevel"/>
    <w:tmpl w:val="0FB61F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1B6A70B8"/>
    <w:multiLevelType w:val="hybridMultilevel"/>
    <w:tmpl w:val="1F627BD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nsid w:val="1B7A568F"/>
    <w:multiLevelType w:val="hybridMultilevel"/>
    <w:tmpl w:val="E604E5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nsid w:val="1BC5172F"/>
    <w:multiLevelType w:val="hybridMultilevel"/>
    <w:tmpl w:val="5C1C1F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nsid w:val="1CCD0ECD"/>
    <w:multiLevelType w:val="hybridMultilevel"/>
    <w:tmpl w:val="F25080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nsid w:val="1CE54252"/>
    <w:multiLevelType w:val="hybridMultilevel"/>
    <w:tmpl w:val="F242649E"/>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52">
    <w:nsid w:val="1F7158C3"/>
    <w:multiLevelType w:val="hybridMultilevel"/>
    <w:tmpl w:val="D2F0D2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nsid w:val="20DA0352"/>
    <w:multiLevelType w:val="hybridMultilevel"/>
    <w:tmpl w:val="141CF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nsid w:val="21A30FAF"/>
    <w:multiLevelType w:val="multilevel"/>
    <w:tmpl w:val="0409001D"/>
    <w:styleLink w:val="Bulletedlist"/>
    <w:lvl w:ilvl="0">
      <w:start w:val="1"/>
      <w:numFmt w:val="bullet"/>
      <w:lvlText w:val="&gt;"/>
      <w:lvlJc w:val="left"/>
      <w:pPr>
        <w:tabs>
          <w:tab w:val="num" w:pos="360"/>
        </w:tabs>
        <w:ind w:left="360" w:hanging="360"/>
      </w:pPr>
      <w:rPr>
        <w:rFonts w:ascii="Verdana" w:hAnsi="Verdana" w:hint="default"/>
        <w:color w:val="CC0033"/>
      </w:rPr>
    </w:lvl>
    <w:lvl w:ilvl="1">
      <w:start w:val="1"/>
      <w:numFmt w:val="bullet"/>
      <w:lvlText w:val="&gt;"/>
      <w:lvlJc w:val="left"/>
      <w:pPr>
        <w:tabs>
          <w:tab w:val="num" w:pos="720"/>
        </w:tabs>
        <w:ind w:left="720" w:hanging="360"/>
      </w:pPr>
      <w:rPr>
        <w:rFonts w:ascii="Verdana" w:hAnsi="Verdana" w:hint="default"/>
        <w:color w:val="CC0033"/>
      </w:rPr>
    </w:lvl>
    <w:lvl w:ilvl="2">
      <w:start w:val="1"/>
      <w:numFmt w:val="bullet"/>
      <w:lvlText w:val="&gt;"/>
      <w:lvlJc w:val="left"/>
      <w:pPr>
        <w:tabs>
          <w:tab w:val="num" w:pos="1080"/>
        </w:tabs>
        <w:ind w:left="1080" w:hanging="360"/>
      </w:pPr>
      <w:rPr>
        <w:rFonts w:ascii="Verdana" w:hAnsi="Verdana" w:hint="default"/>
        <w:color w:val="CC0033"/>
      </w:rPr>
    </w:lvl>
    <w:lvl w:ilvl="3">
      <w:start w:val="1"/>
      <w:numFmt w:val="bullet"/>
      <w:lvlText w:val="&gt;"/>
      <w:lvlJc w:val="left"/>
      <w:pPr>
        <w:tabs>
          <w:tab w:val="num" w:pos="1440"/>
        </w:tabs>
        <w:ind w:left="1440" w:hanging="360"/>
      </w:pPr>
      <w:rPr>
        <w:rFonts w:ascii="Verdana" w:hAnsi="Verdana" w:hint="default"/>
        <w:color w:val="CC0033"/>
      </w:rPr>
    </w:lvl>
    <w:lvl w:ilvl="4">
      <w:start w:val="1"/>
      <w:numFmt w:val="bullet"/>
      <w:lvlText w:val="&gt;"/>
      <w:lvlJc w:val="left"/>
      <w:pPr>
        <w:tabs>
          <w:tab w:val="num" w:pos="1800"/>
        </w:tabs>
        <w:ind w:left="1800" w:hanging="360"/>
      </w:pPr>
      <w:rPr>
        <w:rFonts w:ascii="Verdana" w:hAnsi="Verdana" w:hint="default"/>
        <w:color w:val="CC0033"/>
      </w:rPr>
    </w:lvl>
    <w:lvl w:ilvl="5">
      <w:start w:val="1"/>
      <w:numFmt w:val="bullet"/>
      <w:lvlText w:val="&gt;"/>
      <w:lvlJc w:val="left"/>
      <w:pPr>
        <w:tabs>
          <w:tab w:val="num" w:pos="2160"/>
        </w:tabs>
        <w:ind w:left="2160" w:hanging="360"/>
      </w:pPr>
      <w:rPr>
        <w:rFonts w:ascii="Verdana" w:hAnsi="Verdana" w:hint="default"/>
        <w:color w:val="CC0033"/>
      </w:rPr>
    </w:lvl>
    <w:lvl w:ilvl="6">
      <w:start w:val="1"/>
      <w:numFmt w:val="bullet"/>
      <w:lvlText w:val="&gt;"/>
      <w:lvlJc w:val="left"/>
      <w:pPr>
        <w:tabs>
          <w:tab w:val="num" w:pos="2520"/>
        </w:tabs>
        <w:ind w:left="2520" w:hanging="360"/>
      </w:pPr>
      <w:rPr>
        <w:rFonts w:ascii="Verdana" w:hAnsi="Verdana" w:hint="default"/>
        <w:color w:val="CC0033"/>
      </w:rPr>
    </w:lvl>
    <w:lvl w:ilvl="7">
      <w:start w:val="1"/>
      <w:numFmt w:val="bullet"/>
      <w:lvlText w:val="&gt;"/>
      <w:lvlJc w:val="left"/>
      <w:pPr>
        <w:tabs>
          <w:tab w:val="num" w:pos="2880"/>
        </w:tabs>
        <w:ind w:left="2880" w:hanging="360"/>
      </w:pPr>
      <w:rPr>
        <w:rFonts w:ascii="Verdana" w:hAnsi="Verdana" w:hint="default"/>
        <w:color w:val="CC0033"/>
      </w:rPr>
    </w:lvl>
    <w:lvl w:ilvl="8">
      <w:start w:val="1"/>
      <w:numFmt w:val="bullet"/>
      <w:lvlText w:val="&gt;"/>
      <w:lvlJc w:val="left"/>
      <w:pPr>
        <w:tabs>
          <w:tab w:val="num" w:pos="3240"/>
        </w:tabs>
        <w:ind w:left="3240" w:hanging="360"/>
      </w:pPr>
      <w:rPr>
        <w:rFonts w:ascii="Verdana" w:hAnsi="Verdana" w:hint="default"/>
        <w:color w:val="CC0033"/>
      </w:rPr>
    </w:lvl>
  </w:abstractNum>
  <w:abstractNum w:abstractNumId="55">
    <w:nsid w:val="21D64C70"/>
    <w:multiLevelType w:val="hybridMultilevel"/>
    <w:tmpl w:val="4210B3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nsid w:val="244F2104"/>
    <w:multiLevelType w:val="hybridMultilevel"/>
    <w:tmpl w:val="AB8A65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nsid w:val="245750C6"/>
    <w:multiLevelType w:val="hybridMultilevel"/>
    <w:tmpl w:val="0EEE14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nsid w:val="248C5736"/>
    <w:multiLevelType w:val="hybridMultilevel"/>
    <w:tmpl w:val="FFB8CA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nsid w:val="25270A0A"/>
    <w:multiLevelType w:val="hybridMultilevel"/>
    <w:tmpl w:val="BAEA20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nsid w:val="259E467C"/>
    <w:multiLevelType w:val="hybridMultilevel"/>
    <w:tmpl w:val="A3E645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nsid w:val="26A6771E"/>
    <w:multiLevelType w:val="hybridMultilevel"/>
    <w:tmpl w:val="0624DC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2">
    <w:nsid w:val="2835239D"/>
    <w:multiLevelType w:val="hybridMultilevel"/>
    <w:tmpl w:val="E67CB9D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3">
    <w:nsid w:val="28F74649"/>
    <w:multiLevelType w:val="hybridMultilevel"/>
    <w:tmpl w:val="359602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nsid w:val="293E69B9"/>
    <w:multiLevelType w:val="hybridMultilevel"/>
    <w:tmpl w:val="56A8DC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nsid w:val="29B11423"/>
    <w:multiLevelType w:val="hybridMultilevel"/>
    <w:tmpl w:val="4D0050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6">
    <w:nsid w:val="2A6C1FF0"/>
    <w:multiLevelType w:val="hybridMultilevel"/>
    <w:tmpl w:val="C12E84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nsid w:val="2AD568B0"/>
    <w:multiLevelType w:val="hybridMultilevel"/>
    <w:tmpl w:val="CC7C2A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8">
    <w:nsid w:val="2BE827F9"/>
    <w:multiLevelType w:val="hybridMultilevel"/>
    <w:tmpl w:val="4DA4EA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9">
    <w:nsid w:val="2CF01F20"/>
    <w:multiLevelType w:val="hybridMultilevel"/>
    <w:tmpl w:val="743490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0">
    <w:nsid w:val="2D6000FC"/>
    <w:multiLevelType w:val="hybridMultilevel"/>
    <w:tmpl w:val="CBD2D6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nsid w:val="30E165CD"/>
    <w:multiLevelType w:val="hybridMultilevel"/>
    <w:tmpl w:val="805E327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nsid w:val="3108415B"/>
    <w:multiLevelType w:val="hybridMultilevel"/>
    <w:tmpl w:val="F482CC6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nsid w:val="31565ABD"/>
    <w:multiLevelType w:val="hybridMultilevel"/>
    <w:tmpl w:val="B4E2CF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nsid w:val="31CD4DE1"/>
    <w:multiLevelType w:val="hybridMultilevel"/>
    <w:tmpl w:val="0C2094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nsid w:val="32B92E75"/>
    <w:multiLevelType w:val="hybridMultilevel"/>
    <w:tmpl w:val="05AE411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6">
    <w:nsid w:val="356D4239"/>
    <w:multiLevelType w:val="hybridMultilevel"/>
    <w:tmpl w:val="763C5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nsid w:val="365A62F3"/>
    <w:multiLevelType w:val="hybridMultilevel"/>
    <w:tmpl w:val="7FE028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8">
    <w:nsid w:val="368C5017"/>
    <w:multiLevelType w:val="hybridMultilevel"/>
    <w:tmpl w:val="4AB0C9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nsid w:val="373068F0"/>
    <w:multiLevelType w:val="hybridMultilevel"/>
    <w:tmpl w:val="265A92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0">
    <w:nsid w:val="39D312CE"/>
    <w:multiLevelType w:val="hybridMultilevel"/>
    <w:tmpl w:val="3B56B2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nsid w:val="3A4E0B6D"/>
    <w:multiLevelType w:val="hybridMultilevel"/>
    <w:tmpl w:val="313C48E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nsid w:val="3A9233CC"/>
    <w:multiLevelType w:val="hybridMultilevel"/>
    <w:tmpl w:val="A2C266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3">
    <w:nsid w:val="3ABE48F0"/>
    <w:multiLevelType w:val="hybridMultilevel"/>
    <w:tmpl w:val="CA849C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nsid w:val="3CC7602D"/>
    <w:multiLevelType w:val="hybridMultilevel"/>
    <w:tmpl w:val="6DF6FD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5">
    <w:nsid w:val="3CEB4635"/>
    <w:multiLevelType w:val="hybridMultilevel"/>
    <w:tmpl w:val="64882B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nsid w:val="3D6C17DF"/>
    <w:multiLevelType w:val="hybridMultilevel"/>
    <w:tmpl w:val="0E6CC6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nsid w:val="3ED81A78"/>
    <w:multiLevelType w:val="hybridMultilevel"/>
    <w:tmpl w:val="35C654E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8">
    <w:nsid w:val="421B4E0E"/>
    <w:multiLevelType w:val="hybridMultilevel"/>
    <w:tmpl w:val="872637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9">
    <w:nsid w:val="431F32D0"/>
    <w:multiLevelType w:val="hybridMultilevel"/>
    <w:tmpl w:val="00AAF4C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0">
    <w:nsid w:val="432A7521"/>
    <w:multiLevelType w:val="hybridMultilevel"/>
    <w:tmpl w:val="419C53A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1">
    <w:nsid w:val="44A24419"/>
    <w:multiLevelType w:val="hybridMultilevel"/>
    <w:tmpl w:val="905C9CA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2">
    <w:nsid w:val="44AB07B4"/>
    <w:multiLevelType w:val="hybridMultilevel"/>
    <w:tmpl w:val="5A3E58BC"/>
    <w:lvl w:ilvl="0" w:tplc="0809000F">
      <w:start w:val="1"/>
      <w:numFmt w:val="decimal"/>
      <w:lvlText w:val="%1."/>
      <w:lvlJc w:val="left"/>
      <w:pPr>
        <w:ind w:left="1160" w:hanging="360"/>
      </w:pPr>
    </w:lvl>
    <w:lvl w:ilvl="1" w:tplc="08090019" w:tentative="1">
      <w:start w:val="1"/>
      <w:numFmt w:val="lowerLetter"/>
      <w:lvlText w:val="%2."/>
      <w:lvlJc w:val="left"/>
      <w:pPr>
        <w:ind w:left="1880" w:hanging="360"/>
      </w:pPr>
    </w:lvl>
    <w:lvl w:ilvl="2" w:tplc="0809001B" w:tentative="1">
      <w:start w:val="1"/>
      <w:numFmt w:val="lowerRoman"/>
      <w:lvlText w:val="%3."/>
      <w:lvlJc w:val="right"/>
      <w:pPr>
        <w:ind w:left="2600" w:hanging="180"/>
      </w:pPr>
    </w:lvl>
    <w:lvl w:ilvl="3" w:tplc="0809000F" w:tentative="1">
      <w:start w:val="1"/>
      <w:numFmt w:val="decimal"/>
      <w:lvlText w:val="%4."/>
      <w:lvlJc w:val="left"/>
      <w:pPr>
        <w:ind w:left="3320" w:hanging="360"/>
      </w:pPr>
    </w:lvl>
    <w:lvl w:ilvl="4" w:tplc="08090019" w:tentative="1">
      <w:start w:val="1"/>
      <w:numFmt w:val="lowerLetter"/>
      <w:lvlText w:val="%5."/>
      <w:lvlJc w:val="left"/>
      <w:pPr>
        <w:ind w:left="4040" w:hanging="360"/>
      </w:pPr>
    </w:lvl>
    <w:lvl w:ilvl="5" w:tplc="0809001B" w:tentative="1">
      <w:start w:val="1"/>
      <w:numFmt w:val="lowerRoman"/>
      <w:lvlText w:val="%6."/>
      <w:lvlJc w:val="right"/>
      <w:pPr>
        <w:ind w:left="4760" w:hanging="180"/>
      </w:pPr>
    </w:lvl>
    <w:lvl w:ilvl="6" w:tplc="0809000F" w:tentative="1">
      <w:start w:val="1"/>
      <w:numFmt w:val="decimal"/>
      <w:lvlText w:val="%7."/>
      <w:lvlJc w:val="left"/>
      <w:pPr>
        <w:ind w:left="5480" w:hanging="360"/>
      </w:pPr>
    </w:lvl>
    <w:lvl w:ilvl="7" w:tplc="08090019" w:tentative="1">
      <w:start w:val="1"/>
      <w:numFmt w:val="lowerLetter"/>
      <w:lvlText w:val="%8."/>
      <w:lvlJc w:val="left"/>
      <w:pPr>
        <w:ind w:left="6200" w:hanging="360"/>
      </w:pPr>
    </w:lvl>
    <w:lvl w:ilvl="8" w:tplc="0809001B" w:tentative="1">
      <w:start w:val="1"/>
      <w:numFmt w:val="lowerRoman"/>
      <w:lvlText w:val="%9."/>
      <w:lvlJc w:val="right"/>
      <w:pPr>
        <w:ind w:left="6920" w:hanging="180"/>
      </w:pPr>
    </w:lvl>
  </w:abstractNum>
  <w:abstractNum w:abstractNumId="93">
    <w:nsid w:val="44F357BC"/>
    <w:multiLevelType w:val="hybridMultilevel"/>
    <w:tmpl w:val="FA3C70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nsid w:val="45046CA8"/>
    <w:multiLevelType w:val="hybridMultilevel"/>
    <w:tmpl w:val="5F246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5">
    <w:nsid w:val="455B6488"/>
    <w:multiLevelType w:val="hybridMultilevel"/>
    <w:tmpl w:val="DF24FC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6">
    <w:nsid w:val="46BF4EB4"/>
    <w:multiLevelType w:val="hybridMultilevel"/>
    <w:tmpl w:val="1E201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7">
    <w:nsid w:val="474F6ADF"/>
    <w:multiLevelType w:val="hybridMultilevel"/>
    <w:tmpl w:val="97E6E7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8">
    <w:nsid w:val="47A00E95"/>
    <w:multiLevelType w:val="hybridMultilevel"/>
    <w:tmpl w:val="297270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9">
    <w:nsid w:val="483F4C3B"/>
    <w:multiLevelType w:val="hybridMultilevel"/>
    <w:tmpl w:val="513865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0">
    <w:nsid w:val="492E2F53"/>
    <w:multiLevelType w:val="hybridMultilevel"/>
    <w:tmpl w:val="7FEE6E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1">
    <w:nsid w:val="4A893EF6"/>
    <w:multiLevelType w:val="hybridMultilevel"/>
    <w:tmpl w:val="67D612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2">
    <w:nsid w:val="4ACD62D0"/>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3">
    <w:nsid w:val="4AD51645"/>
    <w:multiLevelType w:val="hybridMultilevel"/>
    <w:tmpl w:val="246CAB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4">
    <w:nsid w:val="4C407F22"/>
    <w:multiLevelType w:val="hybridMultilevel"/>
    <w:tmpl w:val="1F1A7B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5">
    <w:nsid w:val="4C8C5AE4"/>
    <w:multiLevelType w:val="multilevel"/>
    <w:tmpl w:val="1DC8CC00"/>
    <w:styleLink w:val="NumberedTitles"/>
    <w:lvl w:ilvl="0">
      <w:start w:val="1"/>
      <w:numFmt w:val="decimal"/>
      <w:isLgl/>
      <w:lvlText w:val="%1."/>
      <w:lvlJc w:val="left"/>
      <w:pPr>
        <w:tabs>
          <w:tab w:val="num" w:pos="1077"/>
        </w:tabs>
        <w:ind w:left="1077" w:hanging="1077"/>
      </w:pPr>
      <w:rPr>
        <w:rFonts w:hint="default"/>
      </w:rPr>
    </w:lvl>
    <w:lvl w:ilvl="1">
      <w:start w:val="1"/>
      <w:numFmt w:val="decimal"/>
      <w:isLgl/>
      <w:lvlText w:val="%1.%2"/>
      <w:lvlJc w:val="left"/>
      <w:pPr>
        <w:tabs>
          <w:tab w:val="num" w:pos="1077"/>
        </w:tabs>
        <w:ind w:left="1077" w:hanging="1077"/>
      </w:pPr>
      <w:rPr>
        <w:rFonts w:hint="default"/>
      </w:rPr>
    </w:lvl>
    <w:lvl w:ilvl="2">
      <w:start w:val="1"/>
      <w:numFmt w:val="decimal"/>
      <w:isLgl/>
      <w:lvlText w:val="%1.%2.%3"/>
      <w:lvlJc w:val="left"/>
      <w:pPr>
        <w:tabs>
          <w:tab w:val="num" w:pos="1077"/>
        </w:tabs>
        <w:ind w:left="1077" w:hanging="1077"/>
      </w:pPr>
      <w:rPr>
        <w:rFonts w:hint="default"/>
      </w:rPr>
    </w:lvl>
    <w:lvl w:ilvl="3">
      <w:start w:val="1"/>
      <w:numFmt w:val="none"/>
      <w:isLgl/>
      <w:lvlText w:val=""/>
      <w:lvlJc w:val="left"/>
      <w:pPr>
        <w:tabs>
          <w:tab w:val="num" w:pos="1077"/>
        </w:tabs>
        <w:ind w:left="1077" w:hanging="1077"/>
      </w:pPr>
      <w:rPr>
        <w:rFonts w:hint="default"/>
      </w:rPr>
    </w:lvl>
    <w:lvl w:ilvl="4">
      <w:start w:val="1"/>
      <w:numFmt w:val="none"/>
      <w:isLgl/>
      <w:lvlText w:val=""/>
      <w:lvlJc w:val="left"/>
      <w:pPr>
        <w:tabs>
          <w:tab w:val="num" w:pos="1077"/>
        </w:tabs>
        <w:ind w:left="1077" w:hanging="1077"/>
      </w:pPr>
      <w:rPr>
        <w:rFonts w:hint="default"/>
      </w:rPr>
    </w:lvl>
    <w:lvl w:ilvl="5">
      <w:start w:val="1"/>
      <w:numFmt w:val="none"/>
      <w:isLgl/>
      <w:lvlText w:val=""/>
      <w:lvlJc w:val="left"/>
      <w:pPr>
        <w:tabs>
          <w:tab w:val="num" w:pos="1077"/>
        </w:tabs>
        <w:ind w:left="1077" w:hanging="1077"/>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06">
    <w:nsid w:val="4E4A353E"/>
    <w:multiLevelType w:val="hybridMultilevel"/>
    <w:tmpl w:val="B0AC5A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7">
    <w:nsid w:val="4EA964B4"/>
    <w:multiLevelType w:val="hybridMultilevel"/>
    <w:tmpl w:val="44EA20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8">
    <w:nsid w:val="50AF096F"/>
    <w:multiLevelType w:val="hybridMultilevel"/>
    <w:tmpl w:val="410845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9">
    <w:nsid w:val="51BC64EA"/>
    <w:multiLevelType w:val="hybridMultilevel"/>
    <w:tmpl w:val="ADE8396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10">
    <w:nsid w:val="52066B9C"/>
    <w:multiLevelType w:val="hybridMultilevel"/>
    <w:tmpl w:val="2C68DD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1">
    <w:nsid w:val="53355FD5"/>
    <w:multiLevelType w:val="hybridMultilevel"/>
    <w:tmpl w:val="62E09694"/>
    <w:lvl w:ilvl="0" w:tplc="75B65192">
      <w:start w:val="1"/>
      <w:numFmt w:val="bullet"/>
      <w:lvlText w:val=""/>
      <w:lvlJc w:val="left"/>
      <w:pPr>
        <w:ind w:left="720" w:hanging="360"/>
      </w:pPr>
      <w:rPr>
        <w:rFonts w:ascii="Wingdings" w:hAnsi="Wingdings"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12">
    <w:nsid w:val="542B4516"/>
    <w:multiLevelType w:val="hybridMultilevel"/>
    <w:tmpl w:val="649874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3">
    <w:nsid w:val="54336A10"/>
    <w:multiLevelType w:val="hybridMultilevel"/>
    <w:tmpl w:val="7AB29C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4">
    <w:nsid w:val="54D658B6"/>
    <w:multiLevelType w:val="hybridMultilevel"/>
    <w:tmpl w:val="075461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5">
    <w:nsid w:val="55FE2A1F"/>
    <w:multiLevelType w:val="hybridMultilevel"/>
    <w:tmpl w:val="2250C1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6">
    <w:nsid w:val="57971471"/>
    <w:multiLevelType w:val="hybridMultilevel"/>
    <w:tmpl w:val="BA5C0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7">
    <w:nsid w:val="58225315"/>
    <w:multiLevelType w:val="hybridMultilevel"/>
    <w:tmpl w:val="027A4F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8">
    <w:nsid w:val="583418F8"/>
    <w:multiLevelType w:val="hybridMultilevel"/>
    <w:tmpl w:val="26A278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9">
    <w:nsid w:val="598A5735"/>
    <w:multiLevelType w:val="hybridMultilevel"/>
    <w:tmpl w:val="8FBE073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20">
    <w:nsid w:val="5A3C6C12"/>
    <w:multiLevelType w:val="hybridMultilevel"/>
    <w:tmpl w:val="71D213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1">
    <w:nsid w:val="5CE519B9"/>
    <w:multiLevelType w:val="hybridMultilevel"/>
    <w:tmpl w:val="134217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2">
    <w:nsid w:val="5D541823"/>
    <w:multiLevelType w:val="multilevel"/>
    <w:tmpl w:val="B0E00EC2"/>
    <w:styleLink w:val="NumberedLists"/>
    <w:lvl w:ilvl="0">
      <w:start w:val="1"/>
      <w:numFmt w:val="decimal"/>
      <w:lvlText w:val="%1)"/>
      <w:lvlJc w:val="left"/>
      <w:pPr>
        <w:tabs>
          <w:tab w:val="num" w:pos="1474"/>
        </w:tabs>
        <w:ind w:left="1474" w:hanging="397"/>
      </w:pPr>
      <w:rPr>
        <w:rFonts w:hint="default"/>
      </w:rPr>
    </w:lvl>
    <w:lvl w:ilvl="1">
      <w:start w:val="1"/>
      <w:numFmt w:val="lowerLetter"/>
      <w:lvlText w:val="%2)"/>
      <w:lvlJc w:val="left"/>
      <w:pPr>
        <w:tabs>
          <w:tab w:val="num" w:pos="1814"/>
        </w:tabs>
        <w:ind w:left="1814" w:hanging="340"/>
      </w:pPr>
      <w:rPr>
        <w:rFonts w:hint="default"/>
      </w:rPr>
    </w:lvl>
    <w:lvl w:ilvl="2">
      <w:start w:val="1"/>
      <w:numFmt w:val="lowerRoman"/>
      <w:lvlText w:val="%3)"/>
      <w:lvlJc w:val="left"/>
      <w:pPr>
        <w:tabs>
          <w:tab w:val="num" w:pos="2495"/>
        </w:tabs>
        <w:ind w:left="2495" w:hanging="681"/>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3">
    <w:nsid w:val="5DFB1E0A"/>
    <w:multiLevelType w:val="hybridMultilevel"/>
    <w:tmpl w:val="678CC2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4">
    <w:nsid w:val="5EC9171D"/>
    <w:multiLevelType w:val="hybridMultilevel"/>
    <w:tmpl w:val="CF1627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5">
    <w:nsid w:val="5F657A13"/>
    <w:multiLevelType w:val="hybridMultilevel"/>
    <w:tmpl w:val="FA4251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6">
    <w:nsid w:val="60347899"/>
    <w:multiLevelType w:val="hybridMultilevel"/>
    <w:tmpl w:val="9A820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7">
    <w:nsid w:val="606E31BA"/>
    <w:multiLevelType w:val="hybridMultilevel"/>
    <w:tmpl w:val="BCD612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8">
    <w:nsid w:val="617F14AF"/>
    <w:multiLevelType w:val="hybridMultilevel"/>
    <w:tmpl w:val="630C1D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9">
    <w:nsid w:val="623E2BE4"/>
    <w:multiLevelType w:val="hybridMultilevel"/>
    <w:tmpl w:val="25E8C1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0">
    <w:nsid w:val="629A01F1"/>
    <w:multiLevelType w:val="hybridMultilevel"/>
    <w:tmpl w:val="548E61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1">
    <w:nsid w:val="62A10624"/>
    <w:multiLevelType w:val="hybridMultilevel"/>
    <w:tmpl w:val="24E846D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2">
    <w:nsid w:val="64393BB7"/>
    <w:multiLevelType w:val="hybridMultilevel"/>
    <w:tmpl w:val="20D635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3">
    <w:nsid w:val="673A7BCD"/>
    <w:multiLevelType w:val="hybridMultilevel"/>
    <w:tmpl w:val="64A0C8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4">
    <w:nsid w:val="67E62EB5"/>
    <w:multiLevelType w:val="hybridMultilevel"/>
    <w:tmpl w:val="495CD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5">
    <w:nsid w:val="684D2973"/>
    <w:multiLevelType w:val="hybridMultilevel"/>
    <w:tmpl w:val="EBEA235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6">
    <w:nsid w:val="6B09064D"/>
    <w:multiLevelType w:val="hybridMultilevel"/>
    <w:tmpl w:val="E3221690"/>
    <w:lvl w:ilvl="0" w:tplc="1F6A8D9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7">
    <w:nsid w:val="6BA02745"/>
    <w:multiLevelType w:val="hybridMultilevel"/>
    <w:tmpl w:val="80DCE5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8">
    <w:nsid w:val="6CC343BF"/>
    <w:multiLevelType w:val="hybridMultilevel"/>
    <w:tmpl w:val="2A765E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9">
    <w:nsid w:val="6F2D5FF4"/>
    <w:multiLevelType w:val="hybridMultilevel"/>
    <w:tmpl w:val="9DA2BE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0">
    <w:nsid w:val="6FEC0E5E"/>
    <w:multiLevelType w:val="hybridMultilevel"/>
    <w:tmpl w:val="CCE858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1">
    <w:nsid w:val="71B73B59"/>
    <w:multiLevelType w:val="hybridMultilevel"/>
    <w:tmpl w:val="FB8016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2">
    <w:nsid w:val="72770C47"/>
    <w:multiLevelType w:val="hybridMultilevel"/>
    <w:tmpl w:val="5900DC0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3">
    <w:nsid w:val="73AD0116"/>
    <w:multiLevelType w:val="hybridMultilevel"/>
    <w:tmpl w:val="9F3E7D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4">
    <w:nsid w:val="73CE6F69"/>
    <w:multiLevelType w:val="hybridMultilevel"/>
    <w:tmpl w:val="CB9822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5">
    <w:nsid w:val="73D04B51"/>
    <w:multiLevelType w:val="hybridMultilevel"/>
    <w:tmpl w:val="5002AF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6">
    <w:nsid w:val="74704FDD"/>
    <w:multiLevelType w:val="hybridMultilevel"/>
    <w:tmpl w:val="24089A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7">
    <w:nsid w:val="76765DDA"/>
    <w:multiLevelType w:val="hybridMultilevel"/>
    <w:tmpl w:val="923EDC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nsid w:val="77A24AD2"/>
    <w:multiLevelType w:val="hybridMultilevel"/>
    <w:tmpl w:val="433CC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9">
    <w:nsid w:val="78D720AA"/>
    <w:multiLevelType w:val="hybridMultilevel"/>
    <w:tmpl w:val="AABC8B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0">
    <w:nsid w:val="791910F7"/>
    <w:multiLevelType w:val="hybridMultilevel"/>
    <w:tmpl w:val="313066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1">
    <w:nsid w:val="79CC6956"/>
    <w:multiLevelType w:val="hybridMultilevel"/>
    <w:tmpl w:val="8A8201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2">
    <w:nsid w:val="7A0B420E"/>
    <w:multiLevelType w:val="hybridMultilevel"/>
    <w:tmpl w:val="2C8685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3">
    <w:nsid w:val="7C0823A3"/>
    <w:multiLevelType w:val="hybridMultilevel"/>
    <w:tmpl w:val="A5B6A7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4">
    <w:nsid w:val="7D834D18"/>
    <w:multiLevelType w:val="hybridMultilevel"/>
    <w:tmpl w:val="D1F2D8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5">
    <w:nsid w:val="7DA747FE"/>
    <w:multiLevelType w:val="hybridMultilevel"/>
    <w:tmpl w:val="5B1A54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6">
    <w:nsid w:val="7E211532"/>
    <w:multiLevelType w:val="hybridMultilevel"/>
    <w:tmpl w:val="556458D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7">
    <w:nsid w:val="7F02463D"/>
    <w:multiLevelType w:val="hybridMultilevel"/>
    <w:tmpl w:val="BC3E0A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2"/>
  </w:num>
  <w:num w:numId="2">
    <w:abstractNumId w:val="54"/>
  </w:num>
  <w:num w:numId="3">
    <w:abstractNumId w:val="105"/>
  </w:num>
  <w:num w:numId="4">
    <w:abstractNumId w:val="122"/>
  </w:num>
  <w:num w:numId="5">
    <w:abstractNumId w:val="141"/>
  </w:num>
  <w:num w:numId="6">
    <w:abstractNumId w:val="26"/>
  </w:num>
  <w:num w:numId="7">
    <w:abstractNumId w:val="63"/>
  </w:num>
  <w:num w:numId="8">
    <w:abstractNumId w:val="125"/>
  </w:num>
  <w:num w:numId="9">
    <w:abstractNumId w:val="36"/>
  </w:num>
  <w:num w:numId="10">
    <w:abstractNumId w:val="117"/>
  </w:num>
  <w:num w:numId="11">
    <w:abstractNumId w:val="146"/>
  </w:num>
  <w:num w:numId="12">
    <w:abstractNumId w:val="68"/>
  </w:num>
  <w:num w:numId="13">
    <w:abstractNumId w:val="138"/>
  </w:num>
  <w:num w:numId="14">
    <w:abstractNumId w:val="79"/>
  </w:num>
  <w:num w:numId="15">
    <w:abstractNumId w:val="157"/>
  </w:num>
  <w:num w:numId="16">
    <w:abstractNumId w:val="27"/>
  </w:num>
  <w:num w:numId="17">
    <w:abstractNumId w:val="116"/>
  </w:num>
  <w:num w:numId="18">
    <w:abstractNumId w:val="98"/>
  </w:num>
  <w:num w:numId="19">
    <w:abstractNumId w:val="131"/>
  </w:num>
  <w:num w:numId="20">
    <w:abstractNumId w:val="65"/>
  </w:num>
  <w:num w:numId="21">
    <w:abstractNumId w:val="33"/>
  </w:num>
  <w:num w:numId="22">
    <w:abstractNumId w:val="134"/>
  </w:num>
  <w:num w:numId="23">
    <w:abstractNumId w:val="121"/>
  </w:num>
  <w:num w:numId="24">
    <w:abstractNumId w:val="58"/>
  </w:num>
  <w:num w:numId="25">
    <w:abstractNumId w:val="99"/>
  </w:num>
  <w:num w:numId="26">
    <w:abstractNumId w:val="83"/>
  </w:num>
  <w:num w:numId="27">
    <w:abstractNumId w:val="44"/>
  </w:num>
  <w:num w:numId="28">
    <w:abstractNumId w:val="55"/>
  </w:num>
  <w:num w:numId="29">
    <w:abstractNumId w:val="21"/>
  </w:num>
  <w:num w:numId="30">
    <w:abstractNumId w:val="150"/>
  </w:num>
  <w:num w:numId="31">
    <w:abstractNumId w:val="64"/>
  </w:num>
  <w:num w:numId="32">
    <w:abstractNumId w:val="136"/>
  </w:num>
  <w:num w:numId="33">
    <w:abstractNumId w:val="32"/>
  </w:num>
  <w:num w:numId="34">
    <w:abstractNumId w:val="35"/>
  </w:num>
  <w:num w:numId="35">
    <w:abstractNumId w:val="148"/>
  </w:num>
  <w:num w:numId="36">
    <w:abstractNumId w:val="96"/>
  </w:num>
  <w:num w:numId="37">
    <w:abstractNumId w:val="142"/>
  </w:num>
  <w:num w:numId="38">
    <w:abstractNumId w:val="70"/>
  </w:num>
  <w:num w:numId="39">
    <w:abstractNumId w:val="34"/>
  </w:num>
  <w:num w:numId="40">
    <w:abstractNumId w:val="38"/>
  </w:num>
  <w:num w:numId="41">
    <w:abstractNumId w:val="85"/>
  </w:num>
  <w:num w:numId="42">
    <w:abstractNumId w:val="156"/>
  </w:num>
  <w:num w:numId="43">
    <w:abstractNumId w:val="123"/>
  </w:num>
  <w:num w:numId="44">
    <w:abstractNumId w:val="133"/>
  </w:num>
  <w:num w:numId="45">
    <w:abstractNumId w:val="78"/>
  </w:num>
  <w:num w:numId="46">
    <w:abstractNumId w:val="73"/>
  </w:num>
  <w:num w:numId="47">
    <w:abstractNumId w:val="109"/>
  </w:num>
  <w:num w:numId="48">
    <w:abstractNumId w:val="120"/>
  </w:num>
  <w:num w:numId="49">
    <w:abstractNumId w:val="93"/>
  </w:num>
  <w:num w:numId="50">
    <w:abstractNumId w:val="114"/>
  </w:num>
  <w:num w:numId="51">
    <w:abstractNumId w:val="111"/>
  </w:num>
  <w:num w:numId="52">
    <w:abstractNumId w:val="53"/>
  </w:num>
  <w:num w:numId="53">
    <w:abstractNumId w:val="113"/>
  </w:num>
  <w:num w:numId="54">
    <w:abstractNumId w:val="84"/>
  </w:num>
  <w:num w:numId="55">
    <w:abstractNumId w:val="69"/>
  </w:num>
  <w:num w:numId="56">
    <w:abstractNumId w:val="103"/>
  </w:num>
  <w:num w:numId="57">
    <w:abstractNumId w:val="95"/>
  </w:num>
  <w:num w:numId="58">
    <w:abstractNumId w:val="18"/>
  </w:num>
  <w:num w:numId="59">
    <w:abstractNumId w:val="57"/>
  </w:num>
  <w:num w:numId="60">
    <w:abstractNumId w:val="41"/>
  </w:num>
  <w:num w:numId="61">
    <w:abstractNumId w:val="88"/>
  </w:num>
  <w:num w:numId="62">
    <w:abstractNumId w:val="14"/>
  </w:num>
  <w:num w:numId="63">
    <w:abstractNumId w:val="147"/>
  </w:num>
  <w:num w:numId="64">
    <w:abstractNumId w:val="75"/>
  </w:num>
  <w:num w:numId="65">
    <w:abstractNumId w:val="48"/>
  </w:num>
  <w:num w:numId="66">
    <w:abstractNumId w:val="52"/>
  </w:num>
  <w:num w:numId="67">
    <w:abstractNumId w:val="61"/>
  </w:num>
  <w:num w:numId="68">
    <w:abstractNumId w:val="10"/>
  </w:num>
  <w:num w:numId="69">
    <w:abstractNumId w:val="29"/>
  </w:num>
  <w:num w:numId="70">
    <w:abstractNumId w:val="72"/>
  </w:num>
  <w:num w:numId="71">
    <w:abstractNumId w:val="155"/>
  </w:num>
  <w:num w:numId="72">
    <w:abstractNumId w:val="13"/>
  </w:num>
  <w:num w:numId="73">
    <w:abstractNumId w:val="129"/>
  </w:num>
  <w:num w:numId="74">
    <w:abstractNumId w:val="104"/>
  </w:num>
  <w:num w:numId="75">
    <w:abstractNumId w:val="67"/>
  </w:num>
  <w:num w:numId="76">
    <w:abstractNumId w:val="30"/>
  </w:num>
  <w:num w:numId="77">
    <w:abstractNumId w:val="60"/>
  </w:num>
  <w:num w:numId="78">
    <w:abstractNumId w:val="28"/>
  </w:num>
  <w:num w:numId="79">
    <w:abstractNumId w:val="23"/>
  </w:num>
  <w:num w:numId="80">
    <w:abstractNumId w:val="25"/>
  </w:num>
  <w:num w:numId="81">
    <w:abstractNumId w:val="90"/>
  </w:num>
  <w:num w:numId="82">
    <w:abstractNumId w:val="101"/>
  </w:num>
  <w:num w:numId="83">
    <w:abstractNumId w:val="51"/>
  </w:num>
  <w:num w:numId="84">
    <w:abstractNumId w:val="39"/>
  </w:num>
  <w:num w:numId="85">
    <w:abstractNumId w:val="143"/>
  </w:num>
  <w:num w:numId="86">
    <w:abstractNumId w:val="37"/>
  </w:num>
  <w:num w:numId="87">
    <w:abstractNumId w:val="49"/>
  </w:num>
  <w:num w:numId="88">
    <w:abstractNumId w:val="132"/>
  </w:num>
  <w:num w:numId="89">
    <w:abstractNumId w:val="47"/>
  </w:num>
  <w:num w:numId="90">
    <w:abstractNumId w:val="12"/>
  </w:num>
  <w:num w:numId="91">
    <w:abstractNumId w:val="135"/>
  </w:num>
  <w:num w:numId="92">
    <w:abstractNumId w:val="86"/>
  </w:num>
  <w:num w:numId="93">
    <w:abstractNumId w:val="106"/>
  </w:num>
  <w:num w:numId="94">
    <w:abstractNumId w:val="19"/>
  </w:num>
  <w:num w:numId="95">
    <w:abstractNumId w:val="16"/>
  </w:num>
  <w:num w:numId="96">
    <w:abstractNumId w:val="127"/>
  </w:num>
  <w:num w:numId="97">
    <w:abstractNumId w:val="59"/>
  </w:num>
  <w:num w:numId="98">
    <w:abstractNumId w:val="42"/>
  </w:num>
  <w:num w:numId="99">
    <w:abstractNumId w:val="112"/>
  </w:num>
  <w:num w:numId="100">
    <w:abstractNumId w:val="139"/>
  </w:num>
  <w:num w:numId="101">
    <w:abstractNumId w:val="45"/>
  </w:num>
  <w:num w:numId="102">
    <w:abstractNumId w:val="24"/>
  </w:num>
  <w:num w:numId="103">
    <w:abstractNumId w:val="118"/>
  </w:num>
  <w:num w:numId="104">
    <w:abstractNumId w:val="124"/>
  </w:num>
  <w:num w:numId="105">
    <w:abstractNumId w:val="97"/>
  </w:num>
  <w:num w:numId="106">
    <w:abstractNumId w:val="82"/>
  </w:num>
  <w:num w:numId="107">
    <w:abstractNumId w:val="74"/>
  </w:num>
  <w:num w:numId="108">
    <w:abstractNumId w:val="80"/>
  </w:num>
  <w:num w:numId="109">
    <w:abstractNumId w:val="77"/>
  </w:num>
  <w:num w:numId="110">
    <w:abstractNumId w:val="31"/>
  </w:num>
  <w:num w:numId="111">
    <w:abstractNumId w:val="92"/>
  </w:num>
  <w:num w:numId="112">
    <w:abstractNumId w:val="89"/>
  </w:num>
  <w:num w:numId="113">
    <w:abstractNumId w:val="91"/>
  </w:num>
  <w:num w:numId="114">
    <w:abstractNumId w:val="94"/>
  </w:num>
  <w:num w:numId="115">
    <w:abstractNumId w:val="87"/>
  </w:num>
  <w:num w:numId="116">
    <w:abstractNumId w:val="50"/>
  </w:num>
  <w:num w:numId="117">
    <w:abstractNumId w:val="66"/>
  </w:num>
  <w:num w:numId="118">
    <w:abstractNumId w:val="144"/>
  </w:num>
  <w:num w:numId="119">
    <w:abstractNumId w:val="62"/>
  </w:num>
  <w:num w:numId="120">
    <w:abstractNumId w:val="110"/>
  </w:num>
  <w:num w:numId="121">
    <w:abstractNumId w:val="100"/>
  </w:num>
  <w:num w:numId="122">
    <w:abstractNumId w:val="108"/>
  </w:num>
  <w:num w:numId="123">
    <w:abstractNumId w:val="11"/>
  </w:num>
  <w:num w:numId="124">
    <w:abstractNumId w:val="152"/>
  </w:num>
  <w:num w:numId="125">
    <w:abstractNumId w:val="46"/>
  </w:num>
  <w:num w:numId="126">
    <w:abstractNumId w:val="126"/>
  </w:num>
  <w:num w:numId="127">
    <w:abstractNumId w:val="17"/>
  </w:num>
  <w:num w:numId="128">
    <w:abstractNumId w:val="154"/>
  </w:num>
  <w:num w:numId="129">
    <w:abstractNumId w:val="153"/>
  </w:num>
  <w:num w:numId="130">
    <w:abstractNumId w:val="149"/>
  </w:num>
  <w:num w:numId="131">
    <w:abstractNumId w:val="15"/>
  </w:num>
  <w:num w:numId="132">
    <w:abstractNumId w:val="81"/>
  </w:num>
  <w:num w:numId="133">
    <w:abstractNumId w:val="107"/>
  </w:num>
  <w:num w:numId="134">
    <w:abstractNumId w:val="137"/>
  </w:num>
  <w:num w:numId="135">
    <w:abstractNumId w:val="140"/>
  </w:num>
  <w:num w:numId="136">
    <w:abstractNumId w:val="128"/>
  </w:num>
  <w:num w:numId="137">
    <w:abstractNumId w:val="130"/>
  </w:num>
  <w:num w:numId="138">
    <w:abstractNumId w:val="56"/>
  </w:num>
  <w:num w:numId="139">
    <w:abstractNumId w:val="22"/>
  </w:num>
  <w:num w:numId="140">
    <w:abstractNumId w:val="9"/>
  </w:num>
  <w:num w:numId="141">
    <w:abstractNumId w:val="7"/>
  </w:num>
  <w:num w:numId="142">
    <w:abstractNumId w:val="6"/>
  </w:num>
  <w:num w:numId="143">
    <w:abstractNumId w:val="5"/>
  </w:num>
  <w:num w:numId="144">
    <w:abstractNumId w:val="4"/>
  </w:num>
  <w:num w:numId="145">
    <w:abstractNumId w:val="8"/>
  </w:num>
  <w:num w:numId="146">
    <w:abstractNumId w:val="3"/>
  </w:num>
  <w:num w:numId="147">
    <w:abstractNumId w:val="2"/>
  </w:num>
  <w:num w:numId="148">
    <w:abstractNumId w:val="1"/>
  </w:num>
  <w:num w:numId="149">
    <w:abstractNumId w:val="0"/>
  </w:num>
  <w:num w:numId="150">
    <w:abstractNumId w:val="43"/>
  </w:num>
  <w:num w:numId="151">
    <w:abstractNumId w:val="76"/>
  </w:num>
  <w:num w:numId="152">
    <w:abstractNumId w:val="145"/>
  </w:num>
  <w:num w:numId="153">
    <w:abstractNumId w:val="151"/>
  </w:num>
  <w:num w:numId="154">
    <w:abstractNumId w:val="119"/>
  </w:num>
  <w:num w:numId="155">
    <w:abstractNumId w:val="115"/>
  </w:num>
  <w:num w:numId="156">
    <w:abstractNumId w:val="20"/>
  </w:num>
  <w:num w:numId="157">
    <w:abstractNumId w:val="71"/>
  </w:num>
  <w:num w:numId="158">
    <w:abstractNumId w:val="40"/>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2A1C"/>
    <w:rsid w:val="0000087E"/>
    <w:rsid w:val="00001206"/>
    <w:rsid w:val="00003C5A"/>
    <w:rsid w:val="00004F3A"/>
    <w:rsid w:val="00004F67"/>
    <w:rsid w:val="000050F8"/>
    <w:rsid w:val="000054E9"/>
    <w:rsid w:val="0000580B"/>
    <w:rsid w:val="000068BF"/>
    <w:rsid w:val="000125E9"/>
    <w:rsid w:val="00012C66"/>
    <w:rsid w:val="0001368B"/>
    <w:rsid w:val="0001572B"/>
    <w:rsid w:val="00015E67"/>
    <w:rsid w:val="000165D0"/>
    <w:rsid w:val="0001700A"/>
    <w:rsid w:val="00017F21"/>
    <w:rsid w:val="000200A0"/>
    <w:rsid w:val="0002102A"/>
    <w:rsid w:val="00021322"/>
    <w:rsid w:val="00021E02"/>
    <w:rsid w:val="00021F5F"/>
    <w:rsid w:val="00022B41"/>
    <w:rsid w:val="000245D8"/>
    <w:rsid w:val="00024785"/>
    <w:rsid w:val="0002596A"/>
    <w:rsid w:val="00026256"/>
    <w:rsid w:val="000266A4"/>
    <w:rsid w:val="000267A0"/>
    <w:rsid w:val="00026C28"/>
    <w:rsid w:val="00026E08"/>
    <w:rsid w:val="000277BC"/>
    <w:rsid w:val="000309A4"/>
    <w:rsid w:val="00031F0D"/>
    <w:rsid w:val="00031F5A"/>
    <w:rsid w:val="00032118"/>
    <w:rsid w:val="000327A2"/>
    <w:rsid w:val="00032BF7"/>
    <w:rsid w:val="000332B3"/>
    <w:rsid w:val="0003455D"/>
    <w:rsid w:val="0003506F"/>
    <w:rsid w:val="00035C85"/>
    <w:rsid w:val="00037809"/>
    <w:rsid w:val="000408B7"/>
    <w:rsid w:val="00041663"/>
    <w:rsid w:val="00041792"/>
    <w:rsid w:val="00046FD1"/>
    <w:rsid w:val="00047B46"/>
    <w:rsid w:val="00047DAD"/>
    <w:rsid w:val="0005199C"/>
    <w:rsid w:val="00052416"/>
    <w:rsid w:val="000534FD"/>
    <w:rsid w:val="00055FCD"/>
    <w:rsid w:val="000561C8"/>
    <w:rsid w:val="00056EA2"/>
    <w:rsid w:val="00056EC3"/>
    <w:rsid w:val="000570B1"/>
    <w:rsid w:val="000608C2"/>
    <w:rsid w:val="000621AE"/>
    <w:rsid w:val="0006356B"/>
    <w:rsid w:val="000649E0"/>
    <w:rsid w:val="00064AE6"/>
    <w:rsid w:val="00066EC6"/>
    <w:rsid w:val="0006702E"/>
    <w:rsid w:val="00067A87"/>
    <w:rsid w:val="000708D8"/>
    <w:rsid w:val="000710E2"/>
    <w:rsid w:val="0007252C"/>
    <w:rsid w:val="000728BD"/>
    <w:rsid w:val="00072C8D"/>
    <w:rsid w:val="0007601E"/>
    <w:rsid w:val="000763DC"/>
    <w:rsid w:val="00076DBC"/>
    <w:rsid w:val="0007707A"/>
    <w:rsid w:val="000770F4"/>
    <w:rsid w:val="000771C3"/>
    <w:rsid w:val="00077873"/>
    <w:rsid w:val="00077C7C"/>
    <w:rsid w:val="00081F2D"/>
    <w:rsid w:val="00082364"/>
    <w:rsid w:val="00084330"/>
    <w:rsid w:val="00086519"/>
    <w:rsid w:val="00087284"/>
    <w:rsid w:val="00087661"/>
    <w:rsid w:val="000908C8"/>
    <w:rsid w:val="0009277D"/>
    <w:rsid w:val="00092D45"/>
    <w:rsid w:val="000931CB"/>
    <w:rsid w:val="00095CC8"/>
    <w:rsid w:val="000965FA"/>
    <w:rsid w:val="000A0701"/>
    <w:rsid w:val="000A0AC4"/>
    <w:rsid w:val="000A15D3"/>
    <w:rsid w:val="000A1B18"/>
    <w:rsid w:val="000A1C99"/>
    <w:rsid w:val="000A1E71"/>
    <w:rsid w:val="000A2EE0"/>
    <w:rsid w:val="000A35AC"/>
    <w:rsid w:val="000A378C"/>
    <w:rsid w:val="000A3C04"/>
    <w:rsid w:val="000A4F11"/>
    <w:rsid w:val="000A55EA"/>
    <w:rsid w:val="000A583B"/>
    <w:rsid w:val="000A667A"/>
    <w:rsid w:val="000A720E"/>
    <w:rsid w:val="000A764A"/>
    <w:rsid w:val="000B01ED"/>
    <w:rsid w:val="000B0DEC"/>
    <w:rsid w:val="000B1956"/>
    <w:rsid w:val="000B225C"/>
    <w:rsid w:val="000B2C14"/>
    <w:rsid w:val="000B3150"/>
    <w:rsid w:val="000B6A2E"/>
    <w:rsid w:val="000B793A"/>
    <w:rsid w:val="000C0E94"/>
    <w:rsid w:val="000C2005"/>
    <w:rsid w:val="000C3569"/>
    <w:rsid w:val="000C3E2B"/>
    <w:rsid w:val="000C477F"/>
    <w:rsid w:val="000C47AD"/>
    <w:rsid w:val="000D009B"/>
    <w:rsid w:val="000D08AE"/>
    <w:rsid w:val="000D1509"/>
    <w:rsid w:val="000D16B4"/>
    <w:rsid w:val="000D1ECC"/>
    <w:rsid w:val="000D217A"/>
    <w:rsid w:val="000D2C62"/>
    <w:rsid w:val="000D3F9F"/>
    <w:rsid w:val="000D4FB1"/>
    <w:rsid w:val="000D51FE"/>
    <w:rsid w:val="000D6163"/>
    <w:rsid w:val="000D799B"/>
    <w:rsid w:val="000D7C80"/>
    <w:rsid w:val="000E0383"/>
    <w:rsid w:val="000E0FC2"/>
    <w:rsid w:val="000E281D"/>
    <w:rsid w:val="000E2C8E"/>
    <w:rsid w:val="000E2CAC"/>
    <w:rsid w:val="000E3BB7"/>
    <w:rsid w:val="000E4CEA"/>
    <w:rsid w:val="000E57E9"/>
    <w:rsid w:val="000E61C9"/>
    <w:rsid w:val="000E73B7"/>
    <w:rsid w:val="000F0A53"/>
    <w:rsid w:val="000F0E7A"/>
    <w:rsid w:val="000F226B"/>
    <w:rsid w:val="000F2AD7"/>
    <w:rsid w:val="000F2EE2"/>
    <w:rsid w:val="000F330E"/>
    <w:rsid w:val="000F41A7"/>
    <w:rsid w:val="000F540D"/>
    <w:rsid w:val="000F57A5"/>
    <w:rsid w:val="000F70C9"/>
    <w:rsid w:val="000F78BB"/>
    <w:rsid w:val="000F7FBC"/>
    <w:rsid w:val="00100B26"/>
    <w:rsid w:val="001019F6"/>
    <w:rsid w:val="00101C62"/>
    <w:rsid w:val="00101CB1"/>
    <w:rsid w:val="00102891"/>
    <w:rsid w:val="001029F3"/>
    <w:rsid w:val="00102B99"/>
    <w:rsid w:val="00103EDC"/>
    <w:rsid w:val="00104B35"/>
    <w:rsid w:val="001053D0"/>
    <w:rsid w:val="0010650C"/>
    <w:rsid w:val="0011031B"/>
    <w:rsid w:val="0011077F"/>
    <w:rsid w:val="0011148B"/>
    <w:rsid w:val="00111A77"/>
    <w:rsid w:val="0011202B"/>
    <w:rsid w:val="0011291C"/>
    <w:rsid w:val="001129D5"/>
    <w:rsid w:val="00112A13"/>
    <w:rsid w:val="0011300F"/>
    <w:rsid w:val="0011325C"/>
    <w:rsid w:val="00113660"/>
    <w:rsid w:val="0011405A"/>
    <w:rsid w:val="00114121"/>
    <w:rsid w:val="00115BE4"/>
    <w:rsid w:val="00116427"/>
    <w:rsid w:val="00116616"/>
    <w:rsid w:val="001167F6"/>
    <w:rsid w:val="0011774B"/>
    <w:rsid w:val="001232E3"/>
    <w:rsid w:val="00123F08"/>
    <w:rsid w:val="00124888"/>
    <w:rsid w:val="00125ACE"/>
    <w:rsid w:val="0012613A"/>
    <w:rsid w:val="00126FE9"/>
    <w:rsid w:val="001270F6"/>
    <w:rsid w:val="00130031"/>
    <w:rsid w:val="001302EE"/>
    <w:rsid w:val="001304D2"/>
    <w:rsid w:val="00130CDF"/>
    <w:rsid w:val="00131272"/>
    <w:rsid w:val="00132A7E"/>
    <w:rsid w:val="00133240"/>
    <w:rsid w:val="00134E46"/>
    <w:rsid w:val="001353C0"/>
    <w:rsid w:val="0013597E"/>
    <w:rsid w:val="001365CB"/>
    <w:rsid w:val="001371B6"/>
    <w:rsid w:val="001411D6"/>
    <w:rsid w:val="001422C5"/>
    <w:rsid w:val="00144CA1"/>
    <w:rsid w:val="001453A8"/>
    <w:rsid w:val="001459AB"/>
    <w:rsid w:val="00147950"/>
    <w:rsid w:val="001502DD"/>
    <w:rsid w:val="00150364"/>
    <w:rsid w:val="00151FB8"/>
    <w:rsid w:val="00152A04"/>
    <w:rsid w:val="00153333"/>
    <w:rsid w:val="0015343A"/>
    <w:rsid w:val="00153CEE"/>
    <w:rsid w:val="00153E20"/>
    <w:rsid w:val="0015469A"/>
    <w:rsid w:val="0015668E"/>
    <w:rsid w:val="001569C8"/>
    <w:rsid w:val="0015797E"/>
    <w:rsid w:val="00157A17"/>
    <w:rsid w:val="001608C1"/>
    <w:rsid w:val="00160CFC"/>
    <w:rsid w:val="00160E8B"/>
    <w:rsid w:val="001614CF"/>
    <w:rsid w:val="00161CDC"/>
    <w:rsid w:val="0016320F"/>
    <w:rsid w:val="0016510D"/>
    <w:rsid w:val="0016528E"/>
    <w:rsid w:val="001676A6"/>
    <w:rsid w:val="00171BD4"/>
    <w:rsid w:val="00172D53"/>
    <w:rsid w:val="00173DAA"/>
    <w:rsid w:val="00174342"/>
    <w:rsid w:val="00176237"/>
    <w:rsid w:val="00176C6D"/>
    <w:rsid w:val="001772AE"/>
    <w:rsid w:val="00177531"/>
    <w:rsid w:val="00181F1E"/>
    <w:rsid w:val="0018329D"/>
    <w:rsid w:val="0018348B"/>
    <w:rsid w:val="00185DBA"/>
    <w:rsid w:val="00186218"/>
    <w:rsid w:val="00186E1A"/>
    <w:rsid w:val="001911FB"/>
    <w:rsid w:val="00194BB0"/>
    <w:rsid w:val="00194F73"/>
    <w:rsid w:val="00196077"/>
    <w:rsid w:val="0019607E"/>
    <w:rsid w:val="00196ADC"/>
    <w:rsid w:val="00196D81"/>
    <w:rsid w:val="001976E5"/>
    <w:rsid w:val="00197BAB"/>
    <w:rsid w:val="001A02B6"/>
    <w:rsid w:val="001A065C"/>
    <w:rsid w:val="001A1228"/>
    <w:rsid w:val="001A1852"/>
    <w:rsid w:val="001A1C5D"/>
    <w:rsid w:val="001A4764"/>
    <w:rsid w:val="001A5BD5"/>
    <w:rsid w:val="001A70DC"/>
    <w:rsid w:val="001A7275"/>
    <w:rsid w:val="001A79F6"/>
    <w:rsid w:val="001A7AAA"/>
    <w:rsid w:val="001B0FD9"/>
    <w:rsid w:val="001B14FD"/>
    <w:rsid w:val="001B266A"/>
    <w:rsid w:val="001B3C3B"/>
    <w:rsid w:val="001B5010"/>
    <w:rsid w:val="001B67C8"/>
    <w:rsid w:val="001C0201"/>
    <w:rsid w:val="001C03D9"/>
    <w:rsid w:val="001C1CF7"/>
    <w:rsid w:val="001C1E1A"/>
    <w:rsid w:val="001C2263"/>
    <w:rsid w:val="001C25F9"/>
    <w:rsid w:val="001C2BC7"/>
    <w:rsid w:val="001C3BA8"/>
    <w:rsid w:val="001C49B0"/>
    <w:rsid w:val="001C4F49"/>
    <w:rsid w:val="001C589C"/>
    <w:rsid w:val="001C63BF"/>
    <w:rsid w:val="001C67DA"/>
    <w:rsid w:val="001C6822"/>
    <w:rsid w:val="001C703E"/>
    <w:rsid w:val="001C7047"/>
    <w:rsid w:val="001C7DA1"/>
    <w:rsid w:val="001D0059"/>
    <w:rsid w:val="001D052A"/>
    <w:rsid w:val="001D1845"/>
    <w:rsid w:val="001D1889"/>
    <w:rsid w:val="001D1C82"/>
    <w:rsid w:val="001D20C2"/>
    <w:rsid w:val="001D2BDA"/>
    <w:rsid w:val="001D43EE"/>
    <w:rsid w:val="001D7475"/>
    <w:rsid w:val="001D79CC"/>
    <w:rsid w:val="001E0A31"/>
    <w:rsid w:val="001E1FF2"/>
    <w:rsid w:val="001E235F"/>
    <w:rsid w:val="001E30B0"/>
    <w:rsid w:val="001E3425"/>
    <w:rsid w:val="001E3C97"/>
    <w:rsid w:val="001E4AD5"/>
    <w:rsid w:val="001E4FBE"/>
    <w:rsid w:val="001E57D3"/>
    <w:rsid w:val="001E5EC1"/>
    <w:rsid w:val="001E7E88"/>
    <w:rsid w:val="001F0875"/>
    <w:rsid w:val="001F25E6"/>
    <w:rsid w:val="001F4A34"/>
    <w:rsid w:val="001F501D"/>
    <w:rsid w:val="001F5D36"/>
    <w:rsid w:val="001F5DD0"/>
    <w:rsid w:val="00200EC7"/>
    <w:rsid w:val="00200F38"/>
    <w:rsid w:val="00202921"/>
    <w:rsid w:val="002037DE"/>
    <w:rsid w:val="0020412B"/>
    <w:rsid w:val="0020466A"/>
    <w:rsid w:val="00205D44"/>
    <w:rsid w:val="00207F0D"/>
    <w:rsid w:val="002106BD"/>
    <w:rsid w:val="00211CD2"/>
    <w:rsid w:val="002127F7"/>
    <w:rsid w:val="002138CD"/>
    <w:rsid w:val="00213D95"/>
    <w:rsid w:val="00213DBE"/>
    <w:rsid w:val="0021616A"/>
    <w:rsid w:val="00217440"/>
    <w:rsid w:val="002175DC"/>
    <w:rsid w:val="002177D8"/>
    <w:rsid w:val="00217AB1"/>
    <w:rsid w:val="00220EAE"/>
    <w:rsid w:val="002213B8"/>
    <w:rsid w:val="00221F36"/>
    <w:rsid w:val="00222183"/>
    <w:rsid w:val="0022279C"/>
    <w:rsid w:val="0022284E"/>
    <w:rsid w:val="002233B3"/>
    <w:rsid w:val="00223BC8"/>
    <w:rsid w:val="00226826"/>
    <w:rsid w:val="00227409"/>
    <w:rsid w:val="00230BBC"/>
    <w:rsid w:val="00231D7C"/>
    <w:rsid w:val="00233CA8"/>
    <w:rsid w:val="00234E40"/>
    <w:rsid w:val="00235BC1"/>
    <w:rsid w:val="00236463"/>
    <w:rsid w:val="00237802"/>
    <w:rsid w:val="00240195"/>
    <w:rsid w:val="0024066D"/>
    <w:rsid w:val="002408F2"/>
    <w:rsid w:val="0024260F"/>
    <w:rsid w:val="002436E0"/>
    <w:rsid w:val="00243BAE"/>
    <w:rsid w:val="00244363"/>
    <w:rsid w:val="00244BF4"/>
    <w:rsid w:val="00244CD6"/>
    <w:rsid w:val="00245654"/>
    <w:rsid w:val="00246BD1"/>
    <w:rsid w:val="0025057C"/>
    <w:rsid w:val="0025128D"/>
    <w:rsid w:val="00251503"/>
    <w:rsid w:val="002516B3"/>
    <w:rsid w:val="002523A8"/>
    <w:rsid w:val="00252C37"/>
    <w:rsid w:val="00253292"/>
    <w:rsid w:val="002536A0"/>
    <w:rsid w:val="00253E9A"/>
    <w:rsid w:val="00254340"/>
    <w:rsid w:val="002548CF"/>
    <w:rsid w:val="002553E3"/>
    <w:rsid w:val="00256429"/>
    <w:rsid w:val="00256DFE"/>
    <w:rsid w:val="00256FC3"/>
    <w:rsid w:val="002570A3"/>
    <w:rsid w:val="00257165"/>
    <w:rsid w:val="00263F79"/>
    <w:rsid w:val="0026490C"/>
    <w:rsid w:val="002649B5"/>
    <w:rsid w:val="00265888"/>
    <w:rsid w:val="00266E34"/>
    <w:rsid w:val="00267F2D"/>
    <w:rsid w:val="00270021"/>
    <w:rsid w:val="00271524"/>
    <w:rsid w:val="0027206C"/>
    <w:rsid w:val="00272526"/>
    <w:rsid w:val="00272BA8"/>
    <w:rsid w:val="00276938"/>
    <w:rsid w:val="00277185"/>
    <w:rsid w:val="0027750C"/>
    <w:rsid w:val="002778A0"/>
    <w:rsid w:val="002809C2"/>
    <w:rsid w:val="00280A44"/>
    <w:rsid w:val="00280A61"/>
    <w:rsid w:val="00280A62"/>
    <w:rsid w:val="00280F40"/>
    <w:rsid w:val="00281E28"/>
    <w:rsid w:val="00283ADE"/>
    <w:rsid w:val="00283C01"/>
    <w:rsid w:val="00285405"/>
    <w:rsid w:val="00285524"/>
    <w:rsid w:val="002855AF"/>
    <w:rsid w:val="002856C6"/>
    <w:rsid w:val="0028646A"/>
    <w:rsid w:val="00286596"/>
    <w:rsid w:val="00286E74"/>
    <w:rsid w:val="002905DD"/>
    <w:rsid w:val="00290A9B"/>
    <w:rsid w:val="00291C1E"/>
    <w:rsid w:val="00292460"/>
    <w:rsid w:val="00292DFE"/>
    <w:rsid w:val="00293180"/>
    <w:rsid w:val="0029473B"/>
    <w:rsid w:val="00294C20"/>
    <w:rsid w:val="002956BA"/>
    <w:rsid w:val="0029717E"/>
    <w:rsid w:val="002A0F39"/>
    <w:rsid w:val="002A1170"/>
    <w:rsid w:val="002A29F6"/>
    <w:rsid w:val="002A384D"/>
    <w:rsid w:val="002A4ECF"/>
    <w:rsid w:val="002A53CF"/>
    <w:rsid w:val="002A5718"/>
    <w:rsid w:val="002A731B"/>
    <w:rsid w:val="002B09B5"/>
    <w:rsid w:val="002B15CB"/>
    <w:rsid w:val="002B1CAC"/>
    <w:rsid w:val="002B1FA5"/>
    <w:rsid w:val="002B2740"/>
    <w:rsid w:val="002B5679"/>
    <w:rsid w:val="002B5C75"/>
    <w:rsid w:val="002B68B9"/>
    <w:rsid w:val="002B6B08"/>
    <w:rsid w:val="002B6EB2"/>
    <w:rsid w:val="002C009E"/>
    <w:rsid w:val="002C06F2"/>
    <w:rsid w:val="002C25F3"/>
    <w:rsid w:val="002C2642"/>
    <w:rsid w:val="002C39D3"/>
    <w:rsid w:val="002C420D"/>
    <w:rsid w:val="002C548D"/>
    <w:rsid w:val="002C67F4"/>
    <w:rsid w:val="002C6E40"/>
    <w:rsid w:val="002C7AC4"/>
    <w:rsid w:val="002D0638"/>
    <w:rsid w:val="002D0D39"/>
    <w:rsid w:val="002D16E9"/>
    <w:rsid w:val="002D25A8"/>
    <w:rsid w:val="002D2CF2"/>
    <w:rsid w:val="002D2DD5"/>
    <w:rsid w:val="002D31F9"/>
    <w:rsid w:val="002D58D2"/>
    <w:rsid w:val="002D5AAC"/>
    <w:rsid w:val="002D6E2B"/>
    <w:rsid w:val="002D6F36"/>
    <w:rsid w:val="002D7423"/>
    <w:rsid w:val="002E110B"/>
    <w:rsid w:val="002E3A14"/>
    <w:rsid w:val="002E5A19"/>
    <w:rsid w:val="002E6A6A"/>
    <w:rsid w:val="002E79D9"/>
    <w:rsid w:val="002F016A"/>
    <w:rsid w:val="002F05B5"/>
    <w:rsid w:val="002F069F"/>
    <w:rsid w:val="002F0F88"/>
    <w:rsid w:val="002F1C0E"/>
    <w:rsid w:val="002F38A7"/>
    <w:rsid w:val="002F39ED"/>
    <w:rsid w:val="002F43DA"/>
    <w:rsid w:val="002F4D83"/>
    <w:rsid w:val="002F4F0D"/>
    <w:rsid w:val="002F53A6"/>
    <w:rsid w:val="002F61D1"/>
    <w:rsid w:val="002F7063"/>
    <w:rsid w:val="002F7BF4"/>
    <w:rsid w:val="003002B2"/>
    <w:rsid w:val="00300482"/>
    <w:rsid w:val="003030C7"/>
    <w:rsid w:val="00303805"/>
    <w:rsid w:val="00306E2F"/>
    <w:rsid w:val="00307A90"/>
    <w:rsid w:val="00307F3C"/>
    <w:rsid w:val="00310A2D"/>
    <w:rsid w:val="0031162E"/>
    <w:rsid w:val="003121BE"/>
    <w:rsid w:val="00312F88"/>
    <w:rsid w:val="00313886"/>
    <w:rsid w:val="00313D55"/>
    <w:rsid w:val="00314625"/>
    <w:rsid w:val="00314D59"/>
    <w:rsid w:val="00315425"/>
    <w:rsid w:val="00315E51"/>
    <w:rsid w:val="00315FFB"/>
    <w:rsid w:val="00321143"/>
    <w:rsid w:val="003211DE"/>
    <w:rsid w:val="0032136D"/>
    <w:rsid w:val="003223BC"/>
    <w:rsid w:val="003223EA"/>
    <w:rsid w:val="00322A9B"/>
    <w:rsid w:val="00323C2C"/>
    <w:rsid w:val="00323DFF"/>
    <w:rsid w:val="003251A1"/>
    <w:rsid w:val="0032557C"/>
    <w:rsid w:val="0032573F"/>
    <w:rsid w:val="00325D5B"/>
    <w:rsid w:val="003304B9"/>
    <w:rsid w:val="00330964"/>
    <w:rsid w:val="00331C53"/>
    <w:rsid w:val="00331F7B"/>
    <w:rsid w:val="0033239A"/>
    <w:rsid w:val="00333286"/>
    <w:rsid w:val="00333E6C"/>
    <w:rsid w:val="0033430A"/>
    <w:rsid w:val="003356B8"/>
    <w:rsid w:val="00335883"/>
    <w:rsid w:val="00335A3D"/>
    <w:rsid w:val="003411BC"/>
    <w:rsid w:val="003415A9"/>
    <w:rsid w:val="0034211D"/>
    <w:rsid w:val="00342AC0"/>
    <w:rsid w:val="00342AC8"/>
    <w:rsid w:val="00343462"/>
    <w:rsid w:val="00345D72"/>
    <w:rsid w:val="00345E70"/>
    <w:rsid w:val="00347049"/>
    <w:rsid w:val="00350BF4"/>
    <w:rsid w:val="003522C9"/>
    <w:rsid w:val="00352A61"/>
    <w:rsid w:val="003542A1"/>
    <w:rsid w:val="00354620"/>
    <w:rsid w:val="00355044"/>
    <w:rsid w:val="00355382"/>
    <w:rsid w:val="00356071"/>
    <w:rsid w:val="00362392"/>
    <w:rsid w:val="00362E48"/>
    <w:rsid w:val="0036391A"/>
    <w:rsid w:val="00363B47"/>
    <w:rsid w:val="00364D69"/>
    <w:rsid w:val="00364EAF"/>
    <w:rsid w:val="00364EB5"/>
    <w:rsid w:val="00365D17"/>
    <w:rsid w:val="00366E6A"/>
    <w:rsid w:val="00367254"/>
    <w:rsid w:val="0037011A"/>
    <w:rsid w:val="003715E2"/>
    <w:rsid w:val="00371AEF"/>
    <w:rsid w:val="00372EC6"/>
    <w:rsid w:val="003739D9"/>
    <w:rsid w:val="00374241"/>
    <w:rsid w:val="00374A95"/>
    <w:rsid w:val="00374C12"/>
    <w:rsid w:val="00374D64"/>
    <w:rsid w:val="003752CE"/>
    <w:rsid w:val="003753FD"/>
    <w:rsid w:val="0037588B"/>
    <w:rsid w:val="00375B8D"/>
    <w:rsid w:val="00376BAB"/>
    <w:rsid w:val="00376FEE"/>
    <w:rsid w:val="00377A4D"/>
    <w:rsid w:val="003800C7"/>
    <w:rsid w:val="00382155"/>
    <w:rsid w:val="003826B4"/>
    <w:rsid w:val="003831F3"/>
    <w:rsid w:val="00383BAA"/>
    <w:rsid w:val="003848F1"/>
    <w:rsid w:val="00384B1C"/>
    <w:rsid w:val="00385F9E"/>
    <w:rsid w:val="00386336"/>
    <w:rsid w:val="003870A5"/>
    <w:rsid w:val="00390193"/>
    <w:rsid w:val="00390E31"/>
    <w:rsid w:val="00390FCA"/>
    <w:rsid w:val="00392B01"/>
    <w:rsid w:val="00392D94"/>
    <w:rsid w:val="00392DB7"/>
    <w:rsid w:val="00392F18"/>
    <w:rsid w:val="00393140"/>
    <w:rsid w:val="003937A4"/>
    <w:rsid w:val="00393BFB"/>
    <w:rsid w:val="003942F4"/>
    <w:rsid w:val="003958A7"/>
    <w:rsid w:val="00396BEE"/>
    <w:rsid w:val="003970D4"/>
    <w:rsid w:val="00397220"/>
    <w:rsid w:val="00397680"/>
    <w:rsid w:val="00397ACA"/>
    <w:rsid w:val="003A103D"/>
    <w:rsid w:val="003A2083"/>
    <w:rsid w:val="003A230A"/>
    <w:rsid w:val="003A3DB7"/>
    <w:rsid w:val="003A619E"/>
    <w:rsid w:val="003A7971"/>
    <w:rsid w:val="003A7DAC"/>
    <w:rsid w:val="003B06D6"/>
    <w:rsid w:val="003B2222"/>
    <w:rsid w:val="003B3BD4"/>
    <w:rsid w:val="003B3D71"/>
    <w:rsid w:val="003B4C1C"/>
    <w:rsid w:val="003B717C"/>
    <w:rsid w:val="003C0D41"/>
    <w:rsid w:val="003C2B4B"/>
    <w:rsid w:val="003C2EE6"/>
    <w:rsid w:val="003C419B"/>
    <w:rsid w:val="003C552E"/>
    <w:rsid w:val="003C5B83"/>
    <w:rsid w:val="003C6218"/>
    <w:rsid w:val="003C70E9"/>
    <w:rsid w:val="003C7BA0"/>
    <w:rsid w:val="003D00B6"/>
    <w:rsid w:val="003D074E"/>
    <w:rsid w:val="003D669F"/>
    <w:rsid w:val="003E11A7"/>
    <w:rsid w:val="003E2562"/>
    <w:rsid w:val="003E315D"/>
    <w:rsid w:val="003E41E3"/>
    <w:rsid w:val="003E4392"/>
    <w:rsid w:val="003E5CB3"/>
    <w:rsid w:val="003F0714"/>
    <w:rsid w:val="003F2BB0"/>
    <w:rsid w:val="003F2E8A"/>
    <w:rsid w:val="003F4231"/>
    <w:rsid w:val="003F651F"/>
    <w:rsid w:val="003F6FAA"/>
    <w:rsid w:val="00400C23"/>
    <w:rsid w:val="00401992"/>
    <w:rsid w:val="004021C6"/>
    <w:rsid w:val="0040317B"/>
    <w:rsid w:val="004037AF"/>
    <w:rsid w:val="00403BBE"/>
    <w:rsid w:val="004043C2"/>
    <w:rsid w:val="00404728"/>
    <w:rsid w:val="00406529"/>
    <w:rsid w:val="00407931"/>
    <w:rsid w:val="00410575"/>
    <w:rsid w:val="00410C73"/>
    <w:rsid w:val="004110B2"/>
    <w:rsid w:val="00412C5B"/>
    <w:rsid w:val="00414D0C"/>
    <w:rsid w:val="00414E66"/>
    <w:rsid w:val="004156FF"/>
    <w:rsid w:val="0041580E"/>
    <w:rsid w:val="00415E38"/>
    <w:rsid w:val="0041614A"/>
    <w:rsid w:val="004223EF"/>
    <w:rsid w:val="00422BBF"/>
    <w:rsid w:val="004235C4"/>
    <w:rsid w:val="004244B7"/>
    <w:rsid w:val="004246BD"/>
    <w:rsid w:val="004247F0"/>
    <w:rsid w:val="00425E02"/>
    <w:rsid w:val="00430B96"/>
    <w:rsid w:val="00430D46"/>
    <w:rsid w:val="00432624"/>
    <w:rsid w:val="004335BD"/>
    <w:rsid w:val="00433B4D"/>
    <w:rsid w:val="00435971"/>
    <w:rsid w:val="00436378"/>
    <w:rsid w:val="00436546"/>
    <w:rsid w:val="0043671F"/>
    <w:rsid w:val="00437C5A"/>
    <w:rsid w:val="00441AC0"/>
    <w:rsid w:val="00442990"/>
    <w:rsid w:val="00442EC6"/>
    <w:rsid w:val="00443FB5"/>
    <w:rsid w:val="004448E0"/>
    <w:rsid w:val="00444966"/>
    <w:rsid w:val="004453F0"/>
    <w:rsid w:val="00445433"/>
    <w:rsid w:val="0044649E"/>
    <w:rsid w:val="0044657F"/>
    <w:rsid w:val="00450328"/>
    <w:rsid w:val="00450522"/>
    <w:rsid w:val="00451C58"/>
    <w:rsid w:val="0045381F"/>
    <w:rsid w:val="004543FA"/>
    <w:rsid w:val="004552DA"/>
    <w:rsid w:val="00456E0E"/>
    <w:rsid w:val="00460A10"/>
    <w:rsid w:val="00460D6E"/>
    <w:rsid w:val="0046134E"/>
    <w:rsid w:val="00461610"/>
    <w:rsid w:val="00462074"/>
    <w:rsid w:val="00462A10"/>
    <w:rsid w:val="00462AA2"/>
    <w:rsid w:val="00462D09"/>
    <w:rsid w:val="004637AB"/>
    <w:rsid w:val="00463843"/>
    <w:rsid w:val="00463C4E"/>
    <w:rsid w:val="0046415D"/>
    <w:rsid w:val="004655E0"/>
    <w:rsid w:val="00465D04"/>
    <w:rsid w:val="004664EB"/>
    <w:rsid w:val="00466843"/>
    <w:rsid w:val="00467106"/>
    <w:rsid w:val="0047055D"/>
    <w:rsid w:val="00472F95"/>
    <w:rsid w:val="004744B2"/>
    <w:rsid w:val="00475155"/>
    <w:rsid w:val="004764AA"/>
    <w:rsid w:val="00476977"/>
    <w:rsid w:val="00476A28"/>
    <w:rsid w:val="004779B3"/>
    <w:rsid w:val="00477D36"/>
    <w:rsid w:val="004834C7"/>
    <w:rsid w:val="00485387"/>
    <w:rsid w:val="00485770"/>
    <w:rsid w:val="00486D21"/>
    <w:rsid w:val="00486DB5"/>
    <w:rsid w:val="004875D1"/>
    <w:rsid w:val="00487E2A"/>
    <w:rsid w:val="0049078E"/>
    <w:rsid w:val="00490DB1"/>
    <w:rsid w:val="00491F6C"/>
    <w:rsid w:val="00492294"/>
    <w:rsid w:val="004933DF"/>
    <w:rsid w:val="00493F89"/>
    <w:rsid w:val="0049406D"/>
    <w:rsid w:val="00495F1F"/>
    <w:rsid w:val="00496AB9"/>
    <w:rsid w:val="00497AED"/>
    <w:rsid w:val="004A05DC"/>
    <w:rsid w:val="004A1B52"/>
    <w:rsid w:val="004A1D93"/>
    <w:rsid w:val="004A1E09"/>
    <w:rsid w:val="004A2438"/>
    <w:rsid w:val="004A2B6E"/>
    <w:rsid w:val="004A321F"/>
    <w:rsid w:val="004A532C"/>
    <w:rsid w:val="004A606E"/>
    <w:rsid w:val="004A6230"/>
    <w:rsid w:val="004A6ADD"/>
    <w:rsid w:val="004A73B7"/>
    <w:rsid w:val="004B2811"/>
    <w:rsid w:val="004B4573"/>
    <w:rsid w:val="004B577F"/>
    <w:rsid w:val="004B57EF"/>
    <w:rsid w:val="004B6599"/>
    <w:rsid w:val="004B6D60"/>
    <w:rsid w:val="004B73EE"/>
    <w:rsid w:val="004B74A9"/>
    <w:rsid w:val="004B785E"/>
    <w:rsid w:val="004B789B"/>
    <w:rsid w:val="004C0E64"/>
    <w:rsid w:val="004C1439"/>
    <w:rsid w:val="004C1AFF"/>
    <w:rsid w:val="004C2348"/>
    <w:rsid w:val="004C2374"/>
    <w:rsid w:val="004C6847"/>
    <w:rsid w:val="004C744D"/>
    <w:rsid w:val="004D0211"/>
    <w:rsid w:val="004D1003"/>
    <w:rsid w:val="004D204E"/>
    <w:rsid w:val="004D28A1"/>
    <w:rsid w:val="004D4304"/>
    <w:rsid w:val="004D4D2A"/>
    <w:rsid w:val="004D7139"/>
    <w:rsid w:val="004D7BB2"/>
    <w:rsid w:val="004E0BF8"/>
    <w:rsid w:val="004E0CFD"/>
    <w:rsid w:val="004E1133"/>
    <w:rsid w:val="004E11BA"/>
    <w:rsid w:val="004E6946"/>
    <w:rsid w:val="004E7077"/>
    <w:rsid w:val="004E7560"/>
    <w:rsid w:val="004F0175"/>
    <w:rsid w:val="004F0AA9"/>
    <w:rsid w:val="004F0C0E"/>
    <w:rsid w:val="004F0F84"/>
    <w:rsid w:val="004F10DC"/>
    <w:rsid w:val="004F119E"/>
    <w:rsid w:val="004F1842"/>
    <w:rsid w:val="004F1923"/>
    <w:rsid w:val="004F2058"/>
    <w:rsid w:val="004F4212"/>
    <w:rsid w:val="004F6E62"/>
    <w:rsid w:val="004F713B"/>
    <w:rsid w:val="004F7548"/>
    <w:rsid w:val="004F7944"/>
    <w:rsid w:val="0050076A"/>
    <w:rsid w:val="00500FD2"/>
    <w:rsid w:val="00503098"/>
    <w:rsid w:val="0050336D"/>
    <w:rsid w:val="0050352F"/>
    <w:rsid w:val="0050456C"/>
    <w:rsid w:val="00504A54"/>
    <w:rsid w:val="00505762"/>
    <w:rsid w:val="0050698B"/>
    <w:rsid w:val="00507662"/>
    <w:rsid w:val="00507F53"/>
    <w:rsid w:val="00510352"/>
    <w:rsid w:val="005116AD"/>
    <w:rsid w:val="005122EB"/>
    <w:rsid w:val="0051361B"/>
    <w:rsid w:val="00513B1B"/>
    <w:rsid w:val="00515D4B"/>
    <w:rsid w:val="00516704"/>
    <w:rsid w:val="00517B8A"/>
    <w:rsid w:val="005200B2"/>
    <w:rsid w:val="00522953"/>
    <w:rsid w:val="00524171"/>
    <w:rsid w:val="0052495A"/>
    <w:rsid w:val="005257F7"/>
    <w:rsid w:val="00527A43"/>
    <w:rsid w:val="00530ABA"/>
    <w:rsid w:val="00530CE9"/>
    <w:rsid w:val="005332B4"/>
    <w:rsid w:val="00534856"/>
    <w:rsid w:val="005349ED"/>
    <w:rsid w:val="005360BF"/>
    <w:rsid w:val="00537055"/>
    <w:rsid w:val="00537081"/>
    <w:rsid w:val="0053770F"/>
    <w:rsid w:val="00537722"/>
    <w:rsid w:val="0054013A"/>
    <w:rsid w:val="005410D0"/>
    <w:rsid w:val="00541208"/>
    <w:rsid w:val="00541EC8"/>
    <w:rsid w:val="005428FC"/>
    <w:rsid w:val="00545AD0"/>
    <w:rsid w:val="00546CD3"/>
    <w:rsid w:val="0054778F"/>
    <w:rsid w:val="00547807"/>
    <w:rsid w:val="005503E2"/>
    <w:rsid w:val="0055121A"/>
    <w:rsid w:val="00555017"/>
    <w:rsid w:val="00555070"/>
    <w:rsid w:val="0055620B"/>
    <w:rsid w:val="005562E9"/>
    <w:rsid w:val="00556F2D"/>
    <w:rsid w:val="005571DC"/>
    <w:rsid w:val="00557C82"/>
    <w:rsid w:val="005617C7"/>
    <w:rsid w:val="0056227F"/>
    <w:rsid w:val="00562D3A"/>
    <w:rsid w:val="005635E8"/>
    <w:rsid w:val="00563C7D"/>
    <w:rsid w:val="005642EB"/>
    <w:rsid w:val="00564819"/>
    <w:rsid w:val="00564EB4"/>
    <w:rsid w:val="00565953"/>
    <w:rsid w:val="00567171"/>
    <w:rsid w:val="005703D6"/>
    <w:rsid w:val="00570D4A"/>
    <w:rsid w:val="005733B8"/>
    <w:rsid w:val="00573D43"/>
    <w:rsid w:val="005741E9"/>
    <w:rsid w:val="005751E2"/>
    <w:rsid w:val="00580349"/>
    <w:rsid w:val="00585F4C"/>
    <w:rsid w:val="005865A5"/>
    <w:rsid w:val="00586950"/>
    <w:rsid w:val="00590F8E"/>
    <w:rsid w:val="0059334B"/>
    <w:rsid w:val="005942E5"/>
    <w:rsid w:val="0059672D"/>
    <w:rsid w:val="00596A5D"/>
    <w:rsid w:val="00596E82"/>
    <w:rsid w:val="005970AD"/>
    <w:rsid w:val="0059723C"/>
    <w:rsid w:val="00597BEF"/>
    <w:rsid w:val="005A18BF"/>
    <w:rsid w:val="005A3BD4"/>
    <w:rsid w:val="005A3D50"/>
    <w:rsid w:val="005A3DB5"/>
    <w:rsid w:val="005A430A"/>
    <w:rsid w:val="005A7A23"/>
    <w:rsid w:val="005A7DDA"/>
    <w:rsid w:val="005B0463"/>
    <w:rsid w:val="005B098F"/>
    <w:rsid w:val="005B0D27"/>
    <w:rsid w:val="005B18DC"/>
    <w:rsid w:val="005B25BD"/>
    <w:rsid w:val="005B3471"/>
    <w:rsid w:val="005B367A"/>
    <w:rsid w:val="005B3B3B"/>
    <w:rsid w:val="005B469B"/>
    <w:rsid w:val="005B49E9"/>
    <w:rsid w:val="005B4F21"/>
    <w:rsid w:val="005B5518"/>
    <w:rsid w:val="005B61A7"/>
    <w:rsid w:val="005B6337"/>
    <w:rsid w:val="005B651E"/>
    <w:rsid w:val="005B6B0D"/>
    <w:rsid w:val="005C0894"/>
    <w:rsid w:val="005C2C1D"/>
    <w:rsid w:val="005C2EFE"/>
    <w:rsid w:val="005C3124"/>
    <w:rsid w:val="005C4910"/>
    <w:rsid w:val="005C4C25"/>
    <w:rsid w:val="005C4DB0"/>
    <w:rsid w:val="005C7413"/>
    <w:rsid w:val="005D012F"/>
    <w:rsid w:val="005D0A00"/>
    <w:rsid w:val="005D0D3C"/>
    <w:rsid w:val="005D0D6E"/>
    <w:rsid w:val="005D1465"/>
    <w:rsid w:val="005D219D"/>
    <w:rsid w:val="005D2EC7"/>
    <w:rsid w:val="005D4E1C"/>
    <w:rsid w:val="005D4F9D"/>
    <w:rsid w:val="005D67B8"/>
    <w:rsid w:val="005E0DCF"/>
    <w:rsid w:val="005E139C"/>
    <w:rsid w:val="005E2208"/>
    <w:rsid w:val="005E29ED"/>
    <w:rsid w:val="005E2D34"/>
    <w:rsid w:val="005E31B0"/>
    <w:rsid w:val="005E3739"/>
    <w:rsid w:val="005E53AB"/>
    <w:rsid w:val="005E68E1"/>
    <w:rsid w:val="005E6DC7"/>
    <w:rsid w:val="005F115A"/>
    <w:rsid w:val="005F118E"/>
    <w:rsid w:val="005F2847"/>
    <w:rsid w:val="005F3461"/>
    <w:rsid w:val="005F429A"/>
    <w:rsid w:val="005F43E3"/>
    <w:rsid w:val="005F4898"/>
    <w:rsid w:val="005F5311"/>
    <w:rsid w:val="005F5CEF"/>
    <w:rsid w:val="00601091"/>
    <w:rsid w:val="006010C0"/>
    <w:rsid w:val="00603BFD"/>
    <w:rsid w:val="00604547"/>
    <w:rsid w:val="006053C5"/>
    <w:rsid w:val="00612A51"/>
    <w:rsid w:val="00612F88"/>
    <w:rsid w:val="006137B0"/>
    <w:rsid w:val="00614D74"/>
    <w:rsid w:val="00614DBA"/>
    <w:rsid w:val="00616459"/>
    <w:rsid w:val="006220BE"/>
    <w:rsid w:val="00622E21"/>
    <w:rsid w:val="00624017"/>
    <w:rsid w:val="00624497"/>
    <w:rsid w:val="0062465B"/>
    <w:rsid w:val="00624C06"/>
    <w:rsid w:val="00624F63"/>
    <w:rsid w:val="00624FE8"/>
    <w:rsid w:val="006271A8"/>
    <w:rsid w:val="0062761A"/>
    <w:rsid w:val="0063160A"/>
    <w:rsid w:val="00632720"/>
    <w:rsid w:val="00633101"/>
    <w:rsid w:val="006339AB"/>
    <w:rsid w:val="00633DD9"/>
    <w:rsid w:val="00633F2B"/>
    <w:rsid w:val="00635DE4"/>
    <w:rsid w:val="00636854"/>
    <w:rsid w:val="00636F31"/>
    <w:rsid w:val="00637001"/>
    <w:rsid w:val="00637CDF"/>
    <w:rsid w:val="00640278"/>
    <w:rsid w:val="0064049F"/>
    <w:rsid w:val="00641112"/>
    <w:rsid w:val="00643469"/>
    <w:rsid w:val="00643649"/>
    <w:rsid w:val="00643822"/>
    <w:rsid w:val="00645270"/>
    <w:rsid w:val="00645A2F"/>
    <w:rsid w:val="00645F8B"/>
    <w:rsid w:val="006467DB"/>
    <w:rsid w:val="00647199"/>
    <w:rsid w:val="00650322"/>
    <w:rsid w:val="00650448"/>
    <w:rsid w:val="00653089"/>
    <w:rsid w:val="0065322B"/>
    <w:rsid w:val="0065334D"/>
    <w:rsid w:val="006556C2"/>
    <w:rsid w:val="0065686E"/>
    <w:rsid w:val="006609C0"/>
    <w:rsid w:val="006611A5"/>
    <w:rsid w:val="00662B15"/>
    <w:rsid w:val="0066327F"/>
    <w:rsid w:val="00663937"/>
    <w:rsid w:val="00663D0F"/>
    <w:rsid w:val="00664893"/>
    <w:rsid w:val="00667BDC"/>
    <w:rsid w:val="00670F98"/>
    <w:rsid w:val="00671C89"/>
    <w:rsid w:val="00671E4E"/>
    <w:rsid w:val="00674284"/>
    <w:rsid w:val="00675E50"/>
    <w:rsid w:val="0067608B"/>
    <w:rsid w:val="00676F5C"/>
    <w:rsid w:val="00677085"/>
    <w:rsid w:val="0067761E"/>
    <w:rsid w:val="00680564"/>
    <w:rsid w:val="00683B07"/>
    <w:rsid w:val="0068454D"/>
    <w:rsid w:val="006848C2"/>
    <w:rsid w:val="00684B8C"/>
    <w:rsid w:val="0068589D"/>
    <w:rsid w:val="00686BF8"/>
    <w:rsid w:val="006914B9"/>
    <w:rsid w:val="00692FA5"/>
    <w:rsid w:val="00693123"/>
    <w:rsid w:val="00693806"/>
    <w:rsid w:val="00693F46"/>
    <w:rsid w:val="006940D3"/>
    <w:rsid w:val="006963B1"/>
    <w:rsid w:val="00696767"/>
    <w:rsid w:val="00696BB2"/>
    <w:rsid w:val="00696DED"/>
    <w:rsid w:val="00697E2D"/>
    <w:rsid w:val="00697EF3"/>
    <w:rsid w:val="006A0244"/>
    <w:rsid w:val="006A225D"/>
    <w:rsid w:val="006A2E4B"/>
    <w:rsid w:val="006A2F86"/>
    <w:rsid w:val="006A3038"/>
    <w:rsid w:val="006A327C"/>
    <w:rsid w:val="006A3892"/>
    <w:rsid w:val="006A3AE6"/>
    <w:rsid w:val="006A4115"/>
    <w:rsid w:val="006A4DEE"/>
    <w:rsid w:val="006A50FD"/>
    <w:rsid w:val="006A5398"/>
    <w:rsid w:val="006A598F"/>
    <w:rsid w:val="006A6114"/>
    <w:rsid w:val="006A6DC2"/>
    <w:rsid w:val="006A7C87"/>
    <w:rsid w:val="006A7D2E"/>
    <w:rsid w:val="006B0C10"/>
    <w:rsid w:val="006B1B8C"/>
    <w:rsid w:val="006B200E"/>
    <w:rsid w:val="006B2FAB"/>
    <w:rsid w:val="006B3B40"/>
    <w:rsid w:val="006B3D5C"/>
    <w:rsid w:val="006B5C66"/>
    <w:rsid w:val="006B70C7"/>
    <w:rsid w:val="006C027B"/>
    <w:rsid w:val="006C0679"/>
    <w:rsid w:val="006C1367"/>
    <w:rsid w:val="006C1CF1"/>
    <w:rsid w:val="006C210C"/>
    <w:rsid w:val="006C2556"/>
    <w:rsid w:val="006C29B7"/>
    <w:rsid w:val="006C37AE"/>
    <w:rsid w:val="006C4101"/>
    <w:rsid w:val="006C7274"/>
    <w:rsid w:val="006D1449"/>
    <w:rsid w:val="006D2275"/>
    <w:rsid w:val="006D249C"/>
    <w:rsid w:val="006D324E"/>
    <w:rsid w:val="006D4FB5"/>
    <w:rsid w:val="006D50BF"/>
    <w:rsid w:val="006D6E8C"/>
    <w:rsid w:val="006D796F"/>
    <w:rsid w:val="006D7E30"/>
    <w:rsid w:val="006E0252"/>
    <w:rsid w:val="006E10F7"/>
    <w:rsid w:val="006E2642"/>
    <w:rsid w:val="006E3D65"/>
    <w:rsid w:val="006E3E8F"/>
    <w:rsid w:val="006E5D0E"/>
    <w:rsid w:val="006E6339"/>
    <w:rsid w:val="006E7915"/>
    <w:rsid w:val="006F00B1"/>
    <w:rsid w:val="006F161A"/>
    <w:rsid w:val="006F18B2"/>
    <w:rsid w:val="006F4477"/>
    <w:rsid w:val="006F5E6E"/>
    <w:rsid w:val="006F5F07"/>
    <w:rsid w:val="006F615D"/>
    <w:rsid w:val="006F77B3"/>
    <w:rsid w:val="00701DA2"/>
    <w:rsid w:val="007020DD"/>
    <w:rsid w:val="007022AE"/>
    <w:rsid w:val="00702F9D"/>
    <w:rsid w:val="00705E7A"/>
    <w:rsid w:val="00705ED6"/>
    <w:rsid w:val="00706758"/>
    <w:rsid w:val="00710631"/>
    <w:rsid w:val="00710C53"/>
    <w:rsid w:val="00710D58"/>
    <w:rsid w:val="00710DFA"/>
    <w:rsid w:val="007114E5"/>
    <w:rsid w:val="007124CC"/>
    <w:rsid w:val="00712B33"/>
    <w:rsid w:val="00712C03"/>
    <w:rsid w:val="00712E3E"/>
    <w:rsid w:val="0071347F"/>
    <w:rsid w:val="00714A12"/>
    <w:rsid w:val="00715443"/>
    <w:rsid w:val="00715C75"/>
    <w:rsid w:val="00716EC6"/>
    <w:rsid w:val="00721D41"/>
    <w:rsid w:val="0072210F"/>
    <w:rsid w:val="00722470"/>
    <w:rsid w:val="00723B93"/>
    <w:rsid w:val="00724623"/>
    <w:rsid w:val="00725891"/>
    <w:rsid w:val="00725902"/>
    <w:rsid w:val="00726358"/>
    <w:rsid w:val="007264D5"/>
    <w:rsid w:val="00730614"/>
    <w:rsid w:val="007317A2"/>
    <w:rsid w:val="00731D6F"/>
    <w:rsid w:val="007336EB"/>
    <w:rsid w:val="007343D2"/>
    <w:rsid w:val="007348CE"/>
    <w:rsid w:val="00736D5D"/>
    <w:rsid w:val="0073745B"/>
    <w:rsid w:val="007404AB"/>
    <w:rsid w:val="007407F8"/>
    <w:rsid w:val="00740C0D"/>
    <w:rsid w:val="00740EA0"/>
    <w:rsid w:val="007424B7"/>
    <w:rsid w:val="007425A3"/>
    <w:rsid w:val="00742C80"/>
    <w:rsid w:val="0074314C"/>
    <w:rsid w:val="0074329C"/>
    <w:rsid w:val="00745C5A"/>
    <w:rsid w:val="00746758"/>
    <w:rsid w:val="00746798"/>
    <w:rsid w:val="00747199"/>
    <w:rsid w:val="007474AD"/>
    <w:rsid w:val="0074770A"/>
    <w:rsid w:val="0074788D"/>
    <w:rsid w:val="0075040B"/>
    <w:rsid w:val="0075072D"/>
    <w:rsid w:val="0075107D"/>
    <w:rsid w:val="007517C7"/>
    <w:rsid w:val="007530DD"/>
    <w:rsid w:val="00760609"/>
    <w:rsid w:val="0076160C"/>
    <w:rsid w:val="0076293F"/>
    <w:rsid w:val="00764101"/>
    <w:rsid w:val="0076426F"/>
    <w:rsid w:val="007652F2"/>
    <w:rsid w:val="0076707A"/>
    <w:rsid w:val="00767395"/>
    <w:rsid w:val="007674F2"/>
    <w:rsid w:val="007701C4"/>
    <w:rsid w:val="007713D4"/>
    <w:rsid w:val="0077224B"/>
    <w:rsid w:val="00772B22"/>
    <w:rsid w:val="00773097"/>
    <w:rsid w:val="00773406"/>
    <w:rsid w:val="00773845"/>
    <w:rsid w:val="0077394B"/>
    <w:rsid w:val="00773D75"/>
    <w:rsid w:val="00774487"/>
    <w:rsid w:val="007744EF"/>
    <w:rsid w:val="007752D7"/>
    <w:rsid w:val="007752E6"/>
    <w:rsid w:val="0077531F"/>
    <w:rsid w:val="00776754"/>
    <w:rsid w:val="00776B0D"/>
    <w:rsid w:val="00776D37"/>
    <w:rsid w:val="007774CF"/>
    <w:rsid w:val="0078181C"/>
    <w:rsid w:val="00782034"/>
    <w:rsid w:val="00782278"/>
    <w:rsid w:val="007825FD"/>
    <w:rsid w:val="00783228"/>
    <w:rsid w:val="00783478"/>
    <w:rsid w:val="00783692"/>
    <w:rsid w:val="00785AFB"/>
    <w:rsid w:val="0078655B"/>
    <w:rsid w:val="00786D4F"/>
    <w:rsid w:val="0079000C"/>
    <w:rsid w:val="0079316A"/>
    <w:rsid w:val="00793966"/>
    <w:rsid w:val="0079450B"/>
    <w:rsid w:val="00794716"/>
    <w:rsid w:val="00794E06"/>
    <w:rsid w:val="007A0633"/>
    <w:rsid w:val="007A100F"/>
    <w:rsid w:val="007A1AAC"/>
    <w:rsid w:val="007A1C7B"/>
    <w:rsid w:val="007A1FD9"/>
    <w:rsid w:val="007A4241"/>
    <w:rsid w:val="007A5B9B"/>
    <w:rsid w:val="007A6210"/>
    <w:rsid w:val="007A622F"/>
    <w:rsid w:val="007A6FCC"/>
    <w:rsid w:val="007A7752"/>
    <w:rsid w:val="007A7FD5"/>
    <w:rsid w:val="007B259F"/>
    <w:rsid w:val="007B41B0"/>
    <w:rsid w:val="007B48C0"/>
    <w:rsid w:val="007B4942"/>
    <w:rsid w:val="007B7784"/>
    <w:rsid w:val="007B7A4B"/>
    <w:rsid w:val="007B7F86"/>
    <w:rsid w:val="007C0739"/>
    <w:rsid w:val="007C5179"/>
    <w:rsid w:val="007C69D2"/>
    <w:rsid w:val="007D1240"/>
    <w:rsid w:val="007D1C0E"/>
    <w:rsid w:val="007D2E3C"/>
    <w:rsid w:val="007D3757"/>
    <w:rsid w:val="007D511B"/>
    <w:rsid w:val="007D7FE9"/>
    <w:rsid w:val="007E0731"/>
    <w:rsid w:val="007E086A"/>
    <w:rsid w:val="007E3B4D"/>
    <w:rsid w:val="007E43B8"/>
    <w:rsid w:val="007E513C"/>
    <w:rsid w:val="007E638D"/>
    <w:rsid w:val="007F0C83"/>
    <w:rsid w:val="007F1382"/>
    <w:rsid w:val="007F1FDE"/>
    <w:rsid w:val="007F3320"/>
    <w:rsid w:val="007F34A7"/>
    <w:rsid w:val="007F49D5"/>
    <w:rsid w:val="007F70D8"/>
    <w:rsid w:val="008001F9"/>
    <w:rsid w:val="00800780"/>
    <w:rsid w:val="00800AC7"/>
    <w:rsid w:val="00801379"/>
    <w:rsid w:val="00801C30"/>
    <w:rsid w:val="00802116"/>
    <w:rsid w:val="00803DEC"/>
    <w:rsid w:val="00804EC1"/>
    <w:rsid w:val="00806970"/>
    <w:rsid w:val="0081064E"/>
    <w:rsid w:val="00810DCC"/>
    <w:rsid w:val="00811077"/>
    <w:rsid w:val="008150AD"/>
    <w:rsid w:val="0081542B"/>
    <w:rsid w:val="00817EBF"/>
    <w:rsid w:val="00820B49"/>
    <w:rsid w:val="00821057"/>
    <w:rsid w:val="0082133E"/>
    <w:rsid w:val="00822836"/>
    <w:rsid w:val="00822F95"/>
    <w:rsid w:val="00823232"/>
    <w:rsid w:val="008246A0"/>
    <w:rsid w:val="00824CCF"/>
    <w:rsid w:val="00826357"/>
    <w:rsid w:val="0082719B"/>
    <w:rsid w:val="00827E76"/>
    <w:rsid w:val="00830EDE"/>
    <w:rsid w:val="008326C4"/>
    <w:rsid w:val="00833DD5"/>
    <w:rsid w:val="00833E55"/>
    <w:rsid w:val="008366CA"/>
    <w:rsid w:val="0084158C"/>
    <w:rsid w:val="008417CA"/>
    <w:rsid w:val="00841CD4"/>
    <w:rsid w:val="00841CDF"/>
    <w:rsid w:val="00841EE5"/>
    <w:rsid w:val="00842464"/>
    <w:rsid w:val="00842FAC"/>
    <w:rsid w:val="00843AEB"/>
    <w:rsid w:val="00846D35"/>
    <w:rsid w:val="008479D2"/>
    <w:rsid w:val="00847A7E"/>
    <w:rsid w:val="00847D91"/>
    <w:rsid w:val="00847E1E"/>
    <w:rsid w:val="008507E7"/>
    <w:rsid w:val="00851B6A"/>
    <w:rsid w:val="00853B62"/>
    <w:rsid w:val="008541AD"/>
    <w:rsid w:val="008548B8"/>
    <w:rsid w:val="00856BF9"/>
    <w:rsid w:val="00856EFA"/>
    <w:rsid w:val="00863A82"/>
    <w:rsid w:val="00863C0E"/>
    <w:rsid w:val="0086401D"/>
    <w:rsid w:val="008647EF"/>
    <w:rsid w:val="00864926"/>
    <w:rsid w:val="008660F2"/>
    <w:rsid w:val="008678D9"/>
    <w:rsid w:val="008720A6"/>
    <w:rsid w:val="00872DCD"/>
    <w:rsid w:val="00874323"/>
    <w:rsid w:val="00874E6A"/>
    <w:rsid w:val="008768EB"/>
    <w:rsid w:val="00881D74"/>
    <w:rsid w:val="00885168"/>
    <w:rsid w:val="0088635A"/>
    <w:rsid w:val="0088694E"/>
    <w:rsid w:val="00886E02"/>
    <w:rsid w:val="00891075"/>
    <w:rsid w:val="008910F4"/>
    <w:rsid w:val="00891CEA"/>
    <w:rsid w:val="00892A24"/>
    <w:rsid w:val="00894598"/>
    <w:rsid w:val="008947A4"/>
    <w:rsid w:val="0089596C"/>
    <w:rsid w:val="00895F29"/>
    <w:rsid w:val="00896337"/>
    <w:rsid w:val="008966DD"/>
    <w:rsid w:val="00896A94"/>
    <w:rsid w:val="008979B4"/>
    <w:rsid w:val="008A05B1"/>
    <w:rsid w:val="008A2313"/>
    <w:rsid w:val="008A3D7D"/>
    <w:rsid w:val="008A5B7E"/>
    <w:rsid w:val="008A6BF2"/>
    <w:rsid w:val="008A70A9"/>
    <w:rsid w:val="008A717F"/>
    <w:rsid w:val="008B0C2D"/>
    <w:rsid w:val="008B1213"/>
    <w:rsid w:val="008B1792"/>
    <w:rsid w:val="008B1A8F"/>
    <w:rsid w:val="008B1BF7"/>
    <w:rsid w:val="008B22A0"/>
    <w:rsid w:val="008B24C7"/>
    <w:rsid w:val="008B5B0F"/>
    <w:rsid w:val="008B5DD8"/>
    <w:rsid w:val="008B7718"/>
    <w:rsid w:val="008C0CB4"/>
    <w:rsid w:val="008C18F9"/>
    <w:rsid w:val="008C2682"/>
    <w:rsid w:val="008C2AD3"/>
    <w:rsid w:val="008C3965"/>
    <w:rsid w:val="008C3D26"/>
    <w:rsid w:val="008C4256"/>
    <w:rsid w:val="008C5A3B"/>
    <w:rsid w:val="008C6A9C"/>
    <w:rsid w:val="008C7022"/>
    <w:rsid w:val="008C78C0"/>
    <w:rsid w:val="008D03E3"/>
    <w:rsid w:val="008D085B"/>
    <w:rsid w:val="008D0938"/>
    <w:rsid w:val="008D2ECF"/>
    <w:rsid w:val="008D4437"/>
    <w:rsid w:val="008D62B7"/>
    <w:rsid w:val="008D6C45"/>
    <w:rsid w:val="008D7249"/>
    <w:rsid w:val="008D7B26"/>
    <w:rsid w:val="008D7C94"/>
    <w:rsid w:val="008E0AA5"/>
    <w:rsid w:val="008E2952"/>
    <w:rsid w:val="008E4875"/>
    <w:rsid w:val="008E4BA5"/>
    <w:rsid w:val="008E5C88"/>
    <w:rsid w:val="008E5D4A"/>
    <w:rsid w:val="008E6327"/>
    <w:rsid w:val="008E64A0"/>
    <w:rsid w:val="008E7A9C"/>
    <w:rsid w:val="008F01A9"/>
    <w:rsid w:val="008F2C99"/>
    <w:rsid w:val="008F346D"/>
    <w:rsid w:val="008F4640"/>
    <w:rsid w:val="008F511C"/>
    <w:rsid w:val="008F6590"/>
    <w:rsid w:val="008F65EA"/>
    <w:rsid w:val="008F71A5"/>
    <w:rsid w:val="008F7E0C"/>
    <w:rsid w:val="009011EB"/>
    <w:rsid w:val="0090178B"/>
    <w:rsid w:val="009030D2"/>
    <w:rsid w:val="0090541D"/>
    <w:rsid w:val="00905BC6"/>
    <w:rsid w:val="00906784"/>
    <w:rsid w:val="0090710D"/>
    <w:rsid w:val="00907C92"/>
    <w:rsid w:val="009100A9"/>
    <w:rsid w:val="00910ED2"/>
    <w:rsid w:val="00911B80"/>
    <w:rsid w:val="00913594"/>
    <w:rsid w:val="009135F9"/>
    <w:rsid w:val="0091635C"/>
    <w:rsid w:val="0091658C"/>
    <w:rsid w:val="00917380"/>
    <w:rsid w:val="0092254E"/>
    <w:rsid w:val="00922AF0"/>
    <w:rsid w:val="00923E39"/>
    <w:rsid w:val="0092517F"/>
    <w:rsid w:val="0092532F"/>
    <w:rsid w:val="00925962"/>
    <w:rsid w:val="0092642A"/>
    <w:rsid w:val="00927435"/>
    <w:rsid w:val="00927530"/>
    <w:rsid w:val="0093068A"/>
    <w:rsid w:val="00930A01"/>
    <w:rsid w:val="009310FE"/>
    <w:rsid w:val="009318F6"/>
    <w:rsid w:val="009328FF"/>
    <w:rsid w:val="009329F2"/>
    <w:rsid w:val="00933F24"/>
    <w:rsid w:val="00933FF7"/>
    <w:rsid w:val="009341FA"/>
    <w:rsid w:val="00934DBD"/>
    <w:rsid w:val="009356DF"/>
    <w:rsid w:val="009357B6"/>
    <w:rsid w:val="00935B7C"/>
    <w:rsid w:val="00935E28"/>
    <w:rsid w:val="00940A1E"/>
    <w:rsid w:val="00940B7D"/>
    <w:rsid w:val="00941215"/>
    <w:rsid w:val="009421F2"/>
    <w:rsid w:val="00942E86"/>
    <w:rsid w:val="00944EB9"/>
    <w:rsid w:val="009450AB"/>
    <w:rsid w:val="0094556F"/>
    <w:rsid w:val="00945D8D"/>
    <w:rsid w:val="0094658B"/>
    <w:rsid w:val="009474CC"/>
    <w:rsid w:val="00947977"/>
    <w:rsid w:val="009479ED"/>
    <w:rsid w:val="00951C2D"/>
    <w:rsid w:val="00952A1C"/>
    <w:rsid w:val="00952AC3"/>
    <w:rsid w:val="00952DF6"/>
    <w:rsid w:val="00953222"/>
    <w:rsid w:val="0095690B"/>
    <w:rsid w:val="0096038F"/>
    <w:rsid w:val="0096100F"/>
    <w:rsid w:val="0096226B"/>
    <w:rsid w:val="00962733"/>
    <w:rsid w:val="00962A41"/>
    <w:rsid w:val="00963493"/>
    <w:rsid w:val="00964419"/>
    <w:rsid w:val="00964529"/>
    <w:rsid w:val="0096486C"/>
    <w:rsid w:val="00965B60"/>
    <w:rsid w:val="009677A8"/>
    <w:rsid w:val="00967813"/>
    <w:rsid w:val="00970FDF"/>
    <w:rsid w:val="00971EE9"/>
    <w:rsid w:val="00972594"/>
    <w:rsid w:val="009735C4"/>
    <w:rsid w:val="00974A8F"/>
    <w:rsid w:val="00976942"/>
    <w:rsid w:val="00976D1A"/>
    <w:rsid w:val="00976F00"/>
    <w:rsid w:val="00980FE1"/>
    <w:rsid w:val="0098128C"/>
    <w:rsid w:val="00981B09"/>
    <w:rsid w:val="00981F20"/>
    <w:rsid w:val="00982015"/>
    <w:rsid w:val="00982225"/>
    <w:rsid w:val="009829F4"/>
    <w:rsid w:val="00983713"/>
    <w:rsid w:val="00983B36"/>
    <w:rsid w:val="00985C41"/>
    <w:rsid w:val="00986AE0"/>
    <w:rsid w:val="009875A5"/>
    <w:rsid w:val="00987B40"/>
    <w:rsid w:val="00987F43"/>
    <w:rsid w:val="00991954"/>
    <w:rsid w:val="00992B0E"/>
    <w:rsid w:val="009948F5"/>
    <w:rsid w:val="00994911"/>
    <w:rsid w:val="00995361"/>
    <w:rsid w:val="00996A2F"/>
    <w:rsid w:val="009970F9"/>
    <w:rsid w:val="009972EA"/>
    <w:rsid w:val="00997DD6"/>
    <w:rsid w:val="009A02B6"/>
    <w:rsid w:val="009A1144"/>
    <w:rsid w:val="009A20C6"/>
    <w:rsid w:val="009A2390"/>
    <w:rsid w:val="009A2820"/>
    <w:rsid w:val="009A28C0"/>
    <w:rsid w:val="009A35A2"/>
    <w:rsid w:val="009A39E6"/>
    <w:rsid w:val="009A3CD2"/>
    <w:rsid w:val="009A3D2A"/>
    <w:rsid w:val="009A4DEF"/>
    <w:rsid w:val="009A5ABF"/>
    <w:rsid w:val="009B0C25"/>
    <w:rsid w:val="009B1D3E"/>
    <w:rsid w:val="009B2D63"/>
    <w:rsid w:val="009B40C7"/>
    <w:rsid w:val="009B44CC"/>
    <w:rsid w:val="009B5ABA"/>
    <w:rsid w:val="009B5CE4"/>
    <w:rsid w:val="009B65EB"/>
    <w:rsid w:val="009B66A9"/>
    <w:rsid w:val="009B794D"/>
    <w:rsid w:val="009C06CA"/>
    <w:rsid w:val="009C0944"/>
    <w:rsid w:val="009C144B"/>
    <w:rsid w:val="009C194B"/>
    <w:rsid w:val="009C1ABC"/>
    <w:rsid w:val="009C1BCC"/>
    <w:rsid w:val="009C2EB6"/>
    <w:rsid w:val="009C359F"/>
    <w:rsid w:val="009C41D0"/>
    <w:rsid w:val="009C4CC1"/>
    <w:rsid w:val="009C5102"/>
    <w:rsid w:val="009C774B"/>
    <w:rsid w:val="009C77E2"/>
    <w:rsid w:val="009D0818"/>
    <w:rsid w:val="009D0E30"/>
    <w:rsid w:val="009D14A3"/>
    <w:rsid w:val="009D3155"/>
    <w:rsid w:val="009D3531"/>
    <w:rsid w:val="009D5966"/>
    <w:rsid w:val="009D624D"/>
    <w:rsid w:val="009D6906"/>
    <w:rsid w:val="009D6F02"/>
    <w:rsid w:val="009E02CD"/>
    <w:rsid w:val="009E0B10"/>
    <w:rsid w:val="009E1082"/>
    <w:rsid w:val="009E123E"/>
    <w:rsid w:val="009E188A"/>
    <w:rsid w:val="009E2F29"/>
    <w:rsid w:val="009E39E1"/>
    <w:rsid w:val="009E4B21"/>
    <w:rsid w:val="009E68FF"/>
    <w:rsid w:val="009E7C24"/>
    <w:rsid w:val="009E7EEA"/>
    <w:rsid w:val="009F114F"/>
    <w:rsid w:val="009F2221"/>
    <w:rsid w:val="009F2BBB"/>
    <w:rsid w:val="009F3E30"/>
    <w:rsid w:val="009F6F85"/>
    <w:rsid w:val="009F73AD"/>
    <w:rsid w:val="00A00037"/>
    <w:rsid w:val="00A0012E"/>
    <w:rsid w:val="00A00F3F"/>
    <w:rsid w:val="00A0599F"/>
    <w:rsid w:val="00A10620"/>
    <w:rsid w:val="00A124A9"/>
    <w:rsid w:val="00A1330A"/>
    <w:rsid w:val="00A1344D"/>
    <w:rsid w:val="00A13C82"/>
    <w:rsid w:val="00A14A27"/>
    <w:rsid w:val="00A14D66"/>
    <w:rsid w:val="00A15297"/>
    <w:rsid w:val="00A15B47"/>
    <w:rsid w:val="00A17375"/>
    <w:rsid w:val="00A177B7"/>
    <w:rsid w:val="00A17AF7"/>
    <w:rsid w:val="00A20C75"/>
    <w:rsid w:val="00A2256B"/>
    <w:rsid w:val="00A226EF"/>
    <w:rsid w:val="00A233BF"/>
    <w:rsid w:val="00A24740"/>
    <w:rsid w:val="00A257C2"/>
    <w:rsid w:val="00A25BAA"/>
    <w:rsid w:val="00A25D76"/>
    <w:rsid w:val="00A26081"/>
    <w:rsid w:val="00A27094"/>
    <w:rsid w:val="00A30442"/>
    <w:rsid w:val="00A332ED"/>
    <w:rsid w:val="00A3404E"/>
    <w:rsid w:val="00A34E1A"/>
    <w:rsid w:val="00A364F6"/>
    <w:rsid w:val="00A37296"/>
    <w:rsid w:val="00A42797"/>
    <w:rsid w:val="00A443EB"/>
    <w:rsid w:val="00A44E8B"/>
    <w:rsid w:val="00A4684F"/>
    <w:rsid w:val="00A47068"/>
    <w:rsid w:val="00A4740A"/>
    <w:rsid w:val="00A475FA"/>
    <w:rsid w:val="00A47988"/>
    <w:rsid w:val="00A51A0B"/>
    <w:rsid w:val="00A52796"/>
    <w:rsid w:val="00A52AEE"/>
    <w:rsid w:val="00A53181"/>
    <w:rsid w:val="00A539F0"/>
    <w:rsid w:val="00A543ED"/>
    <w:rsid w:val="00A54563"/>
    <w:rsid w:val="00A54EA1"/>
    <w:rsid w:val="00A567E1"/>
    <w:rsid w:val="00A60887"/>
    <w:rsid w:val="00A60C9B"/>
    <w:rsid w:val="00A61640"/>
    <w:rsid w:val="00A618BC"/>
    <w:rsid w:val="00A61985"/>
    <w:rsid w:val="00A65F23"/>
    <w:rsid w:val="00A6636C"/>
    <w:rsid w:val="00A670BD"/>
    <w:rsid w:val="00A6758D"/>
    <w:rsid w:val="00A67F1E"/>
    <w:rsid w:val="00A708A4"/>
    <w:rsid w:val="00A70B81"/>
    <w:rsid w:val="00A7117B"/>
    <w:rsid w:val="00A7162D"/>
    <w:rsid w:val="00A71C00"/>
    <w:rsid w:val="00A71C17"/>
    <w:rsid w:val="00A724E5"/>
    <w:rsid w:val="00A72CD9"/>
    <w:rsid w:val="00A747CD"/>
    <w:rsid w:val="00A748D8"/>
    <w:rsid w:val="00A75242"/>
    <w:rsid w:val="00A75982"/>
    <w:rsid w:val="00A75C38"/>
    <w:rsid w:val="00A76993"/>
    <w:rsid w:val="00A76A73"/>
    <w:rsid w:val="00A76D0A"/>
    <w:rsid w:val="00A81508"/>
    <w:rsid w:val="00A823A3"/>
    <w:rsid w:val="00A82515"/>
    <w:rsid w:val="00A830E2"/>
    <w:rsid w:val="00A83417"/>
    <w:rsid w:val="00A83C3F"/>
    <w:rsid w:val="00A8409E"/>
    <w:rsid w:val="00A8451C"/>
    <w:rsid w:val="00A84F45"/>
    <w:rsid w:val="00A8571B"/>
    <w:rsid w:val="00A85C97"/>
    <w:rsid w:val="00A878FE"/>
    <w:rsid w:val="00A90B8F"/>
    <w:rsid w:val="00A94E8C"/>
    <w:rsid w:val="00A94F29"/>
    <w:rsid w:val="00A94F8A"/>
    <w:rsid w:val="00A95B86"/>
    <w:rsid w:val="00AA0F97"/>
    <w:rsid w:val="00AA114B"/>
    <w:rsid w:val="00AA16AB"/>
    <w:rsid w:val="00AA1D15"/>
    <w:rsid w:val="00AA2C28"/>
    <w:rsid w:val="00AA2E44"/>
    <w:rsid w:val="00AA507F"/>
    <w:rsid w:val="00AA584C"/>
    <w:rsid w:val="00AA7C11"/>
    <w:rsid w:val="00AB429D"/>
    <w:rsid w:val="00AB7CEE"/>
    <w:rsid w:val="00AC15E9"/>
    <w:rsid w:val="00AC1E67"/>
    <w:rsid w:val="00AC5144"/>
    <w:rsid w:val="00AC55A1"/>
    <w:rsid w:val="00AC5728"/>
    <w:rsid w:val="00AC5988"/>
    <w:rsid w:val="00AC658C"/>
    <w:rsid w:val="00AC698D"/>
    <w:rsid w:val="00AC6B98"/>
    <w:rsid w:val="00AC718F"/>
    <w:rsid w:val="00AD0123"/>
    <w:rsid w:val="00AD03C1"/>
    <w:rsid w:val="00AD0BDA"/>
    <w:rsid w:val="00AD1A1B"/>
    <w:rsid w:val="00AD1F82"/>
    <w:rsid w:val="00AD432E"/>
    <w:rsid w:val="00AD4515"/>
    <w:rsid w:val="00AD4BF8"/>
    <w:rsid w:val="00AD4C3C"/>
    <w:rsid w:val="00AD7F03"/>
    <w:rsid w:val="00AE1139"/>
    <w:rsid w:val="00AE1BD8"/>
    <w:rsid w:val="00AE4084"/>
    <w:rsid w:val="00AE41F4"/>
    <w:rsid w:val="00AE44F7"/>
    <w:rsid w:val="00AE4A3F"/>
    <w:rsid w:val="00AE5714"/>
    <w:rsid w:val="00AE660E"/>
    <w:rsid w:val="00AF11BF"/>
    <w:rsid w:val="00AF2E91"/>
    <w:rsid w:val="00AF3FDF"/>
    <w:rsid w:val="00AF4284"/>
    <w:rsid w:val="00AF67EF"/>
    <w:rsid w:val="00B00419"/>
    <w:rsid w:val="00B00D54"/>
    <w:rsid w:val="00B01BEE"/>
    <w:rsid w:val="00B01F95"/>
    <w:rsid w:val="00B056AD"/>
    <w:rsid w:val="00B079CF"/>
    <w:rsid w:val="00B104FB"/>
    <w:rsid w:val="00B11046"/>
    <w:rsid w:val="00B11A59"/>
    <w:rsid w:val="00B11A7B"/>
    <w:rsid w:val="00B1323D"/>
    <w:rsid w:val="00B14561"/>
    <w:rsid w:val="00B150D3"/>
    <w:rsid w:val="00B16226"/>
    <w:rsid w:val="00B1717A"/>
    <w:rsid w:val="00B204AC"/>
    <w:rsid w:val="00B23D59"/>
    <w:rsid w:val="00B25A79"/>
    <w:rsid w:val="00B25AE5"/>
    <w:rsid w:val="00B26103"/>
    <w:rsid w:val="00B27040"/>
    <w:rsid w:val="00B27F73"/>
    <w:rsid w:val="00B30824"/>
    <w:rsid w:val="00B30A77"/>
    <w:rsid w:val="00B34203"/>
    <w:rsid w:val="00B34B8D"/>
    <w:rsid w:val="00B35686"/>
    <w:rsid w:val="00B36155"/>
    <w:rsid w:val="00B40DC2"/>
    <w:rsid w:val="00B42FDA"/>
    <w:rsid w:val="00B433E6"/>
    <w:rsid w:val="00B4358C"/>
    <w:rsid w:val="00B43777"/>
    <w:rsid w:val="00B437C4"/>
    <w:rsid w:val="00B43FF3"/>
    <w:rsid w:val="00B45F14"/>
    <w:rsid w:val="00B461A9"/>
    <w:rsid w:val="00B4783B"/>
    <w:rsid w:val="00B51662"/>
    <w:rsid w:val="00B518DF"/>
    <w:rsid w:val="00B51975"/>
    <w:rsid w:val="00B51BB3"/>
    <w:rsid w:val="00B52026"/>
    <w:rsid w:val="00B52279"/>
    <w:rsid w:val="00B52953"/>
    <w:rsid w:val="00B552C0"/>
    <w:rsid w:val="00B55DAE"/>
    <w:rsid w:val="00B564E9"/>
    <w:rsid w:val="00B579B9"/>
    <w:rsid w:val="00B57D2F"/>
    <w:rsid w:val="00B60017"/>
    <w:rsid w:val="00B605C7"/>
    <w:rsid w:val="00B633C7"/>
    <w:rsid w:val="00B6430D"/>
    <w:rsid w:val="00B6451B"/>
    <w:rsid w:val="00B64A98"/>
    <w:rsid w:val="00B64C7D"/>
    <w:rsid w:val="00B65A29"/>
    <w:rsid w:val="00B67BDF"/>
    <w:rsid w:val="00B71639"/>
    <w:rsid w:val="00B722CF"/>
    <w:rsid w:val="00B723EC"/>
    <w:rsid w:val="00B73021"/>
    <w:rsid w:val="00B73C48"/>
    <w:rsid w:val="00B754EA"/>
    <w:rsid w:val="00B763D7"/>
    <w:rsid w:val="00B76947"/>
    <w:rsid w:val="00B77462"/>
    <w:rsid w:val="00B778BE"/>
    <w:rsid w:val="00B80AAD"/>
    <w:rsid w:val="00B80C85"/>
    <w:rsid w:val="00B82323"/>
    <w:rsid w:val="00B82362"/>
    <w:rsid w:val="00B827FA"/>
    <w:rsid w:val="00B8366E"/>
    <w:rsid w:val="00B846E4"/>
    <w:rsid w:val="00B85340"/>
    <w:rsid w:val="00B85A58"/>
    <w:rsid w:val="00B8610F"/>
    <w:rsid w:val="00B937E7"/>
    <w:rsid w:val="00B9385A"/>
    <w:rsid w:val="00B94330"/>
    <w:rsid w:val="00B94504"/>
    <w:rsid w:val="00B94CF3"/>
    <w:rsid w:val="00B952FB"/>
    <w:rsid w:val="00B96CFF"/>
    <w:rsid w:val="00BA086E"/>
    <w:rsid w:val="00BA110A"/>
    <w:rsid w:val="00BA1224"/>
    <w:rsid w:val="00BA19E3"/>
    <w:rsid w:val="00BA1A02"/>
    <w:rsid w:val="00BA24A5"/>
    <w:rsid w:val="00BA39E0"/>
    <w:rsid w:val="00BA44A7"/>
    <w:rsid w:val="00BA4779"/>
    <w:rsid w:val="00BA47BA"/>
    <w:rsid w:val="00BA5CCF"/>
    <w:rsid w:val="00BA6FDE"/>
    <w:rsid w:val="00BB0515"/>
    <w:rsid w:val="00BB0D21"/>
    <w:rsid w:val="00BB1DC9"/>
    <w:rsid w:val="00BB2387"/>
    <w:rsid w:val="00BB4A0F"/>
    <w:rsid w:val="00BB4B70"/>
    <w:rsid w:val="00BB4EFA"/>
    <w:rsid w:val="00BB57F0"/>
    <w:rsid w:val="00BB5A6F"/>
    <w:rsid w:val="00BB63EF"/>
    <w:rsid w:val="00BC2350"/>
    <w:rsid w:val="00BC24A9"/>
    <w:rsid w:val="00BC2606"/>
    <w:rsid w:val="00BC2D75"/>
    <w:rsid w:val="00BC3865"/>
    <w:rsid w:val="00BC4878"/>
    <w:rsid w:val="00BC4AD1"/>
    <w:rsid w:val="00BC4DF7"/>
    <w:rsid w:val="00BC576E"/>
    <w:rsid w:val="00BC6F3D"/>
    <w:rsid w:val="00BC7358"/>
    <w:rsid w:val="00BD0F73"/>
    <w:rsid w:val="00BD2B6F"/>
    <w:rsid w:val="00BD33D3"/>
    <w:rsid w:val="00BD4441"/>
    <w:rsid w:val="00BD51F3"/>
    <w:rsid w:val="00BD672D"/>
    <w:rsid w:val="00BD6FEB"/>
    <w:rsid w:val="00BD718C"/>
    <w:rsid w:val="00BD7261"/>
    <w:rsid w:val="00BE0051"/>
    <w:rsid w:val="00BE0957"/>
    <w:rsid w:val="00BE2252"/>
    <w:rsid w:val="00BE2283"/>
    <w:rsid w:val="00BE22C7"/>
    <w:rsid w:val="00BE2564"/>
    <w:rsid w:val="00BE2BF2"/>
    <w:rsid w:val="00BE3DEF"/>
    <w:rsid w:val="00BE3E19"/>
    <w:rsid w:val="00BE560E"/>
    <w:rsid w:val="00BE57DF"/>
    <w:rsid w:val="00BE63A2"/>
    <w:rsid w:val="00BE67F0"/>
    <w:rsid w:val="00BF215E"/>
    <w:rsid w:val="00BF293B"/>
    <w:rsid w:val="00BF30A0"/>
    <w:rsid w:val="00BF36E1"/>
    <w:rsid w:val="00BF47DB"/>
    <w:rsid w:val="00BF4EB5"/>
    <w:rsid w:val="00BF4F3C"/>
    <w:rsid w:val="00BF54D2"/>
    <w:rsid w:val="00BF5DE9"/>
    <w:rsid w:val="00BF5E8F"/>
    <w:rsid w:val="00BF61C9"/>
    <w:rsid w:val="00BF76B3"/>
    <w:rsid w:val="00BF7786"/>
    <w:rsid w:val="00BF7883"/>
    <w:rsid w:val="00C01A5B"/>
    <w:rsid w:val="00C01DF7"/>
    <w:rsid w:val="00C02B10"/>
    <w:rsid w:val="00C03011"/>
    <w:rsid w:val="00C03C70"/>
    <w:rsid w:val="00C03CF6"/>
    <w:rsid w:val="00C043F4"/>
    <w:rsid w:val="00C05796"/>
    <w:rsid w:val="00C0698F"/>
    <w:rsid w:val="00C06BAA"/>
    <w:rsid w:val="00C070BC"/>
    <w:rsid w:val="00C073CD"/>
    <w:rsid w:val="00C07965"/>
    <w:rsid w:val="00C10153"/>
    <w:rsid w:val="00C10A00"/>
    <w:rsid w:val="00C10DD2"/>
    <w:rsid w:val="00C1409F"/>
    <w:rsid w:val="00C14A0F"/>
    <w:rsid w:val="00C14C66"/>
    <w:rsid w:val="00C157EC"/>
    <w:rsid w:val="00C15850"/>
    <w:rsid w:val="00C15AD5"/>
    <w:rsid w:val="00C16048"/>
    <w:rsid w:val="00C1667B"/>
    <w:rsid w:val="00C170EE"/>
    <w:rsid w:val="00C17588"/>
    <w:rsid w:val="00C179BA"/>
    <w:rsid w:val="00C21C98"/>
    <w:rsid w:val="00C22F0B"/>
    <w:rsid w:val="00C23BF0"/>
    <w:rsid w:val="00C2447A"/>
    <w:rsid w:val="00C24A02"/>
    <w:rsid w:val="00C26599"/>
    <w:rsid w:val="00C26852"/>
    <w:rsid w:val="00C306D5"/>
    <w:rsid w:val="00C30C98"/>
    <w:rsid w:val="00C317E9"/>
    <w:rsid w:val="00C3255C"/>
    <w:rsid w:val="00C32C37"/>
    <w:rsid w:val="00C335CC"/>
    <w:rsid w:val="00C354D1"/>
    <w:rsid w:val="00C35533"/>
    <w:rsid w:val="00C357D7"/>
    <w:rsid w:val="00C3689E"/>
    <w:rsid w:val="00C369B0"/>
    <w:rsid w:val="00C36E5E"/>
    <w:rsid w:val="00C37146"/>
    <w:rsid w:val="00C41323"/>
    <w:rsid w:val="00C4154E"/>
    <w:rsid w:val="00C416C4"/>
    <w:rsid w:val="00C420A1"/>
    <w:rsid w:val="00C426F8"/>
    <w:rsid w:val="00C44DA7"/>
    <w:rsid w:val="00C45F03"/>
    <w:rsid w:val="00C46547"/>
    <w:rsid w:val="00C46A8C"/>
    <w:rsid w:val="00C46C08"/>
    <w:rsid w:val="00C475F3"/>
    <w:rsid w:val="00C51428"/>
    <w:rsid w:val="00C51775"/>
    <w:rsid w:val="00C5262B"/>
    <w:rsid w:val="00C5305E"/>
    <w:rsid w:val="00C53523"/>
    <w:rsid w:val="00C53DDA"/>
    <w:rsid w:val="00C5432D"/>
    <w:rsid w:val="00C55208"/>
    <w:rsid w:val="00C55CC5"/>
    <w:rsid w:val="00C56076"/>
    <w:rsid w:val="00C56B64"/>
    <w:rsid w:val="00C56D8B"/>
    <w:rsid w:val="00C605D2"/>
    <w:rsid w:val="00C61035"/>
    <w:rsid w:val="00C61645"/>
    <w:rsid w:val="00C61683"/>
    <w:rsid w:val="00C6359B"/>
    <w:rsid w:val="00C639B4"/>
    <w:rsid w:val="00C63ACF"/>
    <w:rsid w:val="00C63F38"/>
    <w:rsid w:val="00C640B0"/>
    <w:rsid w:val="00C65255"/>
    <w:rsid w:val="00C67249"/>
    <w:rsid w:val="00C70076"/>
    <w:rsid w:val="00C71EAF"/>
    <w:rsid w:val="00C72184"/>
    <w:rsid w:val="00C76BE1"/>
    <w:rsid w:val="00C77EFD"/>
    <w:rsid w:val="00C804A6"/>
    <w:rsid w:val="00C8079F"/>
    <w:rsid w:val="00C81511"/>
    <w:rsid w:val="00C8199C"/>
    <w:rsid w:val="00C8229E"/>
    <w:rsid w:val="00C8255B"/>
    <w:rsid w:val="00C8283C"/>
    <w:rsid w:val="00C82976"/>
    <w:rsid w:val="00C84B57"/>
    <w:rsid w:val="00C84DD5"/>
    <w:rsid w:val="00C84FB2"/>
    <w:rsid w:val="00C871CD"/>
    <w:rsid w:val="00C90423"/>
    <w:rsid w:val="00C906B2"/>
    <w:rsid w:val="00C91CB8"/>
    <w:rsid w:val="00C920F9"/>
    <w:rsid w:val="00C939B6"/>
    <w:rsid w:val="00C953D0"/>
    <w:rsid w:val="00C964B4"/>
    <w:rsid w:val="00C97471"/>
    <w:rsid w:val="00CA12A2"/>
    <w:rsid w:val="00CA1EFB"/>
    <w:rsid w:val="00CA2C49"/>
    <w:rsid w:val="00CA2EC2"/>
    <w:rsid w:val="00CA4783"/>
    <w:rsid w:val="00CA48FC"/>
    <w:rsid w:val="00CA7BDA"/>
    <w:rsid w:val="00CB0618"/>
    <w:rsid w:val="00CB09EC"/>
    <w:rsid w:val="00CB0AA3"/>
    <w:rsid w:val="00CB28D0"/>
    <w:rsid w:val="00CB299C"/>
    <w:rsid w:val="00CB2D98"/>
    <w:rsid w:val="00CB3546"/>
    <w:rsid w:val="00CB4330"/>
    <w:rsid w:val="00CB4E3F"/>
    <w:rsid w:val="00CB6BC6"/>
    <w:rsid w:val="00CC0D75"/>
    <w:rsid w:val="00CC107D"/>
    <w:rsid w:val="00CC1E9F"/>
    <w:rsid w:val="00CC2F47"/>
    <w:rsid w:val="00CC3936"/>
    <w:rsid w:val="00CC3D08"/>
    <w:rsid w:val="00CC6624"/>
    <w:rsid w:val="00CC6E5E"/>
    <w:rsid w:val="00CC76B1"/>
    <w:rsid w:val="00CD271E"/>
    <w:rsid w:val="00CD40F0"/>
    <w:rsid w:val="00CD4AEB"/>
    <w:rsid w:val="00CD5B5F"/>
    <w:rsid w:val="00CD5E9E"/>
    <w:rsid w:val="00CD65BE"/>
    <w:rsid w:val="00CD74FC"/>
    <w:rsid w:val="00CD7AC4"/>
    <w:rsid w:val="00CE04ED"/>
    <w:rsid w:val="00CE0575"/>
    <w:rsid w:val="00CE063F"/>
    <w:rsid w:val="00CE15B9"/>
    <w:rsid w:val="00CE1734"/>
    <w:rsid w:val="00CE37A4"/>
    <w:rsid w:val="00CE456E"/>
    <w:rsid w:val="00CE563A"/>
    <w:rsid w:val="00CE78BB"/>
    <w:rsid w:val="00CE7E9D"/>
    <w:rsid w:val="00CF066E"/>
    <w:rsid w:val="00CF0CBE"/>
    <w:rsid w:val="00CF0EAA"/>
    <w:rsid w:val="00CF23DD"/>
    <w:rsid w:val="00CF280C"/>
    <w:rsid w:val="00CF2E03"/>
    <w:rsid w:val="00CF3895"/>
    <w:rsid w:val="00CF488C"/>
    <w:rsid w:val="00CF4E22"/>
    <w:rsid w:val="00CF53D9"/>
    <w:rsid w:val="00CF7925"/>
    <w:rsid w:val="00CF7F5D"/>
    <w:rsid w:val="00D00108"/>
    <w:rsid w:val="00D00281"/>
    <w:rsid w:val="00D01277"/>
    <w:rsid w:val="00D02490"/>
    <w:rsid w:val="00D03B1F"/>
    <w:rsid w:val="00D04FB7"/>
    <w:rsid w:val="00D05AFE"/>
    <w:rsid w:val="00D0720C"/>
    <w:rsid w:val="00D0746B"/>
    <w:rsid w:val="00D144B8"/>
    <w:rsid w:val="00D15B65"/>
    <w:rsid w:val="00D164FA"/>
    <w:rsid w:val="00D20021"/>
    <w:rsid w:val="00D20BC1"/>
    <w:rsid w:val="00D20F7B"/>
    <w:rsid w:val="00D215C4"/>
    <w:rsid w:val="00D219C1"/>
    <w:rsid w:val="00D22339"/>
    <w:rsid w:val="00D23C2C"/>
    <w:rsid w:val="00D24165"/>
    <w:rsid w:val="00D260E3"/>
    <w:rsid w:val="00D26367"/>
    <w:rsid w:val="00D27B43"/>
    <w:rsid w:val="00D27E95"/>
    <w:rsid w:val="00D31161"/>
    <w:rsid w:val="00D3124B"/>
    <w:rsid w:val="00D3199A"/>
    <w:rsid w:val="00D32502"/>
    <w:rsid w:val="00D32CBB"/>
    <w:rsid w:val="00D342DD"/>
    <w:rsid w:val="00D346C8"/>
    <w:rsid w:val="00D347BF"/>
    <w:rsid w:val="00D35374"/>
    <w:rsid w:val="00D3556C"/>
    <w:rsid w:val="00D365E0"/>
    <w:rsid w:val="00D36CCD"/>
    <w:rsid w:val="00D37B59"/>
    <w:rsid w:val="00D40D17"/>
    <w:rsid w:val="00D417C1"/>
    <w:rsid w:val="00D438B9"/>
    <w:rsid w:val="00D4391A"/>
    <w:rsid w:val="00D44D01"/>
    <w:rsid w:val="00D462AD"/>
    <w:rsid w:val="00D463A6"/>
    <w:rsid w:val="00D46689"/>
    <w:rsid w:val="00D5036F"/>
    <w:rsid w:val="00D51522"/>
    <w:rsid w:val="00D51E69"/>
    <w:rsid w:val="00D53EB0"/>
    <w:rsid w:val="00D55546"/>
    <w:rsid w:val="00D56A7C"/>
    <w:rsid w:val="00D60A8B"/>
    <w:rsid w:val="00D613D0"/>
    <w:rsid w:val="00D61D66"/>
    <w:rsid w:val="00D63057"/>
    <w:rsid w:val="00D641E0"/>
    <w:rsid w:val="00D643BE"/>
    <w:rsid w:val="00D65989"/>
    <w:rsid w:val="00D66CCD"/>
    <w:rsid w:val="00D6738B"/>
    <w:rsid w:val="00D674E4"/>
    <w:rsid w:val="00D67DD3"/>
    <w:rsid w:val="00D67F63"/>
    <w:rsid w:val="00D712F1"/>
    <w:rsid w:val="00D736D9"/>
    <w:rsid w:val="00D748BE"/>
    <w:rsid w:val="00D771F4"/>
    <w:rsid w:val="00D77C8A"/>
    <w:rsid w:val="00D805B8"/>
    <w:rsid w:val="00D80BA1"/>
    <w:rsid w:val="00D82B27"/>
    <w:rsid w:val="00D835C0"/>
    <w:rsid w:val="00D84592"/>
    <w:rsid w:val="00D859A0"/>
    <w:rsid w:val="00D87F8B"/>
    <w:rsid w:val="00D9273A"/>
    <w:rsid w:val="00D931A9"/>
    <w:rsid w:val="00D933E6"/>
    <w:rsid w:val="00D9473E"/>
    <w:rsid w:val="00D94B8B"/>
    <w:rsid w:val="00D95070"/>
    <w:rsid w:val="00D96A24"/>
    <w:rsid w:val="00D96A69"/>
    <w:rsid w:val="00D96E0D"/>
    <w:rsid w:val="00D974CB"/>
    <w:rsid w:val="00D977C6"/>
    <w:rsid w:val="00DA0454"/>
    <w:rsid w:val="00DA0CF3"/>
    <w:rsid w:val="00DA18A1"/>
    <w:rsid w:val="00DA213E"/>
    <w:rsid w:val="00DA35FE"/>
    <w:rsid w:val="00DA43E2"/>
    <w:rsid w:val="00DA444E"/>
    <w:rsid w:val="00DA5452"/>
    <w:rsid w:val="00DA5491"/>
    <w:rsid w:val="00DA602E"/>
    <w:rsid w:val="00DA6DB4"/>
    <w:rsid w:val="00DA71FF"/>
    <w:rsid w:val="00DB0C54"/>
    <w:rsid w:val="00DB1824"/>
    <w:rsid w:val="00DB55BB"/>
    <w:rsid w:val="00DB6373"/>
    <w:rsid w:val="00DB70A5"/>
    <w:rsid w:val="00DB78BE"/>
    <w:rsid w:val="00DC00AC"/>
    <w:rsid w:val="00DC1B99"/>
    <w:rsid w:val="00DC3030"/>
    <w:rsid w:val="00DC3DDE"/>
    <w:rsid w:val="00DC47EE"/>
    <w:rsid w:val="00DC4857"/>
    <w:rsid w:val="00DC4900"/>
    <w:rsid w:val="00DC50DF"/>
    <w:rsid w:val="00DC56E0"/>
    <w:rsid w:val="00DC5B57"/>
    <w:rsid w:val="00DC61BF"/>
    <w:rsid w:val="00DC7390"/>
    <w:rsid w:val="00DD2324"/>
    <w:rsid w:val="00DD2744"/>
    <w:rsid w:val="00DD2CFD"/>
    <w:rsid w:val="00DD3705"/>
    <w:rsid w:val="00DD37E9"/>
    <w:rsid w:val="00DD3D9B"/>
    <w:rsid w:val="00DD5AEE"/>
    <w:rsid w:val="00DD70B8"/>
    <w:rsid w:val="00DE06AB"/>
    <w:rsid w:val="00DE0A12"/>
    <w:rsid w:val="00DE18A5"/>
    <w:rsid w:val="00DE35B7"/>
    <w:rsid w:val="00DE556A"/>
    <w:rsid w:val="00DE6852"/>
    <w:rsid w:val="00DE69EB"/>
    <w:rsid w:val="00DF01AC"/>
    <w:rsid w:val="00DF0359"/>
    <w:rsid w:val="00DF09F3"/>
    <w:rsid w:val="00DF3224"/>
    <w:rsid w:val="00DF35AF"/>
    <w:rsid w:val="00DF3698"/>
    <w:rsid w:val="00DF3C2C"/>
    <w:rsid w:val="00DF3E9A"/>
    <w:rsid w:val="00DF4952"/>
    <w:rsid w:val="00DF4FFF"/>
    <w:rsid w:val="00DF6987"/>
    <w:rsid w:val="00DF76BB"/>
    <w:rsid w:val="00E006AE"/>
    <w:rsid w:val="00E00BB6"/>
    <w:rsid w:val="00E01283"/>
    <w:rsid w:val="00E0269C"/>
    <w:rsid w:val="00E02ACA"/>
    <w:rsid w:val="00E034D3"/>
    <w:rsid w:val="00E042A8"/>
    <w:rsid w:val="00E04912"/>
    <w:rsid w:val="00E053B1"/>
    <w:rsid w:val="00E1144B"/>
    <w:rsid w:val="00E11C7F"/>
    <w:rsid w:val="00E12C50"/>
    <w:rsid w:val="00E1347B"/>
    <w:rsid w:val="00E165D1"/>
    <w:rsid w:val="00E16AB9"/>
    <w:rsid w:val="00E16B28"/>
    <w:rsid w:val="00E2005E"/>
    <w:rsid w:val="00E20D62"/>
    <w:rsid w:val="00E231E9"/>
    <w:rsid w:val="00E249CF"/>
    <w:rsid w:val="00E2604E"/>
    <w:rsid w:val="00E314FC"/>
    <w:rsid w:val="00E33AE3"/>
    <w:rsid w:val="00E345DB"/>
    <w:rsid w:val="00E36DE1"/>
    <w:rsid w:val="00E37DEE"/>
    <w:rsid w:val="00E4250F"/>
    <w:rsid w:val="00E43297"/>
    <w:rsid w:val="00E447B4"/>
    <w:rsid w:val="00E44DC1"/>
    <w:rsid w:val="00E4648A"/>
    <w:rsid w:val="00E46C10"/>
    <w:rsid w:val="00E46D8F"/>
    <w:rsid w:val="00E47B70"/>
    <w:rsid w:val="00E47CFA"/>
    <w:rsid w:val="00E47DDA"/>
    <w:rsid w:val="00E50CE1"/>
    <w:rsid w:val="00E5184B"/>
    <w:rsid w:val="00E52284"/>
    <w:rsid w:val="00E52DDA"/>
    <w:rsid w:val="00E54787"/>
    <w:rsid w:val="00E54CE7"/>
    <w:rsid w:val="00E556C8"/>
    <w:rsid w:val="00E56C51"/>
    <w:rsid w:val="00E5762D"/>
    <w:rsid w:val="00E60222"/>
    <w:rsid w:val="00E61379"/>
    <w:rsid w:val="00E62270"/>
    <w:rsid w:val="00E638DD"/>
    <w:rsid w:val="00E63D78"/>
    <w:rsid w:val="00E64252"/>
    <w:rsid w:val="00E65FB7"/>
    <w:rsid w:val="00E6676D"/>
    <w:rsid w:val="00E67FBD"/>
    <w:rsid w:val="00E7053E"/>
    <w:rsid w:val="00E7214A"/>
    <w:rsid w:val="00E7382F"/>
    <w:rsid w:val="00E73BAB"/>
    <w:rsid w:val="00E745AF"/>
    <w:rsid w:val="00E74D53"/>
    <w:rsid w:val="00E77F71"/>
    <w:rsid w:val="00E81B9B"/>
    <w:rsid w:val="00E82E93"/>
    <w:rsid w:val="00E832F7"/>
    <w:rsid w:val="00E838B6"/>
    <w:rsid w:val="00E83D3F"/>
    <w:rsid w:val="00E83D53"/>
    <w:rsid w:val="00E847B0"/>
    <w:rsid w:val="00E85001"/>
    <w:rsid w:val="00E857E2"/>
    <w:rsid w:val="00E85BE0"/>
    <w:rsid w:val="00E85E8D"/>
    <w:rsid w:val="00E86855"/>
    <w:rsid w:val="00E901F1"/>
    <w:rsid w:val="00E9254A"/>
    <w:rsid w:val="00E93152"/>
    <w:rsid w:val="00E93224"/>
    <w:rsid w:val="00E93A7F"/>
    <w:rsid w:val="00E94473"/>
    <w:rsid w:val="00E94688"/>
    <w:rsid w:val="00E971F8"/>
    <w:rsid w:val="00E97641"/>
    <w:rsid w:val="00EA0190"/>
    <w:rsid w:val="00EA04EF"/>
    <w:rsid w:val="00EA0E33"/>
    <w:rsid w:val="00EA1774"/>
    <w:rsid w:val="00EA2268"/>
    <w:rsid w:val="00EA28A0"/>
    <w:rsid w:val="00EA3CD9"/>
    <w:rsid w:val="00EA445D"/>
    <w:rsid w:val="00EA5B83"/>
    <w:rsid w:val="00EA603F"/>
    <w:rsid w:val="00EA6666"/>
    <w:rsid w:val="00EA6BF6"/>
    <w:rsid w:val="00EA6E63"/>
    <w:rsid w:val="00EA7462"/>
    <w:rsid w:val="00EA7A70"/>
    <w:rsid w:val="00EB1BAC"/>
    <w:rsid w:val="00EB2A4A"/>
    <w:rsid w:val="00EB2E26"/>
    <w:rsid w:val="00EB5494"/>
    <w:rsid w:val="00EB5561"/>
    <w:rsid w:val="00EB59ED"/>
    <w:rsid w:val="00EB5AC5"/>
    <w:rsid w:val="00EB5CF0"/>
    <w:rsid w:val="00EB6610"/>
    <w:rsid w:val="00EB66B2"/>
    <w:rsid w:val="00EB75E3"/>
    <w:rsid w:val="00EB7955"/>
    <w:rsid w:val="00EB7EDE"/>
    <w:rsid w:val="00EC15F7"/>
    <w:rsid w:val="00EC1CA9"/>
    <w:rsid w:val="00EC1FFF"/>
    <w:rsid w:val="00EC2B07"/>
    <w:rsid w:val="00EC3EB2"/>
    <w:rsid w:val="00EC4AAB"/>
    <w:rsid w:val="00EC51FA"/>
    <w:rsid w:val="00EC615B"/>
    <w:rsid w:val="00EC68DE"/>
    <w:rsid w:val="00EC7A95"/>
    <w:rsid w:val="00ED1365"/>
    <w:rsid w:val="00ED4E76"/>
    <w:rsid w:val="00ED61AC"/>
    <w:rsid w:val="00ED7154"/>
    <w:rsid w:val="00ED7D6F"/>
    <w:rsid w:val="00EE0673"/>
    <w:rsid w:val="00EE0FF6"/>
    <w:rsid w:val="00EE2B6E"/>
    <w:rsid w:val="00EE3641"/>
    <w:rsid w:val="00EE4D29"/>
    <w:rsid w:val="00EE672F"/>
    <w:rsid w:val="00EE68A7"/>
    <w:rsid w:val="00EF2785"/>
    <w:rsid w:val="00EF2E90"/>
    <w:rsid w:val="00EF312C"/>
    <w:rsid w:val="00EF3B43"/>
    <w:rsid w:val="00EF40D8"/>
    <w:rsid w:val="00EF51B5"/>
    <w:rsid w:val="00EF5462"/>
    <w:rsid w:val="00EF591B"/>
    <w:rsid w:val="00EF5CF4"/>
    <w:rsid w:val="00EF6A3E"/>
    <w:rsid w:val="00EF6EDE"/>
    <w:rsid w:val="00F01002"/>
    <w:rsid w:val="00F013DB"/>
    <w:rsid w:val="00F0322C"/>
    <w:rsid w:val="00F03853"/>
    <w:rsid w:val="00F04239"/>
    <w:rsid w:val="00F047E9"/>
    <w:rsid w:val="00F0492F"/>
    <w:rsid w:val="00F04C28"/>
    <w:rsid w:val="00F107D3"/>
    <w:rsid w:val="00F10FF8"/>
    <w:rsid w:val="00F11697"/>
    <w:rsid w:val="00F11D0F"/>
    <w:rsid w:val="00F129C5"/>
    <w:rsid w:val="00F12DBF"/>
    <w:rsid w:val="00F13B78"/>
    <w:rsid w:val="00F14664"/>
    <w:rsid w:val="00F14950"/>
    <w:rsid w:val="00F14DAB"/>
    <w:rsid w:val="00F156AF"/>
    <w:rsid w:val="00F207D6"/>
    <w:rsid w:val="00F20847"/>
    <w:rsid w:val="00F20C54"/>
    <w:rsid w:val="00F21F7E"/>
    <w:rsid w:val="00F22955"/>
    <w:rsid w:val="00F2320B"/>
    <w:rsid w:val="00F2561F"/>
    <w:rsid w:val="00F26047"/>
    <w:rsid w:val="00F31866"/>
    <w:rsid w:val="00F31A3C"/>
    <w:rsid w:val="00F31C33"/>
    <w:rsid w:val="00F3325F"/>
    <w:rsid w:val="00F353FE"/>
    <w:rsid w:val="00F4090B"/>
    <w:rsid w:val="00F410A6"/>
    <w:rsid w:val="00F41C8B"/>
    <w:rsid w:val="00F42257"/>
    <w:rsid w:val="00F44F10"/>
    <w:rsid w:val="00F46A20"/>
    <w:rsid w:val="00F47257"/>
    <w:rsid w:val="00F5099A"/>
    <w:rsid w:val="00F50AEF"/>
    <w:rsid w:val="00F51ECD"/>
    <w:rsid w:val="00F5471D"/>
    <w:rsid w:val="00F54EDA"/>
    <w:rsid w:val="00F558EB"/>
    <w:rsid w:val="00F5606B"/>
    <w:rsid w:val="00F56590"/>
    <w:rsid w:val="00F56762"/>
    <w:rsid w:val="00F57C79"/>
    <w:rsid w:val="00F60D53"/>
    <w:rsid w:val="00F6157D"/>
    <w:rsid w:val="00F6243B"/>
    <w:rsid w:val="00F6264D"/>
    <w:rsid w:val="00F626A0"/>
    <w:rsid w:val="00F63370"/>
    <w:rsid w:val="00F64028"/>
    <w:rsid w:val="00F64084"/>
    <w:rsid w:val="00F641A8"/>
    <w:rsid w:val="00F6697A"/>
    <w:rsid w:val="00F66A96"/>
    <w:rsid w:val="00F66E47"/>
    <w:rsid w:val="00F66F43"/>
    <w:rsid w:val="00F72519"/>
    <w:rsid w:val="00F73A6E"/>
    <w:rsid w:val="00F77AD8"/>
    <w:rsid w:val="00F817A3"/>
    <w:rsid w:val="00F81A48"/>
    <w:rsid w:val="00F81B34"/>
    <w:rsid w:val="00F822E0"/>
    <w:rsid w:val="00F824DD"/>
    <w:rsid w:val="00F83026"/>
    <w:rsid w:val="00F8455F"/>
    <w:rsid w:val="00F84688"/>
    <w:rsid w:val="00F8506F"/>
    <w:rsid w:val="00F858B3"/>
    <w:rsid w:val="00F861AA"/>
    <w:rsid w:val="00F866D7"/>
    <w:rsid w:val="00F8770B"/>
    <w:rsid w:val="00F8799E"/>
    <w:rsid w:val="00F87C31"/>
    <w:rsid w:val="00F90BC7"/>
    <w:rsid w:val="00F932B1"/>
    <w:rsid w:val="00F94B8A"/>
    <w:rsid w:val="00F94D54"/>
    <w:rsid w:val="00F97227"/>
    <w:rsid w:val="00F97D88"/>
    <w:rsid w:val="00FA030D"/>
    <w:rsid w:val="00FA1450"/>
    <w:rsid w:val="00FA1CDE"/>
    <w:rsid w:val="00FA1E3A"/>
    <w:rsid w:val="00FA1ECD"/>
    <w:rsid w:val="00FA2AB3"/>
    <w:rsid w:val="00FA4B8F"/>
    <w:rsid w:val="00FA5978"/>
    <w:rsid w:val="00FB0111"/>
    <w:rsid w:val="00FB0BED"/>
    <w:rsid w:val="00FB0CB6"/>
    <w:rsid w:val="00FB0EDF"/>
    <w:rsid w:val="00FB1400"/>
    <w:rsid w:val="00FB1669"/>
    <w:rsid w:val="00FB1676"/>
    <w:rsid w:val="00FB31B7"/>
    <w:rsid w:val="00FB338A"/>
    <w:rsid w:val="00FB6439"/>
    <w:rsid w:val="00FB68D0"/>
    <w:rsid w:val="00FB6E88"/>
    <w:rsid w:val="00FC0A9B"/>
    <w:rsid w:val="00FC0C4D"/>
    <w:rsid w:val="00FC3449"/>
    <w:rsid w:val="00FC533F"/>
    <w:rsid w:val="00FC5563"/>
    <w:rsid w:val="00FC6287"/>
    <w:rsid w:val="00FC66B9"/>
    <w:rsid w:val="00FC6EB9"/>
    <w:rsid w:val="00FD04DA"/>
    <w:rsid w:val="00FD0534"/>
    <w:rsid w:val="00FD11BD"/>
    <w:rsid w:val="00FD16A4"/>
    <w:rsid w:val="00FD24EB"/>
    <w:rsid w:val="00FD3365"/>
    <w:rsid w:val="00FD3EA0"/>
    <w:rsid w:val="00FD4159"/>
    <w:rsid w:val="00FD55ED"/>
    <w:rsid w:val="00FD6A72"/>
    <w:rsid w:val="00FD6EE5"/>
    <w:rsid w:val="00FD71E4"/>
    <w:rsid w:val="00FD7752"/>
    <w:rsid w:val="00FE02D5"/>
    <w:rsid w:val="00FE0C27"/>
    <w:rsid w:val="00FE187E"/>
    <w:rsid w:val="00FE194B"/>
    <w:rsid w:val="00FE1B89"/>
    <w:rsid w:val="00FE2726"/>
    <w:rsid w:val="00FE2CB1"/>
    <w:rsid w:val="00FE464C"/>
    <w:rsid w:val="00FE4976"/>
    <w:rsid w:val="00FE784B"/>
    <w:rsid w:val="00FF0791"/>
    <w:rsid w:val="00FF1364"/>
    <w:rsid w:val="00FF1BF1"/>
    <w:rsid w:val="00FF1E4E"/>
    <w:rsid w:val="00FF30FC"/>
    <w:rsid w:val="00FF35B3"/>
    <w:rsid w:val="00FF3609"/>
    <w:rsid w:val="00FF4AA1"/>
    <w:rsid w:val="00FF5E14"/>
    <w:rsid w:val="00FF62DD"/>
    <w:rsid w:val="00FF71B9"/>
    <w:rsid w:val="00FF7B98"/>
    <w:rsid w:val="00FF7F0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1F4"/>
    <w:rPr>
      <w:sz w:val="22"/>
      <w:szCs w:val="24"/>
      <w:lang w:eastAsia="fr-FR"/>
    </w:rPr>
  </w:style>
  <w:style w:type="paragraph" w:styleId="Heading1">
    <w:name w:val="heading 1"/>
    <w:link w:val="Heading1Char"/>
    <w:qFormat/>
    <w:pPr>
      <w:keepNext/>
      <w:numPr>
        <w:numId w:val="16"/>
      </w:numPr>
      <w:spacing w:before="240" w:after="60"/>
      <w:outlineLvl w:val="0"/>
    </w:pPr>
    <w:rPr>
      <w:rFonts w:ascii="Verdana" w:hAnsi="Verdana" w:cs="Arial"/>
      <w:b/>
      <w:bCs/>
      <w:caps/>
      <w:color w:val="CC0033"/>
      <w:kern w:val="32"/>
      <w:sz w:val="24"/>
      <w:szCs w:val="32"/>
      <w:lang w:eastAsia="en-US"/>
    </w:rPr>
  </w:style>
  <w:style w:type="paragraph" w:styleId="Heading2">
    <w:name w:val="heading 2"/>
    <w:link w:val="Heading2Char"/>
    <w:qFormat/>
    <w:rsid w:val="00F410A6"/>
    <w:pPr>
      <w:keepNext/>
      <w:numPr>
        <w:ilvl w:val="1"/>
        <w:numId w:val="16"/>
      </w:numPr>
      <w:spacing w:before="240" w:after="60"/>
      <w:ind w:left="426" w:hanging="426"/>
      <w:outlineLvl w:val="1"/>
    </w:pPr>
    <w:rPr>
      <w:rFonts w:ascii="Verdana" w:hAnsi="Verdana" w:cs="Arial"/>
      <w:b/>
      <w:bCs/>
      <w:iCs/>
      <w:caps/>
      <w:color w:val="CC0033"/>
      <w:sz w:val="22"/>
      <w:szCs w:val="28"/>
      <w:lang w:eastAsia="en-US"/>
    </w:rPr>
  </w:style>
  <w:style w:type="paragraph" w:styleId="Heading3">
    <w:name w:val="heading 3"/>
    <w:link w:val="Heading3Char"/>
    <w:qFormat/>
    <w:pPr>
      <w:keepNext/>
      <w:numPr>
        <w:ilvl w:val="2"/>
        <w:numId w:val="16"/>
      </w:numPr>
      <w:spacing w:before="240" w:after="60"/>
      <w:ind w:left="720"/>
      <w:outlineLvl w:val="2"/>
    </w:pPr>
    <w:rPr>
      <w:rFonts w:ascii="Verdana" w:hAnsi="Verdana" w:cs="Arial"/>
      <w:bCs/>
      <w:caps/>
      <w:color w:val="CC0033"/>
      <w:sz w:val="22"/>
      <w:szCs w:val="26"/>
      <w:lang w:eastAsia="en-US"/>
    </w:rPr>
  </w:style>
  <w:style w:type="paragraph" w:styleId="Heading4">
    <w:name w:val="heading 4"/>
    <w:link w:val="Heading4Char"/>
    <w:qFormat/>
    <w:rsid w:val="00111A77"/>
    <w:pPr>
      <w:keepNext/>
      <w:numPr>
        <w:ilvl w:val="3"/>
        <w:numId w:val="16"/>
      </w:numPr>
      <w:spacing w:before="240" w:after="60"/>
      <w:ind w:left="862" w:hanging="862"/>
      <w:outlineLvl w:val="3"/>
    </w:pPr>
    <w:rPr>
      <w:rFonts w:ascii="Verdana" w:hAnsi="Verdana"/>
      <w:bCs/>
      <w:color w:val="CC0033"/>
      <w:sz w:val="22"/>
      <w:szCs w:val="28"/>
      <w:lang w:eastAsia="en-US"/>
    </w:rPr>
  </w:style>
  <w:style w:type="paragraph" w:styleId="Heading5">
    <w:name w:val="heading 5"/>
    <w:basedOn w:val="Normal"/>
    <w:next w:val="Normal"/>
    <w:link w:val="Heading5Char"/>
    <w:qFormat/>
    <w:rsid w:val="00D82B27"/>
    <w:pPr>
      <w:keepNext/>
      <w:numPr>
        <w:ilvl w:val="4"/>
        <w:numId w:val="16"/>
      </w:numPr>
      <w:tabs>
        <w:tab w:val="left" w:pos="900"/>
        <w:tab w:val="left" w:pos="4680"/>
        <w:tab w:val="left" w:pos="5580"/>
      </w:tabs>
      <w:ind w:left="1008"/>
      <w:outlineLvl w:val="4"/>
    </w:pPr>
    <w:rPr>
      <w:rFonts w:ascii="Verdana" w:hAnsi="Verdana"/>
      <w:b/>
      <w:bCs/>
      <w:color w:val="CC0033"/>
      <w:sz w:val="20"/>
    </w:rPr>
  </w:style>
  <w:style w:type="paragraph" w:styleId="Heading6">
    <w:name w:val="heading 6"/>
    <w:basedOn w:val="Normal"/>
    <w:next w:val="Normal"/>
    <w:link w:val="Heading6Char"/>
    <w:qFormat/>
    <w:rsid w:val="000770F4"/>
    <w:pPr>
      <w:keepNext/>
      <w:numPr>
        <w:ilvl w:val="5"/>
        <w:numId w:val="16"/>
      </w:numPr>
      <w:outlineLvl w:val="5"/>
    </w:pPr>
    <w:rPr>
      <w:rFonts w:ascii="Verdana" w:hAnsi="Verdana"/>
      <w:b/>
      <w:bCs/>
      <w:sz w:val="14"/>
    </w:rPr>
  </w:style>
  <w:style w:type="paragraph" w:styleId="Heading7">
    <w:name w:val="heading 7"/>
    <w:basedOn w:val="Normal"/>
    <w:next w:val="Normal"/>
    <w:link w:val="Heading7Char"/>
    <w:uiPriority w:val="9"/>
    <w:semiHidden/>
    <w:unhideWhenUsed/>
    <w:qFormat/>
    <w:rsid w:val="00A76A73"/>
    <w:pPr>
      <w:keepNext/>
      <w:keepLines/>
      <w:numPr>
        <w:ilvl w:val="6"/>
        <w:numId w:val="16"/>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76A73"/>
    <w:pPr>
      <w:keepNext/>
      <w:keepLines/>
      <w:numPr>
        <w:ilvl w:val="7"/>
        <w:numId w:val="16"/>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76A73"/>
    <w:pPr>
      <w:keepNext/>
      <w:keepLines/>
      <w:numPr>
        <w:ilvl w:val="8"/>
        <w:numId w:val="16"/>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umberedLists">
    <w:name w:val="Numbered Lists"/>
    <w:rsid w:val="006A225D"/>
    <w:pPr>
      <w:numPr>
        <w:numId w:val="4"/>
      </w:numPr>
    </w:pPr>
  </w:style>
  <w:style w:type="numbering" w:customStyle="1" w:styleId="Bulletedlist">
    <w:name w:val="Bulleted list"/>
    <w:basedOn w:val="NoList"/>
    <w:rsid w:val="00217440"/>
    <w:pPr>
      <w:numPr>
        <w:numId w:val="2"/>
      </w:numPr>
    </w:pPr>
  </w:style>
  <w:style w:type="numbering" w:styleId="111111">
    <w:name w:val="Outline List 2"/>
    <w:basedOn w:val="NoList"/>
    <w:semiHidden/>
    <w:rsid w:val="00B722CF"/>
    <w:pPr>
      <w:numPr>
        <w:numId w:val="1"/>
      </w:numPr>
    </w:pPr>
  </w:style>
  <w:style w:type="numbering" w:customStyle="1" w:styleId="NumberedTitles">
    <w:name w:val="Numbered Titles"/>
    <w:rsid w:val="006A225D"/>
    <w:pPr>
      <w:numPr>
        <w:numId w:val="3"/>
      </w:numPr>
    </w:pPr>
  </w:style>
  <w:style w:type="table" w:customStyle="1" w:styleId="Tablewithtitle">
    <w:name w:val="Table with title"/>
    <w:basedOn w:val="TableNormal"/>
    <w:rsid w:val="00FB6E88"/>
    <w:tblPr>
      <w:tblBorders>
        <w:insideH w:val="single" w:sz="2" w:space="0" w:color="auto"/>
        <w:insideV w:val="single" w:sz="12" w:space="0" w:color="auto"/>
      </w:tblBorders>
    </w:tblPr>
    <w:tblStylePr w:type="firstRow">
      <w:rPr>
        <w:rFonts w:ascii="Times New Roman" w:hAnsi="Times New Roman"/>
        <w:b/>
      </w:rPr>
      <w:tblPr/>
      <w:tcPr>
        <w:tcBorders>
          <w:top w:val="single" w:sz="12" w:space="0" w:color="auto"/>
          <w:left w:val="nil"/>
          <w:bottom w:val="single" w:sz="12" w:space="0" w:color="auto"/>
          <w:right w:val="nil"/>
          <w:insideH w:val="nil"/>
          <w:insideV w:val="single" w:sz="12" w:space="0" w:color="auto"/>
          <w:tl2br w:val="nil"/>
          <w:tr2bl w:val="nil"/>
        </w:tcBorders>
      </w:tcPr>
    </w:tblStylePr>
    <w:tblStylePr w:type="lastRow">
      <w:tblPr/>
      <w:tcPr>
        <w:tcBorders>
          <w:top w:val="nil"/>
          <w:left w:val="nil"/>
          <w:bottom w:val="single" w:sz="12" w:space="0" w:color="auto"/>
          <w:right w:val="nil"/>
          <w:insideH w:val="nil"/>
          <w:insideV w:val="single" w:sz="12" w:space="0" w:color="auto"/>
          <w:tl2br w:val="nil"/>
          <w:tr2bl w:val="nil"/>
        </w:tcBorders>
      </w:tcPr>
    </w:tblStylePr>
  </w:style>
  <w:style w:type="table" w:customStyle="1" w:styleId="Tablewithouttitle">
    <w:name w:val="Table without title"/>
    <w:basedOn w:val="TableNormal"/>
    <w:rsid w:val="00FB6E88"/>
    <w:tblPr>
      <w:tblBorders>
        <w:insideH w:val="single" w:sz="2" w:space="0" w:color="auto"/>
        <w:insideV w:val="single" w:sz="12" w:space="0" w:color="auto"/>
      </w:tblBorders>
    </w:tblPr>
    <w:tblStylePr w:type="firstRow">
      <w:tblPr/>
      <w:tcPr>
        <w:tcBorders>
          <w:top w:val="single" w:sz="12" w:space="0" w:color="auto"/>
          <w:left w:val="nil"/>
          <w:bottom w:val="single" w:sz="2" w:space="0" w:color="auto"/>
          <w:right w:val="nil"/>
          <w:insideH w:val="nil"/>
          <w:insideV w:val="single" w:sz="12" w:space="0" w:color="auto"/>
          <w:tl2br w:val="nil"/>
          <w:tr2bl w:val="nil"/>
        </w:tcBorders>
      </w:tcPr>
    </w:tblStylePr>
    <w:tblStylePr w:type="lastRow">
      <w:tblPr/>
      <w:tcPr>
        <w:tcBorders>
          <w:top w:val="nil"/>
          <w:left w:val="nil"/>
          <w:bottom w:val="single" w:sz="12" w:space="0" w:color="auto"/>
          <w:right w:val="nil"/>
          <w:insideH w:val="nil"/>
          <w:insideV w:val="single" w:sz="12" w:space="0" w:color="auto"/>
          <w:tl2br w:val="nil"/>
          <w:tr2bl w:val="nil"/>
        </w:tcBorders>
      </w:tcPr>
    </w:tblStylePr>
  </w:style>
  <w:style w:type="paragraph" w:styleId="ListParagraph">
    <w:name w:val="List Paragraph"/>
    <w:basedOn w:val="Normal"/>
    <w:uiPriority w:val="34"/>
    <w:qFormat/>
    <w:rsid w:val="004664EB"/>
    <w:pPr>
      <w:ind w:left="720"/>
      <w:contextualSpacing/>
    </w:pPr>
  </w:style>
  <w:style w:type="paragraph" w:styleId="BalloonText">
    <w:name w:val="Balloon Text"/>
    <w:basedOn w:val="Normal"/>
    <w:link w:val="BalloonTextChar"/>
    <w:uiPriority w:val="99"/>
    <w:semiHidden/>
    <w:unhideWhenUsed/>
    <w:rsid w:val="007A4241"/>
    <w:rPr>
      <w:rFonts w:ascii="Tahoma" w:hAnsi="Tahoma" w:cs="Tahoma"/>
      <w:sz w:val="16"/>
      <w:szCs w:val="16"/>
    </w:rPr>
  </w:style>
  <w:style w:type="character" w:customStyle="1" w:styleId="BalloonTextChar">
    <w:name w:val="Balloon Text Char"/>
    <w:basedOn w:val="DefaultParagraphFont"/>
    <w:link w:val="BalloonText"/>
    <w:uiPriority w:val="99"/>
    <w:semiHidden/>
    <w:rsid w:val="007A4241"/>
    <w:rPr>
      <w:rFonts w:ascii="Tahoma" w:hAnsi="Tahoma" w:cs="Tahoma"/>
      <w:sz w:val="16"/>
      <w:szCs w:val="16"/>
      <w:lang w:val="fr-FR" w:eastAsia="fr-FR"/>
    </w:rPr>
  </w:style>
  <w:style w:type="paragraph" w:styleId="Caption">
    <w:name w:val="caption"/>
    <w:basedOn w:val="Normal"/>
    <w:next w:val="Normal"/>
    <w:uiPriority w:val="35"/>
    <w:unhideWhenUsed/>
    <w:qFormat/>
    <w:rsid w:val="00EA3CD9"/>
    <w:pPr>
      <w:spacing w:after="200"/>
    </w:pPr>
    <w:rPr>
      <w:b/>
      <w:bCs/>
      <w:color w:val="4F81BD" w:themeColor="accent1"/>
      <w:sz w:val="18"/>
      <w:szCs w:val="18"/>
    </w:rPr>
  </w:style>
  <w:style w:type="paragraph" w:styleId="TOC1">
    <w:name w:val="toc 1"/>
    <w:basedOn w:val="Normal"/>
    <w:next w:val="Normal"/>
    <w:autoRedefine/>
    <w:uiPriority w:val="39"/>
    <w:unhideWhenUsed/>
    <w:rsid w:val="008979B4"/>
    <w:pPr>
      <w:spacing w:before="120"/>
    </w:pPr>
    <w:rPr>
      <w:rFonts w:asciiTheme="minorHAnsi" w:hAnsiTheme="minorHAnsi" w:cstheme="minorHAnsi"/>
      <w:b/>
      <w:bCs/>
      <w:i/>
      <w:iCs/>
      <w:sz w:val="24"/>
    </w:rPr>
  </w:style>
  <w:style w:type="paragraph" w:styleId="TOC2">
    <w:name w:val="toc 2"/>
    <w:basedOn w:val="Normal"/>
    <w:next w:val="Normal"/>
    <w:autoRedefine/>
    <w:uiPriority w:val="39"/>
    <w:unhideWhenUsed/>
    <w:rsid w:val="008979B4"/>
    <w:pPr>
      <w:spacing w:before="120"/>
      <w:ind w:left="220"/>
    </w:pPr>
    <w:rPr>
      <w:rFonts w:asciiTheme="minorHAnsi" w:hAnsiTheme="minorHAnsi" w:cstheme="minorHAnsi"/>
      <w:b/>
      <w:bCs/>
      <w:szCs w:val="22"/>
    </w:rPr>
  </w:style>
  <w:style w:type="paragraph" w:styleId="TOC3">
    <w:name w:val="toc 3"/>
    <w:basedOn w:val="Normal"/>
    <w:next w:val="Normal"/>
    <w:autoRedefine/>
    <w:uiPriority w:val="39"/>
    <w:unhideWhenUsed/>
    <w:rsid w:val="008979B4"/>
    <w:pPr>
      <w:ind w:left="440"/>
    </w:pPr>
    <w:rPr>
      <w:rFonts w:asciiTheme="minorHAnsi" w:hAnsiTheme="minorHAnsi" w:cstheme="minorHAnsi"/>
      <w:sz w:val="20"/>
      <w:szCs w:val="20"/>
    </w:rPr>
  </w:style>
  <w:style w:type="paragraph" w:styleId="TOC4">
    <w:name w:val="toc 4"/>
    <w:basedOn w:val="Normal"/>
    <w:next w:val="Normal"/>
    <w:autoRedefine/>
    <w:uiPriority w:val="39"/>
    <w:unhideWhenUsed/>
    <w:rsid w:val="008979B4"/>
    <w:pPr>
      <w:ind w:left="660"/>
    </w:pPr>
    <w:rPr>
      <w:rFonts w:asciiTheme="minorHAnsi" w:hAnsiTheme="minorHAnsi" w:cstheme="minorHAnsi"/>
      <w:sz w:val="20"/>
      <w:szCs w:val="20"/>
    </w:rPr>
  </w:style>
  <w:style w:type="paragraph" w:styleId="TOC5">
    <w:name w:val="toc 5"/>
    <w:basedOn w:val="Normal"/>
    <w:next w:val="Normal"/>
    <w:autoRedefine/>
    <w:uiPriority w:val="39"/>
    <w:unhideWhenUsed/>
    <w:rsid w:val="008979B4"/>
    <w:pPr>
      <w:ind w:left="880"/>
    </w:pPr>
    <w:rPr>
      <w:rFonts w:asciiTheme="minorHAnsi" w:hAnsiTheme="minorHAnsi" w:cstheme="minorHAnsi"/>
      <w:sz w:val="20"/>
      <w:szCs w:val="20"/>
    </w:rPr>
  </w:style>
  <w:style w:type="paragraph" w:styleId="TOC6">
    <w:name w:val="toc 6"/>
    <w:basedOn w:val="Normal"/>
    <w:next w:val="Normal"/>
    <w:autoRedefine/>
    <w:uiPriority w:val="39"/>
    <w:unhideWhenUsed/>
    <w:rsid w:val="008979B4"/>
    <w:pPr>
      <w:ind w:left="1100"/>
    </w:pPr>
    <w:rPr>
      <w:rFonts w:asciiTheme="minorHAnsi" w:hAnsiTheme="minorHAnsi" w:cstheme="minorHAnsi"/>
      <w:sz w:val="20"/>
      <w:szCs w:val="20"/>
    </w:rPr>
  </w:style>
  <w:style w:type="paragraph" w:styleId="TOC7">
    <w:name w:val="toc 7"/>
    <w:basedOn w:val="Normal"/>
    <w:next w:val="Normal"/>
    <w:autoRedefine/>
    <w:uiPriority w:val="39"/>
    <w:unhideWhenUsed/>
    <w:rsid w:val="008979B4"/>
    <w:pPr>
      <w:ind w:left="1320"/>
    </w:pPr>
    <w:rPr>
      <w:rFonts w:asciiTheme="minorHAnsi" w:hAnsiTheme="minorHAnsi" w:cstheme="minorHAnsi"/>
      <w:sz w:val="20"/>
      <w:szCs w:val="20"/>
    </w:rPr>
  </w:style>
  <w:style w:type="paragraph" w:styleId="TOC8">
    <w:name w:val="toc 8"/>
    <w:basedOn w:val="Normal"/>
    <w:next w:val="Normal"/>
    <w:autoRedefine/>
    <w:uiPriority w:val="39"/>
    <w:unhideWhenUsed/>
    <w:rsid w:val="008979B4"/>
    <w:pPr>
      <w:ind w:left="1540"/>
    </w:pPr>
    <w:rPr>
      <w:rFonts w:asciiTheme="minorHAnsi" w:hAnsiTheme="minorHAnsi" w:cstheme="minorHAnsi"/>
      <w:sz w:val="20"/>
      <w:szCs w:val="20"/>
    </w:rPr>
  </w:style>
  <w:style w:type="paragraph" w:styleId="TOC9">
    <w:name w:val="toc 9"/>
    <w:basedOn w:val="Normal"/>
    <w:next w:val="Normal"/>
    <w:autoRedefine/>
    <w:uiPriority w:val="39"/>
    <w:unhideWhenUsed/>
    <w:rsid w:val="008979B4"/>
    <w:pPr>
      <w:ind w:left="1760"/>
    </w:pPr>
    <w:rPr>
      <w:rFonts w:asciiTheme="minorHAnsi" w:hAnsiTheme="minorHAnsi" w:cstheme="minorHAnsi"/>
      <w:sz w:val="20"/>
      <w:szCs w:val="20"/>
    </w:rPr>
  </w:style>
  <w:style w:type="character" w:styleId="Hyperlink">
    <w:name w:val="Hyperlink"/>
    <w:basedOn w:val="DefaultParagraphFont"/>
    <w:uiPriority w:val="99"/>
    <w:unhideWhenUsed/>
    <w:rsid w:val="008979B4"/>
    <w:rPr>
      <w:color w:val="0000FF" w:themeColor="hyperlink"/>
      <w:u w:val="single"/>
    </w:rPr>
  </w:style>
  <w:style w:type="character" w:customStyle="1" w:styleId="Heading7Char">
    <w:name w:val="Heading 7 Char"/>
    <w:basedOn w:val="DefaultParagraphFont"/>
    <w:link w:val="Heading7"/>
    <w:uiPriority w:val="9"/>
    <w:semiHidden/>
    <w:rsid w:val="00A76A73"/>
    <w:rPr>
      <w:rFonts w:asciiTheme="majorHAnsi" w:eastAsiaTheme="majorEastAsia" w:hAnsiTheme="majorHAnsi" w:cstheme="majorBidi"/>
      <w:i/>
      <w:iCs/>
      <w:color w:val="404040" w:themeColor="text1" w:themeTint="BF"/>
      <w:sz w:val="22"/>
      <w:szCs w:val="24"/>
      <w:lang w:eastAsia="fr-FR"/>
    </w:rPr>
  </w:style>
  <w:style w:type="character" w:customStyle="1" w:styleId="Heading8Char">
    <w:name w:val="Heading 8 Char"/>
    <w:basedOn w:val="DefaultParagraphFont"/>
    <w:link w:val="Heading8"/>
    <w:uiPriority w:val="9"/>
    <w:semiHidden/>
    <w:rsid w:val="00A76A73"/>
    <w:rPr>
      <w:rFonts w:asciiTheme="majorHAnsi" w:eastAsiaTheme="majorEastAsia" w:hAnsiTheme="majorHAnsi" w:cstheme="majorBidi"/>
      <w:color w:val="404040" w:themeColor="text1" w:themeTint="BF"/>
      <w:lang w:eastAsia="fr-FR"/>
    </w:rPr>
  </w:style>
  <w:style w:type="character" w:customStyle="1" w:styleId="Heading9Char">
    <w:name w:val="Heading 9 Char"/>
    <w:basedOn w:val="DefaultParagraphFont"/>
    <w:link w:val="Heading9"/>
    <w:uiPriority w:val="9"/>
    <w:semiHidden/>
    <w:rsid w:val="00A76A73"/>
    <w:rPr>
      <w:rFonts w:asciiTheme="majorHAnsi" w:eastAsiaTheme="majorEastAsia" w:hAnsiTheme="majorHAnsi" w:cstheme="majorBidi"/>
      <w:i/>
      <w:iCs/>
      <w:color w:val="404040" w:themeColor="text1" w:themeTint="BF"/>
      <w:lang w:eastAsia="fr-FR"/>
    </w:rPr>
  </w:style>
  <w:style w:type="paragraph" w:styleId="FootnoteText">
    <w:name w:val="footnote text"/>
    <w:basedOn w:val="Normal"/>
    <w:link w:val="FootnoteTextChar"/>
    <w:uiPriority w:val="99"/>
    <w:semiHidden/>
    <w:unhideWhenUsed/>
    <w:rsid w:val="00103EDC"/>
    <w:rPr>
      <w:sz w:val="20"/>
      <w:szCs w:val="20"/>
    </w:rPr>
  </w:style>
  <w:style w:type="character" w:customStyle="1" w:styleId="FootnoteTextChar">
    <w:name w:val="Footnote Text Char"/>
    <w:basedOn w:val="DefaultParagraphFont"/>
    <w:link w:val="FootnoteText"/>
    <w:uiPriority w:val="99"/>
    <w:semiHidden/>
    <w:rsid w:val="00103EDC"/>
    <w:rPr>
      <w:lang w:val="fr-FR" w:eastAsia="fr-FR"/>
    </w:rPr>
  </w:style>
  <w:style w:type="character" w:styleId="FootnoteReference">
    <w:name w:val="footnote reference"/>
    <w:basedOn w:val="DefaultParagraphFont"/>
    <w:uiPriority w:val="99"/>
    <w:semiHidden/>
    <w:unhideWhenUsed/>
    <w:rsid w:val="00103EDC"/>
    <w:rPr>
      <w:vertAlign w:val="superscript"/>
    </w:rPr>
  </w:style>
  <w:style w:type="character" w:customStyle="1" w:styleId="Heading1Char">
    <w:name w:val="Heading 1 Char"/>
    <w:basedOn w:val="DefaultParagraphFont"/>
    <w:link w:val="Heading1"/>
    <w:rsid w:val="00F84688"/>
    <w:rPr>
      <w:rFonts w:ascii="Verdana" w:hAnsi="Verdana" w:cs="Arial"/>
      <w:b/>
      <w:bCs/>
      <w:caps/>
      <w:color w:val="CC0033"/>
      <w:kern w:val="32"/>
      <w:sz w:val="24"/>
      <w:szCs w:val="32"/>
      <w:lang w:eastAsia="en-US"/>
    </w:rPr>
  </w:style>
  <w:style w:type="character" w:customStyle="1" w:styleId="Heading2Char">
    <w:name w:val="Heading 2 Char"/>
    <w:basedOn w:val="DefaultParagraphFont"/>
    <w:link w:val="Heading2"/>
    <w:rsid w:val="00F410A6"/>
    <w:rPr>
      <w:rFonts w:ascii="Verdana" w:hAnsi="Verdana" w:cs="Arial"/>
      <w:b/>
      <w:bCs/>
      <w:iCs/>
      <w:caps/>
      <w:color w:val="CC0033"/>
      <w:sz w:val="22"/>
      <w:szCs w:val="28"/>
      <w:lang w:eastAsia="en-US"/>
    </w:rPr>
  </w:style>
  <w:style w:type="character" w:customStyle="1" w:styleId="Heading3Char">
    <w:name w:val="Heading 3 Char"/>
    <w:basedOn w:val="DefaultParagraphFont"/>
    <w:link w:val="Heading3"/>
    <w:rsid w:val="00F84688"/>
    <w:rPr>
      <w:rFonts w:ascii="Verdana" w:hAnsi="Verdana" w:cs="Arial"/>
      <w:bCs/>
      <w:caps/>
      <w:color w:val="CC0033"/>
      <w:sz w:val="22"/>
      <w:szCs w:val="26"/>
      <w:lang w:eastAsia="en-US"/>
    </w:rPr>
  </w:style>
  <w:style w:type="character" w:customStyle="1" w:styleId="Heading4Char">
    <w:name w:val="Heading 4 Char"/>
    <w:basedOn w:val="DefaultParagraphFont"/>
    <w:link w:val="Heading4"/>
    <w:rsid w:val="00111A77"/>
    <w:rPr>
      <w:rFonts w:ascii="Verdana" w:hAnsi="Verdana"/>
      <w:bCs/>
      <w:color w:val="CC0033"/>
      <w:sz w:val="22"/>
      <w:szCs w:val="28"/>
      <w:lang w:eastAsia="en-US"/>
    </w:rPr>
  </w:style>
  <w:style w:type="character" w:customStyle="1" w:styleId="Heading5Char">
    <w:name w:val="Heading 5 Char"/>
    <w:basedOn w:val="DefaultParagraphFont"/>
    <w:link w:val="Heading5"/>
    <w:rsid w:val="00D82B27"/>
    <w:rPr>
      <w:rFonts w:ascii="Verdana" w:hAnsi="Verdana"/>
      <w:b/>
      <w:bCs/>
      <w:color w:val="CC0033"/>
      <w:szCs w:val="24"/>
      <w:lang w:eastAsia="fr-FR"/>
    </w:rPr>
  </w:style>
  <w:style w:type="character" w:customStyle="1" w:styleId="Heading6Char">
    <w:name w:val="Heading 6 Char"/>
    <w:basedOn w:val="DefaultParagraphFont"/>
    <w:link w:val="Heading6"/>
    <w:rsid w:val="00F84688"/>
    <w:rPr>
      <w:rFonts w:ascii="Verdana" w:hAnsi="Verdana"/>
      <w:b/>
      <w:bCs/>
      <w:sz w:val="14"/>
      <w:szCs w:val="24"/>
      <w:lang w:eastAsia="fr-FR"/>
    </w:rPr>
  </w:style>
  <w:style w:type="numbering" w:customStyle="1" w:styleId="NumberedLists1">
    <w:name w:val="Numbered Lists1"/>
    <w:rsid w:val="00F84688"/>
  </w:style>
  <w:style w:type="numbering" w:customStyle="1" w:styleId="Bulletedlist1">
    <w:name w:val="Bulleted list1"/>
    <w:basedOn w:val="NoList"/>
    <w:rsid w:val="00F84688"/>
  </w:style>
  <w:style w:type="numbering" w:customStyle="1" w:styleId="1111111">
    <w:name w:val="1 / 1.1 / 1.1.11"/>
    <w:basedOn w:val="NoList"/>
    <w:next w:val="111111"/>
    <w:semiHidden/>
    <w:rsid w:val="00F84688"/>
  </w:style>
  <w:style w:type="numbering" w:customStyle="1" w:styleId="NumberedTitles1">
    <w:name w:val="Numbered Titles1"/>
    <w:rsid w:val="00F84688"/>
  </w:style>
  <w:style w:type="table" w:styleId="TableGrid">
    <w:name w:val="Table Grid"/>
    <w:basedOn w:val="TableNormal"/>
    <w:uiPriority w:val="59"/>
    <w:rsid w:val="00F846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4688"/>
    <w:pPr>
      <w:tabs>
        <w:tab w:val="center" w:pos="4513"/>
        <w:tab w:val="right" w:pos="9026"/>
      </w:tabs>
    </w:pPr>
  </w:style>
  <w:style w:type="character" w:customStyle="1" w:styleId="HeaderChar">
    <w:name w:val="Header Char"/>
    <w:basedOn w:val="DefaultParagraphFont"/>
    <w:link w:val="Header"/>
    <w:uiPriority w:val="99"/>
    <w:rsid w:val="00F84688"/>
    <w:rPr>
      <w:sz w:val="22"/>
      <w:szCs w:val="24"/>
      <w:lang w:val="fr-FR" w:eastAsia="fr-FR"/>
    </w:rPr>
  </w:style>
  <w:style w:type="paragraph" w:styleId="Footer">
    <w:name w:val="footer"/>
    <w:basedOn w:val="Normal"/>
    <w:link w:val="FooterChar"/>
    <w:uiPriority w:val="99"/>
    <w:unhideWhenUsed/>
    <w:rsid w:val="00F84688"/>
    <w:pPr>
      <w:tabs>
        <w:tab w:val="center" w:pos="4513"/>
        <w:tab w:val="right" w:pos="9026"/>
      </w:tabs>
    </w:pPr>
  </w:style>
  <w:style w:type="character" w:customStyle="1" w:styleId="FooterChar">
    <w:name w:val="Footer Char"/>
    <w:basedOn w:val="DefaultParagraphFont"/>
    <w:link w:val="Footer"/>
    <w:uiPriority w:val="99"/>
    <w:rsid w:val="00F84688"/>
    <w:rPr>
      <w:sz w:val="22"/>
      <w:szCs w:val="24"/>
      <w:lang w:val="fr-FR" w:eastAsia="fr-FR"/>
    </w:rPr>
  </w:style>
  <w:style w:type="table" w:customStyle="1" w:styleId="TableGrid1">
    <w:name w:val="Table Grid1"/>
    <w:basedOn w:val="TableNormal"/>
    <w:next w:val="TableGrid"/>
    <w:uiPriority w:val="59"/>
    <w:rsid w:val="00565953"/>
    <w:rPr>
      <w:rFonts w:ascii="Calibri" w:hAnsi="Calibri" w:cs="Arial"/>
      <w:sz w:val="22"/>
      <w:szCs w:val="22"/>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D14A3"/>
    <w:rPr>
      <w:sz w:val="24"/>
      <w:lang w:eastAsia="en-GB"/>
    </w:rPr>
  </w:style>
  <w:style w:type="paragraph" w:styleId="Revision">
    <w:name w:val="Revision"/>
    <w:hidden/>
    <w:uiPriority w:val="99"/>
    <w:semiHidden/>
    <w:rsid w:val="006E0252"/>
    <w:rPr>
      <w:sz w:val="22"/>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71F4"/>
    <w:rPr>
      <w:sz w:val="22"/>
      <w:szCs w:val="24"/>
      <w:lang w:eastAsia="fr-FR"/>
    </w:rPr>
  </w:style>
  <w:style w:type="paragraph" w:styleId="Heading1">
    <w:name w:val="heading 1"/>
    <w:link w:val="Heading1Char"/>
    <w:qFormat/>
    <w:pPr>
      <w:keepNext/>
      <w:numPr>
        <w:numId w:val="16"/>
      </w:numPr>
      <w:spacing w:before="240" w:after="60"/>
      <w:outlineLvl w:val="0"/>
    </w:pPr>
    <w:rPr>
      <w:rFonts w:ascii="Verdana" w:hAnsi="Verdana" w:cs="Arial"/>
      <w:b/>
      <w:bCs/>
      <w:caps/>
      <w:color w:val="CC0033"/>
      <w:kern w:val="32"/>
      <w:sz w:val="24"/>
      <w:szCs w:val="32"/>
      <w:lang w:eastAsia="en-US"/>
    </w:rPr>
  </w:style>
  <w:style w:type="paragraph" w:styleId="Heading2">
    <w:name w:val="heading 2"/>
    <w:link w:val="Heading2Char"/>
    <w:qFormat/>
    <w:rsid w:val="00F410A6"/>
    <w:pPr>
      <w:keepNext/>
      <w:numPr>
        <w:ilvl w:val="1"/>
        <w:numId w:val="16"/>
      </w:numPr>
      <w:spacing w:before="240" w:after="60"/>
      <w:ind w:left="426" w:hanging="426"/>
      <w:outlineLvl w:val="1"/>
    </w:pPr>
    <w:rPr>
      <w:rFonts w:ascii="Verdana" w:hAnsi="Verdana" w:cs="Arial"/>
      <w:b/>
      <w:bCs/>
      <w:iCs/>
      <w:caps/>
      <w:color w:val="CC0033"/>
      <w:sz w:val="22"/>
      <w:szCs w:val="28"/>
      <w:lang w:eastAsia="en-US"/>
    </w:rPr>
  </w:style>
  <w:style w:type="paragraph" w:styleId="Heading3">
    <w:name w:val="heading 3"/>
    <w:link w:val="Heading3Char"/>
    <w:qFormat/>
    <w:pPr>
      <w:keepNext/>
      <w:numPr>
        <w:ilvl w:val="2"/>
        <w:numId w:val="16"/>
      </w:numPr>
      <w:spacing w:before="240" w:after="60"/>
      <w:ind w:left="720"/>
      <w:outlineLvl w:val="2"/>
    </w:pPr>
    <w:rPr>
      <w:rFonts w:ascii="Verdana" w:hAnsi="Verdana" w:cs="Arial"/>
      <w:bCs/>
      <w:caps/>
      <w:color w:val="CC0033"/>
      <w:sz w:val="22"/>
      <w:szCs w:val="26"/>
      <w:lang w:eastAsia="en-US"/>
    </w:rPr>
  </w:style>
  <w:style w:type="paragraph" w:styleId="Heading4">
    <w:name w:val="heading 4"/>
    <w:link w:val="Heading4Char"/>
    <w:qFormat/>
    <w:rsid w:val="00111A77"/>
    <w:pPr>
      <w:keepNext/>
      <w:numPr>
        <w:ilvl w:val="3"/>
        <w:numId w:val="16"/>
      </w:numPr>
      <w:spacing w:before="240" w:after="60"/>
      <w:ind w:left="862" w:hanging="862"/>
      <w:outlineLvl w:val="3"/>
    </w:pPr>
    <w:rPr>
      <w:rFonts w:ascii="Verdana" w:hAnsi="Verdana"/>
      <w:bCs/>
      <w:color w:val="CC0033"/>
      <w:sz w:val="22"/>
      <w:szCs w:val="28"/>
      <w:lang w:eastAsia="en-US"/>
    </w:rPr>
  </w:style>
  <w:style w:type="paragraph" w:styleId="Heading5">
    <w:name w:val="heading 5"/>
    <w:basedOn w:val="Normal"/>
    <w:next w:val="Normal"/>
    <w:link w:val="Heading5Char"/>
    <w:qFormat/>
    <w:rsid w:val="00D82B27"/>
    <w:pPr>
      <w:keepNext/>
      <w:numPr>
        <w:ilvl w:val="4"/>
        <w:numId w:val="16"/>
      </w:numPr>
      <w:tabs>
        <w:tab w:val="left" w:pos="900"/>
        <w:tab w:val="left" w:pos="4680"/>
        <w:tab w:val="left" w:pos="5580"/>
      </w:tabs>
      <w:ind w:left="1008"/>
      <w:outlineLvl w:val="4"/>
    </w:pPr>
    <w:rPr>
      <w:rFonts w:ascii="Verdana" w:hAnsi="Verdana"/>
      <w:b/>
      <w:bCs/>
      <w:color w:val="CC0033"/>
      <w:sz w:val="20"/>
    </w:rPr>
  </w:style>
  <w:style w:type="paragraph" w:styleId="Heading6">
    <w:name w:val="heading 6"/>
    <w:basedOn w:val="Normal"/>
    <w:next w:val="Normal"/>
    <w:link w:val="Heading6Char"/>
    <w:qFormat/>
    <w:rsid w:val="000770F4"/>
    <w:pPr>
      <w:keepNext/>
      <w:numPr>
        <w:ilvl w:val="5"/>
        <w:numId w:val="16"/>
      </w:numPr>
      <w:outlineLvl w:val="5"/>
    </w:pPr>
    <w:rPr>
      <w:rFonts w:ascii="Verdana" w:hAnsi="Verdana"/>
      <w:b/>
      <w:bCs/>
      <w:sz w:val="14"/>
    </w:rPr>
  </w:style>
  <w:style w:type="paragraph" w:styleId="Heading7">
    <w:name w:val="heading 7"/>
    <w:basedOn w:val="Normal"/>
    <w:next w:val="Normal"/>
    <w:link w:val="Heading7Char"/>
    <w:uiPriority w:val="9"/>
    <w:semiHidden/>
    <w:unhideWhenUsed/>
    <w:qFormat/>
    <w:rsid w:val="00A76A73"/>
    <w:pPr>
      <w:keepNext/>
      <w:keepLines/>
      <w:numPr>
        <w:ilvl w:val="6"/>
        <w:numId w:val="16"/>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76A73"/>
    <w:pPr>
      <w:keepNext/>
      <w:keepLines/>
      <w:numPr>
        <w:ilvl w:val="7"/>
        <w:numId w:val="16"/>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A76A73"/>
    <w:pPr>
      <w:keepNext/>
      <w:keepLines/>
      <w:numPr>
        <w:ilvl w:val="8"/>
        <w:numId w:val="16"/>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umberedLists">
    <w:name w:val="Numbered Lists"/>
    <w:rsid w:val="006A225D"/>
    <w:pPr>
      <w:numPr>
        <w:numId w:val="4"/>
      </w:numPr>
    </w:pPr>
  </w:style>
  <w:style w:type="numbering" w:customStyle="1" w:styleId="Bulletedlist">
    <w:name w:val="Bulleted list"/>
    <w:basedOn w:val="NoList"/>
    <w:rsid w:val="00217440"/>
    <w:pPr>
      <w:numPr>
        <w:numId w:val="2"/>
      </w:numPr>
    </w:pPr>
  </w:style>
  <w:style w:type="numbering" w:styleId="111111">
    <w:name w:val="Outline List 2"/>
    <w:basedOn w:val="NoList"/>
    <w:semiHidden/>
    <w:rsid w:val="00B722CF"/>
    <w:pPr>
      <w:numPr>
        <w:numId w:val="1"/>
      </w:numPr>
    </w:pPr>
  </w:style>
  <w:style w:type="numbering" w:customStyle="1" w:styleId="NumberedTitles">
    <w:name w:val="Numbered Titles"/>
    <w:rsid w:val="006A225D"/>
    <w:pPr>
      <w:numPr>
        <w:numId w:val="3"/>
      </w:numPr>
    </w:pPr>
  </w:style>
  <w:style w:type="table" w:customStyle="1" w:styleId="Tablewithtitle">
    <w:name w:val="Table with title"/>
    <w:basedOn w:val="TableNormal"/>
    <w:rsid w:val="00FB6E88"/>
    <w:tblPr>
      <w:tblBorders>
        <w:insideH w:val="single" w:sz="2" w:space="0" w:color="auto"/>
        <w:insideV w:val="single" w:sz="12" w:space="0" w:color="auto"/>
      </w:tblBorders>
    </w:tblPr>
    <w:tblStylePr w:type="firstRow">
      <w:rPr>
        <w:rFonts w:ascii="Times New Roman" w:hAnsi="Times New Roman"/>
        <w:b/>
      </w:rPr>
      <w:tblPr/>
      <w:tcPr>
        <w:tcBorders>
          <w:top w:val="single" w:sz="12" w:space="0" w:color="auto"/>
          <w:left w:val="nil"/>
          <w:bottom w:val="single" w:sz="12" w:space="0" w:color="auto"/>
          <w:right w:val="nil"/>
          <w:insideH w:val="nil"/>
          <w:insideV w:val="single" w:sz="12" w:space="0" w:color="auto"/>
          <w:tl2br w:val="nil"/>
          <w:tr2bl w:val="nil"/>
        </w:tcBorders>
      </w:tcPr>
    </w:tblStylePr>
    <w:tblStylePr w:type="lastRow">
      <w:tblPr/>
      <w:tcPr>
        <w:tcBorders>
          <w:top w:val="nil"/>
          <w:left w:val="nil"/>
          <w:bottom w:val="single" w:sz="12" w:space="0" w:color="auto"/>
          <w:right w:val="nil"/>
          <w:insideH w:val="nil"/>
          <w:insideV w:val="single" w:sz="12" w:space="0" w:color="auto"/>
          <w:tl2br w:val="nil"/>
          <w:tr2bl w:val="nil"/>
        </w:tcBorders>
      </w:tcPr>
    </w:tblStylePr>
  </w:style>
  <w:style w:type="table" w:customStyle="1" w:styleId="Tablewithouttitle">
    <w:name w:val="Table without title"/>
    <w:basedOn w:val="TableNormal"/>
    <w:rsid w:val="00FB6E88"/>
    <w:tblPr>
      <w:tblBorders>
        <w:insideH w:val="single" w:sz="2" w:space="0" w:color="auto"/>
        <w:insideV w:val="single" w:sz="12" w:space="0" w:color="auto"/>
      </w:tblBorders>
    </w:tblPr>
    <w:tblStylePr w:type="firstRow">
      <w:tblPr/>
      <w:tcPr>
        <w:tcBorders>
          <w:top w:val="single" w:sz="12" w:space="0" w:color="auto"/>
          <w:left w:val="nil"/>
          <w:bottom w:val="single" w:sz="2" w:space="0" w:color="auto"/>
          <w:right w:val="nil"/>
          <w:insideH w:val="nil"/>
          <w:insideV w:val="single" w:sz="12" w:space="0" w:color="auto"/>
          <w:tl2br w:val="nil"/>
          <w:tr2bl w:val="nil"/>
        </w:tcBorders>
      </w:tcPr>
    </w:tblStylePr>
    <w:tblStylePr w:type="lastRow">
      <w:tblPr/>
      <w:tcPr>
        <w:tcBorders>
          <w:top w:val="nil"/>
          <w:left w:val="nil"/>
          <w:bottom w:val="single" w:sz="12" w:space="0" w:color="auto"/>
          <w:right w:val="nil"/>
          <w:insideH w:val="nil"/>
          <w:insideV w:val="single" w:sz="12" w:space="0" w:color="auto"/>
          <w:tl2br w:val="nil"/>
          <w:tr2bl w:val="nil"/>
        </w:tcBorders>
      </w:tcPr>
    </w:tblStylePr>
  </w:style>
  <w:style w:type="paragraph" w:styleId="ListParagraph">
    <w:name w:val="List Paragraph"/>
    <w:basedOn w:val="Normal"/>
    <w:uiPriority w:val="34"/>
    <w:qFormat/>
    <w:rsid w:val="004664EB"/>
    <w:pPr>
      <w:ind w:left="720"/>
      <w:contextualSpacing/>
    </w:pPr>
  </w:style>
  <w:style w:type="paragraph" w:styleId="BalloonText">
    <w:name w:val="Balloon Text"/>
    <w:basedOn w:val="Normal"/>
    <w:link w:val="BalloonTextChar"/>
    <w:uiPriority w:val="99"/>
    <w:semiHidden/>
    <w:unhideWhenUsed/>
    <w:rsid w:val="007A4241"/>
    <w:rPr>
      <w:rFonts w:ascii="Tahoma" w:hAnsi="Tahoma" w:cs="Tahoma"/>
      <w:sz w:val="16"/>
      <w:szCs w:val="16"/>
    </w:rPr>
  </w:style>
  <w:style w:type="character" w:customStyle="1" w:styleId="BalloonTextChar">
    <w:name w:val="Balloon Text Char"/>
    <w:basedOn w:val="DefaultParagraphFont"/>
    <w:link w:val="BalloonText"/>
    <w:uiPriority w:val="99"/>
    <w:semiHidden/>
    <w:rsid w:val="007A4241"/>
    <w:rPr>
      <w:rFonts w:ascii="Tahoma" w:hAnsi="Tahoma" w:cs="Tahoma"/>
      <w:sz w:val="16"/>
      <w:szCs w:val="16"/>
      <w:lang w:val="fr-FR" w:eastAsia="fr-FR"/>
    </w:rPr>
  </w:style>
  <w:style w:type="paragraph" w:styleId="Caption">
    <w:name w:val="caption"/>
    <w:basedOn w:val="Normal"/>
    <w:next w:val="Normal"/>
    <w:uiPriority w:val="35"/>
    <w:unhideWhenUsed/>
    <w:qFormat/>
    <w:rsid w:val="00EA3CD9"/>
    <w:pPr>
      <w:spacing w:after="200"/>
    </w:pPr>
    <w:rPr>
      <w:b/>
      <w:bCs/>
      <w:color w:val="4F81BD" w:themeColor="accent1"/>
      <w:sz w:val="18"/>
      <w:szCs w:val="18"/>
    </w:rPr>
  </w:style>
  <w:style w:type="paragraph" w:styleId="TOC1">
    <w:name w:val="toc 1"/>
    <w:basedOn w:val="Normal"/>
    <w:next w:val="Normal"/>
    <w:autoRedefine/>
    <w:uiPriority w:val="39"/>
    <w:unhideWhenUsed/>
    <w:rsid w:val="008979B4"/>
    <w:pPr>
      <w:spacing w:before="120"/>
    </w:pPr>
    <w:rPr>
      <w:rFonts w:asciiTheme="minorHAnsi" w:hAnsiTheme="minorHAnsi" w:cstheme="minorHAnsi"/>
      <w:b/>
      <w:bCs/>
      <w:i/>
      <w:iCs/>
      <w:sz w:val="24"/>
    </w:rPr>
  </w:style>
  <w:style w:type="paragraph" w:styleId="TOC2">
    <w:name w:val="toc 2"/>
    <w:basedOn w:val="Normal"/>
    <w:next w:val="Normal"/>
    <w:autoRedefine/>
    <w:uiPriority w:val="39"/>
    <w:unhideWhenUsed/>
    <w:rsid w:val="008979B4"/>
    <w:pPr>
      <w:spacing w:before="120"/>
      <w:ind w:left="220"/>
    </w:pPr>
    <w:rPr>
      <w:rFonts w:asciiTheme="minorHAnsi" w:hAnsiTheme="minorHAnsi" w:cstheme="minorHAnsi"/>
      <w:b/>
      <w:bCs/>
      <w:szCs w:val="22"/>
    </w:rPr>
  </w:style>
  <w:style w:type="paragraph" w:styleId="TOC3">
    <w:name w:val="toc 3"/>
    <w:basedOn w:val="Normal"/>
    <w:next w:val="Normal"/>
    <w:autoRedefine/>
    <w:uiPriority w:val="39"/>
    <w:unhideWhenUsed/>
    <w:rsid w:val="008979B4"/>
    <w:pPr>
      <w:ind w:left="440"/>
    </w:pPr>
    <w:rPr>
      <w:rFonts w:asciiTheme="minorHAnsi" w:hAnsiTheme="minorHAnsi" w:cstheme="minorHAnsi"/>
      <w:sz w:val="20"/>
      <w:szCs w:val="20"/>
    </w:rPr>
  </w:style>
  <w:style w:type="paragraph" w:styleId="TOC4">
    <w:name w:val="toc 4"/>
    <w:basedOn w:val="Normal"/>
    <w:next w:val="Normal"/>
    <w:autoRedefine/>
    <w:uiPriority w:val="39"/>
    <w:unhideWhenUsed/>
    <w:rsid w:val="008979B4"/>
    <w:pPr>
      <w:ind w:left="660"/>
    </w:pPr>
    <w:rPr>
      <w:rFonts w:asciiTheme="minorHAnsi" w:hAnsiTheme="minorHAnsi" w:cstheme="minorHAnsi"/>
      <w:sz w:val="20"/>
      <w:szCs w:val="20"/>
    </w:rPr>
  </w:style>
  <w:style w:type="paragraph" w:styleId="TOC5">
    <w:name w:val="toc 5"/>
    <w:basedOn w:val="Normal"/>
    <w:next w:val="Normal"/>
    <w:autoRedefine/>
    <w:uiPriority w:val="39"/>
    <w:unhideWhenUsed/>
    <w:rsid w:val="008979B4"/>
    <w:pPr>
      <w:ind w:left="880"/>
    </w:pPr>
    <w:rPr>
      <w:rFonts w:asciiTheme="minorHAnsi" w:hAnsiTheme="minorHAnsi" w:cstheme="minorHAnsi"/>
      <w:sz w:val="20"/>
      <w:szCs w:val="20"/>
    </w:rPr>
  </w:style>
  <w:style w:type="paragraph" w:styleId="TOC6">
    <w:name w:val="toc 6"/>
    <w:basedOn w:val="Normal"/>
    <w:next w:val="Normal"/>
    <w:autoRedefine/>
    <w:uiPriority w:val="39"/>
    <w:unhideWhenUsed/>
    <w:rsid w:val="008979B4"/>
    <w:pPr>
      <w:ind w:left="1100"/>
    </w:pPr>
    <w:rPr>
      <w:rFonts w:asciiTheme="minorHAnsi" w:hAnsiTheme="minorHAnsi" w:cstheme="minorHAnsi"/>
      <w:sz w:val="20"/>
      <w:szCs w:val="20"/>
    </w:rPr>
  </w:style>
  <w:style w:type="paragraph" w:styleId="TOC7">
    <w:name w:val="toc 7"/>
    <w:basedOn w:val="Normal"/>
    <w:next w:val="Normal"/>
    <w:autoRedefine/>
    <w:uiPriority w:val="39"/>
    <w:unhideWhenUsed/>
    <w:rsid w:val="008979B4"/>
    <w:pPr>
      <w:ind w:left="1320"/>
    </w:pPr>
    <w:rPr>
      <w:rFonts w:asciiTheme="minorHAnsi" w:hAnsiTheme="minorHAnsi" w:cstheme="minorHAnsi"/>
      <w:sz w:val="20"/>
      <w:szCs w:val="20"/>
    </w:rPr>
  </w:style>
  <w:style w:type="paragraph" w:styleId="TOC8">
    <w:name w:val="toc 8"/>
    <w:basedOn w:val="Normal"/>
    <w:next w:val="Normal"/>
    <w:autoRedefine/>
    <w:uiPriority w:val="39"/>
    <w:unhideWhenUsed/>
    <w:rsid w:val="008979B4"/>
    <w:pPr>
      <w:ind w:left="1540"/>
    </w:pPr>
    <w:rPr>
      <w:rFonts w:asciiTheme="minorHAnsi" w:hAnsiTheme="minorHAnsi" w:cstheme="minorHAnsi"/>
      <w:sz w:val="20"/>
      <w:szCs w:val="20"/>
    </w:rPr>
  </w:style>
  <w:style w:type="paragraph" w:styleId="TOC9">
    <w:name w:val="toc 9"/>
    <w:basedOn w:val="Normal"/>
    <w:next w:val="Normal"/>
    <w:autoRedefine/>
    <w:uiPriority w:val="39"/>
    <w:unhideWhenUsed/>
    <w:rsid w:val="008979B4"/>
    <w:pPr>
      <w:ind w:left="1760"/>
    </w:pPr>
    <w:rPr>
      <w:rFonts w:asciiTheme="minorHAnsi" w:hAnsiTheme="minorHAnsi" w:cstheme="minorHAnsi"/>
      <w:sz w:val="20"/>
      <w:szCs w:val="20"/>
    </w:rPr>
  </w:style>
  <w:style w:type="character" w:styleId="Hyperlink">
    <w:name w:val="Hyperlink"/>
    <w:basedOn w:val="DefaultParagraphFont"/>
    <w:uiPriority w:val="99"/>
    <w:unhideWhenUsed/>
    <w:rsid w:val="008979B4"/>
    <w:rPr>
      <w:color w:val="0000FF" w:themeColor="hyperlink"/>
      <w:u w:val="single"/>
    </w:rPr>
  </w:style>
  <w:style w:type="character" w:customStyle="1" w:styleId="Heading7Char">
    <w:name w:val="Heading 7 Char"/>
    <w:basedOn w:val="DefaultParagraphFont"/>
    <w:link w:val="Heading7"/>
    <w:uiPriority w:val="9"/>
    <w:semiHidden/>
    <w:rsid w:val="00A76A73"/>
    <w:rPr>
      <w:rFonts w:asciiTheme="majorHAnsi" w:eastAsiaTheme="majorEastAsia" w:hAnsiTheme="majorHAnsi" w:cstheme="majorBidi"/>
      <w:i/>
      <w:iCs/>
      <w:color w:val="404040" w:themeColor="text1" w:themeTint="BF"/>
      <w:sz w:val="22"/>
      <w:szCs w:val="24"/>
      <w:lang w:eastAsia="fr-FR"/>
    </w:rPr>
  </w:style>
  <w:style w:type="character" w:customStyle="1" w:styleId="Heading8Char">
    <w:name w:val="Heading 8 Char"/>
    <w:basedOn w:val="DefaultParagraphFont"/>
    <w:link w:val="Heading8"/>
    <w:uiPriority w:val="9"/>
    <w:semiHidden/>
    <w:rsid w:val="00A76A73"/>
    <w:rPr>
      <w:rFonts w:asciiTheme="majorHAnsi" w:eastAsiaTheme="majorEastAsia" w:hAnsiTheme="majorHAnsi" w:cstheme="majorBidi"/>
      <w:color w:val="404040" w:themeColor="text1" w:themeTint="BF"/>
      <w:lang w:eastAsia="fr-FR"/>
    </w:rPr>
  </w:style>
  <w:style w:type="character" w:customStyle="1" w:styleId="Heading9Char">
    <w:name w:val="Heading 9 Char"/>
    <w:basedOn w:val="DefaultParagraphFont"/>
    <w:link w:val="Heading9"/>
    <w:uiPriority w:val="9"/>
    <w:semiHidden/>
    <w:rsid w:val="00A76A73"/>
    <w:rPr>
      <w:rFonts w:asciiTheme="majorHAnsi" w:eastAsiaTheme="majorEastAsia" w:hAnsiTheme="majorHAnsi" w:cstheme="majorBidi"/>
      <w:i/>
      <w:iCs/>
      <w:color w:val="404040" w:themeColor="text1" w:themeTint="BF"/>
      <w:lang w:eastAsia="fr-FR"/>
    </w:rPr>
  </w:style>
  <w:style w:type="paragraph" w:styleId="FootnoteText">
    <w:name w:val="footnote text"/>
    <w:basedOn w:val="Normal"/>
    <w:link w:val="FootnoteTextChar"/>
    <w:uiPriority w:val="99"/>
    <w:semiHidden/>
    <w:unhideWhenUsed/>
    <w:rsid w:val="00103EDC"/>
    <w:rPr>
      <w:sz w:val="20"/>
      <w:szCs w:val="20"/>
    </w:rPr>
  </w:style>
  <w:style w:type="character" w:customStyle="1" w:styleId="FootnoteTextChar">
    <w:name w:val="Footnote Text Char"/>
    <w:basedOn w:val="DefaultParagraphFont"/>
    <w:link w:val="FootnoteText"/>
    <w:uiPriority w:val="99"/>
    <w:semiHidden/>
    <w:rsid w:val="00103EDC"/>
    <w:rPr>
      <w:lang w:val="fr-FR" w:eastAsia="fr-FR"/>
    </w:rPr>
  </w:style>
  <w:style w:type="character" w:styleId="FootnoteReference">
    <w:name w:val="footnote reference"/>
    <w:basedOn w:val="DefaultParagraphFont"/>
    <w:uiPriority w:val="99"/>
    <w:semiHidden/>
    <w:unhideWhenUsed/>
    <w:rsid w:val="00103EDC"/>
    <w:rPr>
      <w:vertAlign w:val="superscript"/>
    </w:rPr>
  </w:style>
  <w:style w:type="character" w:customStyle="1" w:styleId="Heading1Char">
    <w:name w:val="Heading 1 Char"/>
    <w:basedOn w:val="DefaultParagraphFont"/>
    <w:link w:val="Heading1"/>
    <w:rsid w:val="00F84688"/>
    <w:rPr>
      <w:rFonts w:ascii="Verdana" w:hAnsi="Verdana" w:cs="Arial"/>
      <w:b/>
      <w:bCs/>
      <w:caps/>
      <w:color w:val="CC0033"/>
      <w:kern w:val="32"/>
      <w:sz w:val="24"/>
      <w:szCs w:val="32"/>
      <w:lang w:eastAsia="en-US"/>
    </w:rPr>
  </w:style>
  <w:style w:type="character" w:customStyle="1" w:styleId="Heading2Char">
    <w:name w:val="Heading 2 Char"/>
    <w:basedOn w:val="DefaultParagraphFont"/>
    <w:link w:val="Heading2"/>
    <w:rsid w:val="00F410A6"/>
    <w:rPr>
      <w:rFonts w:ascii="Verdana" w:hAnsi="Verdana" w:cs="Arial"/>
      <w:b/>
      <w:bCs/>
      <w:iCs/>
      <w:caps/>
      <w:color w:val="CC0033"/>
      <w:sz w:val="22"/>
      <w:szCs w:val="28"/>
      <w:lang w:eastAsia="en-US"/>
    </w:rPr>
  </w:style>
  <w:style w:type="character" w:customStyle="1" w:styleId="Heading3Char">
    <w:name w:val="Heading 3 Char"/>
    <w:basedOn w:val="DefaultParagraphFont"/>
    <w:link w:val="Heading3"/>
    <w:rsid w:val="00F84688"/>
    <w:rPr>
      <w:rFonts w:ascii="Verdana" w:hAnsi="Verdana" w:cs="Arial"/>
      <w:bCs/>
      <w:caps/>
      <w:color w:val="CC0033"/>
      <w:sz w:val="22"/>
      <w:szCs w:val="26"/>
      <w:lang w:eastAsia="en-US"/>
    </w:rPr>
  </w:style>
  <w:style w:type="character" w:customStyle="1" w:styleId="Heading4Char">
    <w:name w:val="Heading 4 Char"/>
    <w:basedOn w:val="DefaultParagraphFont"/>
    <w:link w:val="Heading4"/>
    <w:rsid w:val="00111A77"/>
    <w:rPr>
      <w:rFonts w:ascii="Verdana" w:hAnsi="Verdana"/>
      <w:bCs/>
      <w:color w:val="CC0033"/>
      <w:sz w:val="22"/>
      <w:szCs w:val="28"/>
      <w:lang w:eastAsia="en-US"/>
    </w:rPr>
  </w:style>
  <w:style w:type="character" w:customStyle="1" w:styleId="Heading5Char">
    <w:name w:val="Heading 5 Char"/>
    <w:basedOn w:val="DefaultParagraphFont"/>
    <w:link w:val="Heading5"/>
    <w:rsid w:val="00D82B27"/>
    <w:rPr>
      <w:rFonts w:ascii="Verdana" w:hAnsi="Verdana"/>
      <w:b/>
      <w:bCs/>
      <w:color w:val="CC0033"/>
      <w:szCs w:val="24"/>
      <w:lang w:eastAsia="fr-FR"/>
    </w:rPr>
  </w:style>
  <w:style w:type="character" w:customStyle="1" w:styleId="Heading6Char">
    <w:name w:val="Heading 6 Char"/>
    <w:basedOn w:val="DefaultParagraphFont"/>
    <w:link w:val="Heading6"/>
    <w:rsid w:val="00F84688"/>
    <w:rPr>
      <w:rFonts w:ascii="Verdana" w:hAnsi="Verdana"/>
      <w:b/>
      <w:bCs/>
      <w:sz w:val="14"/>
      <w:szCs w:val="24"/>
      <w:lang w:eastAsia="fr-FR"/>
    </w:rPr>
  </w:style>
  <w:style w:type="numbering" w:customStyle="1" w:styleId="NumberedLists1">
    <w:name w:val="Numbered Lists1"/>
    <w:rsid w:val="00F84688"/>
  </w:style>
  <w:style w:type="numbering" w:customStyle="1" w:styleId="Bulletedlist1">
    <w:name w:val="Bulleted list1"/>
    <w:basedOn w:val="NoList"/>
    <w:rsid w:val="00F84688"/>
  </w:style>
  <w:style w:type="numbering" w:customStyle="1" w:styleId="1111111">
    <w:name w:val="1 / 1.1 / 1.1.11"/>
    <w:basedOn w:val="NoList"/>
    <w:next w:val="111111"/>
    <w:semiHidden/>
    <w:rsid w:val="00F84688"/>
  </w:style>
  <w:style w:type="numbering" w:customStyle="1" w:styleId="NumberedTitles1">
    <w:name w:val="Numbered Titles1"/>
    <w:rsid w:val="00F84688"/>
  </w:style>
  <w:style w:type="table" w:styleId="TableGrid">
    <w:name w:val="Table Grid"/>
    <w:basedOn w:val="TableNormal"/>
    <w:uiPriority w:val="59"/>
    <w:rsid w:val="00F846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4688"/>
    <w:pPr>
      <w:tabs>
        <w:tab w:val="center" w:pos="4513"/>
        <w:tab w:val="right" w:pos="9026"/>
      </w:tabs>
    </w:pPr>
  </w:style>
  <w:style w:type="character" w:customStyle="1" w:styleId="HeaderChar">
    <w:name w:val="Header Char"/>
    <w:basedOn w:val="DefaultParagraphFont"/>
    <w:link w:val="Header"/>
    <w:uiPriority w:val="99"/>
    <w:rsid w:val="00F84688"/>
    <w:rPr>
      <w:sz w:val="22"/>
      <w:szCs w:val="24"/>
      <w:lang w:val="fr-FR" w:eastAsia="fr-FR"/>
    </w:rPr>
  </w:style>
  <w:style w:type="paragraph" w:styleId="Footer">
    <w:name w:val="footer"/>
    <w:basedOn w:val="Normal"/>
    <w:link w:val="FooterChar"/>
    <w:uiPriority w:val="99"/>
    <w:unhideWhenUsed/>
    <w:rsid w:val="00F84688"/>
    <w:pPr>
      <w:tabs>
        <w:tab w:val="center" w:pos="4513"/>
        <w:tab w:val="right" w:pos="9026"/>
      </w:tabs>
    </w:pPr>
  </w:style>
  <w:style w:type="character" w:customStyle="1" w:styleId="FooterChar">
    <w:name w:val="Footer Char"/>
    <w:basedOn w:val="DefaultParagraphFont"/>
    <w:link w:val="Footer"/>
    <w:uiPriority w:val="99"/>
    <w:rsid w:val="00F84688"/>
    <w:rPr>
      <w:sz w:val="22"/>
      <w:szCs w:val="24"/>
      <w:lang w:val="fr-FR" w:eastAsia="fr-FR"/>
    </w:rPr>
  </w:style>
  <w:style w:type="table" w:customStyle="1" w:styleId="TableGrid1">
    <w:name w:val="Table Grid1"/>
    <w:basedOn w:val="TableNormal"/>
    <w:next w:val="TableGrid"/>
    <w:uiPriority w:val="59"/>
    <w:rsid w:val="00565953"/>
    <w:rPr>
      <w:rFonts w:ascii="Calibri" w:hAnsi="Calibri" w:cs="Arial"/>
      <w:sz w:val="22"/>
      <w:szCs w:val="22"/>
      <w:lang w:val="fr-CH"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D14A3"/>
    <w:rPr>
      <w:sz w:val="24"/>
      <w:lang w:eastAsia="en-GB"/>
    </w:rPr>
  </w:style>
  <w:style w:type="paragraph" w:styleId="Revision">
    <w:name w:val="Revision"/>
    <w:hidden/>
    <w:uiPriority w:val="99"/>
    <w:semiHidden/>
    <w:rsid w:val="006E0252"/>
    <w:rPr>
      <w:sz w:val="22"/>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059056">
      <w:bodyDiv w:val="1"/>
      <w:marLeft w:val="0"/>
      <w:marRight w:val="0"/>
      <w:marTop w:val="0"/>
      <w:marBottom w:val="0"/>
      <w:divBdr>
        <w:top w:val="none" w:sz="0" w:space="0" w:color="auto"/>
        <w:left w:val="none" w:sz="0" w:space="0" w:color="auto"/>
        <w:bottom w:val="none" w:sz="0" w:space="0" w:color="auto"/>
        <w:right w:val="none" w:sz="0" w:space="0" w:color="auto"/>
      </w:divBdr>
    </w:div>
    <w:div w:id="75828672">
      <w:bodyDiv w:val="1"/>
      <w:marLeft w:val="0"/>
      <w:marRight w:val="0"/>
      <w:marTop w:val="0"/>
      <w:marBottom w:val="0"/>
      <w:divBdr>
        <w:top w:val="none" w:sz="0" w:space="0" w:color="auto"/>
        <w:left w:val="none" w:sz="0" w:space="0" w:color="auto"/>
        <w:bottom w:val="none" w:sz="0" w:space="0" w:color="auto"/>
        <w:right w:val="none" w:sz="0" w:space="0" w:color="auto"/>
      </w:divBdr>
    </w:div>
    <w:div w:id="109203947">
      <w:bodyDiv w:val="1"/>
      <w:marLeft w:val="0"/>
      <w:marRight w:val="0"/>
      <w:marTop w:val="0"/>
      <w:marBottom w:val="0"/>
      <w:divBdr>
        <w:top w:val="none" w:sz="0" w:space="0" w:color="auto"/>
        <w:left w:val="none" w:sz="0" w:space="0" w:color="auto"/>
        <w:bottom w:val="none" w:sz="0" w:space="0" w:color="auto"/>
        <w:right w:val="none" w:sz="0" w:space="0" w:color="auto"/>
      </w:divBdr>
    </w:div>
    <w:div w:id="144398698">
      <w:bodyDiv w:val="1"/>
      <w:marLeft w:val="0"/>
      <w:marRight w:val="0"/>
      <w:marTop w:val="0"/>
      <w:marBottom w:val="0"/>
      <w:divBdr>
        <w:top w:val="none" w:sz="0" w:space="0" w:color="auto"/>
        <w:left w:val="none" w:sz="0" w:space="0" w:color="auto"/>
        <w:bottom w:val="none" w:sz="0" w:space="0" w:color="auto"/>
        <w:right w:val="none" w:sz="0" w:space="0" w:color="auto"/>
      </w:divBdr>
      <w:divsChild>
        <w:div w:id="1155799022">
          <w:marLeft w:val="0"/>
          <w:marRight w:val="0"/>
          <w:marTop w:val="0"/>
          <w:marBottom w:val="0"/>
          <w:divBdr>
            <w:top w:val="none" w:sz="0" w:space="0" w:color="auto"/>
            <w:left w:val="none" w:sz="0" w:space="0" w:color="auto"/>
            <w:bottom w:val="none" w:sz="0" w:space="0" w:color="auto"/>
            <w:right w:val="none" w:sz="0" w:space="0" w:color="auto"/>
          </w:divBdr>
          <w:divsChild>
            <w:div w:id="577399103">
              <w:marLeft w:val="0"/>
              <w:marRight w:val="0"/>
              <w:marTop w:val="0"/>
              <w:marBottom w:val="0"/>
              <w:divBdr>
                <w:top w:val="none" w:sz="0" w:space="0" w:color="auto"/>
                <w:left w:val="none" w:sz="0" w:space="0" w:color="auto"/>
                <w:bottom w:val="none" w:sz="0" w:space="0" w:color="auto"/>
                <w:right w:val="none" w:sz="0" w:space="0" w:color="auto"/>
              </w:divBdr>
            </w:div>
            <w:div w:id="1234966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851837">
      <w:bodyDiv w:val="1"/>
      <w:marLeft w:val="0"/>
      <w:marRight w:val="0"/>
      <w:marTop w:val="0"/>
      <w:marBottom w:val="0"/>
      <w:divBdr>
        <w:top w:val="none" w:sz="0" w:space="0" w:color="auto"/>
        <w:left w:val="none" w:sz="0" w:space="0" w:color="auto"/>
        <w:bottom w:val="none" w:sz="0" w:space="0" w:color="auto"/>
        <w:right w:val="none" w:sz="0" w:space="0" w:color="auto"/>
      </w:divBdr>
    </w:div>
    <w:div w:id="237403010">
      <w:bodyDiv w:val="1"/>
      <w:marLeft w:val="0"/>
      <w:marRight w:val="0"/>
      <w:marTop w:val="0"/>
      <w:marBottom w:val="0"/>
      <w:divBdr>
        <w:top w:val="none" w:sz="0" w:space="0" w:color="auto"/>
        <w:left w:val="none" w:sz="0" w:space="0" w:color="auto"/>
        <w:bottom w:val="none" w:sz="0" w:space="0" w:color="auto"/>
        <w:right w:val="none" w:sz="0" w:space="0" w:color="auto"/>
      </w:divBdr>
    </w:div>
    <w:div w:id="269625926">
      <w:marLeft w:val="0"/>
      <w:marRight w:val="0"/>
      <w:marTop w:val="0"/>
      <w:marBottom w:val="0"/>
      <w:divBdr>
        <w:top w:val="none" w:sz="0" w:space="0" w:color="auto"/>
        <w:left w:val="none" w:sz="0" w:space="0" w:color="auto"/>
        <w:bottom w:val="none" w:sz="0" w:space="0" w:color="auto"/>
        <w:right w:val="none" w:sz="0" w:space="0" w:color="auto"/>
      </w:divBdr>
      <w:divsChild>
        <w:div w:id="266622659">
          <w:marLeft w:val="0"/>
          <w:marRight w:val="0"/>
          <w:marTop w:val="0"/>
          <w:marBottom w:val="0"/>
          <w:divBdr>
            <w:top w:val="none" w:sz="0" w:space="0" w:color="auto"/>
            <w:left w:val="none" w:sz="0" w:space="0" w:color="auto"/>
            <w:bottom w:val="none" w:sz="0" w:space="0" w:color="auto"/>
            <w:right w:val="none" w:sz="0" w:space="0" w:color="auto"/>
          </w:divBdr>
        </w:div>
      </w:divsChild>
    </w:div>
    <w:div w:id="275019093">
      <w:bodyDiv w:val="1"/>
      <w:marLeft w:val="0"/>
      <w:marRight w:val="0"/>
      <w:marTop w:val="0"/>
      <w:marBottom w:val="0"/>
      <w:divBdr>
        <w:top w:val="none" w:sz="0" w:space="0" w:color="auto"/>
        <w:left w:val="none" w:sz="0" w:space="0" w:color="auto"/>
        <w:bottom w:val="none" w:sz="0" w:space="0" w:color="auto"/>
        <w:right w:val="none" w:sz="0" w:space="0" w:color="auto"/>
      </w:divBdr>
    </w:div>
    <w:div w:id="357780604">
      <w:bodyDiv w:val="1"/>
      <w:marLeft w:val="0"/>
      <w:marRight w:val="0"/>
      <w:marTop w:val="0"/>
      <w:marBottom w:val="0"/>
      <w:divBdr>
        <w:top w:val="none" w:sz="0" w:space="0" w:color="auto"/>
        <w:left w:val="none" w:sz="0" w:space="0" w:color="auto"/>
        <w:bottom w:val="none" w:sz="0" w:space="0" w:color="auto"/>
        <w:right w:val="none" w:sz="0" w:space="0" w:color="auto"/>
      </w:divBdr>
    </w:div>
    <w:div w:id="366225672">
      <w:bodyDiv w:val="1"/>
      <w:marLeft w:val="0"/>
      <w:marRight w:val="0"/>
      <w:marTop w:val="0"/>
      <w:marBottom w:val="0"/>
      <w:divBdr>
        <w:top w:val="none" w:sz="0" w:space="0" w:color="auto"/>
        <w:left w:val="none" w:sz="0" w:space="0" w:color="auto"/>
        <w:bottom w:val="none" w:sz="0" w:space="0" w:color="auto"/>
        <w:right w:val="none" w:sz="0" w:space="0" w:color="auto"/>
      </w:divBdr>
    </w:div>
    <w:div w:id="393697299">
      <w:bodyDiv w:val="1"/>
      <w:marLeft w:val="0"/>
      <w:marRight w:val="0"/>
      <w:marTop w:val="0"/>
      <w:marBottom w:val="0"/>
      <w:divBdr>
        <w:top w:val="none" w:sz="0" w:space="0" w:color="auto"/>
        <w:left w:val="none" w:sz="0" w:space="0" w:color="auto"/>
        <w:bottom w:val="none" w:sz="0" w:space="0" w:color="auto"/>
        <w:right w:val="none" w:sz="0" w:space="0" w:color="auto"/>
      </w:divBdr>
      <w:divsChild>
        <w:div w:id="172887352">
          <w:marLeft w:val="0"/>
          <w:marRight w:val="0"/>
          <w:marTop w:val="0"/>
          <w:marBottom w:val="0"/>
          <w:divBdr>
            <w:top w:val="none" w:sz="0" w:space="0" w:color="auto"/>
            <w:left w:val="none" w:sz="0" w:space="0" w:color="auto"/>
            <w:bottom w:val="none" w:sz="0" w:space="0" w:color="auto"/>
            <w:right w:val="none" w:sz="0" w:space="0" w:color="auto"/>
          </w:divBdr>
          <w:divsChild>
            <w:div w:id="16777334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9760102">
      <w:marLeft w:val="0"/>
      <w:marRight w:val="0"/>
      <w:marTop w:val="0"/>
      <w:marBottom w:val="0"/>
      <w:divBdr>
        <w:top w:val="none" w:sz="0" w:space="0" w:color="auto"/>
        <w:left w:val="none" w:sz="0" w:space="0" w:color="auto"/>
        <w:bottom w:val="none" w:sz="0" w:space="0" w:color="auto"/>
        <w:right w:val="none" w:sz="0" w:space="0" w:color="auto"/>
      </w:divBdr>
      <w:divsChild>
        <w:div w:id="1826314360">
          <w:marLeft w:val="0"/>
          <w:marRight w:val="0"/>
          <w:marTop w:val="0"/>
          <w:marBottom w:val="0"/>
          <w:divBdr>
            <w:top w:val="none" w:sz="0" w:space="0" w:color="auto"/>
            <w:left w:val="none" w:sz="0" w:space="0" w:color="auto"/>
            <w:bottom w:val="none" w:sz="0" w:space="0" w:color="auto"/>
            <w:right w:val="none" w:sz="0" w:space="0" w:color="auto"/>
          </w:divBdr>
          <w:divsChild>
            <w:div w:id="2015381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656178">
      <w:bodyDiv w:val="1"/>
      <w:marLeft w:val="0"/>
      <w:marRight w:val="0"/>
      <w:marTop w:val="0"/>
      <w:marBottom w:val="0"/>
      <w:divBdr>
        <w:top w:val="none" w:sz="0" w:space="0" w:color="auto"/>
        <w:left w:val="none" w:sz="0" w:space="0" w:color="auto"/>
        <w:bottom w:val="none" w:sz="0" w:space="0" w:color="auto"/>
        <w:right w:val="none" w:sz="0" w:space="0" w:color="auto"/>
      </w:divBdr>
    </w:div>
    <w:div w:id="436027469">
      <w:bodyDiv w:val="1"/>
      <w:marLeft w:val="0"/>
      <w:marRight w:val="0"/>
      <w:marTop w:val="0"/>
      <w:marBottom w:val="0"/>
      <w:divBdr>
        <w:top w:val="none" w:sz="0" w:space="0" w:color="auto"/>
        <w:left w:val="none" w:sz="0" w:space="0" w:color="auto"/>
        <w:bottom w:val="none" w:sz="0" w:space="0" w:color="auto"/>
        <w:right w:val="none" w:sz="0" w:space="0" w:color="auto"/>
      </w:divBdr>
    </w:div>
    <w:div w:id="464394591">
      <w:bodyDiv w:val="1"/>
      <w:marLeft w:val="0"/>
      <w:marRight w:val="0"/>
      <w:marTop w:val="0"/>
      <w:marBottom w:val="0"/>
      <w:divBdr>
        <w:top w:val="none" w:sz="0" w:space="0" w:color="auto"/>
        <w:left w:val="none" w:sz="0" w:space="0" w:color="auto"/>
        <w:bottom w:val="none" w:sz="0" w:space="0" w:color="auto"/>
        <w:right w:val="none" w:sz="0" w:space="0" w:color="auto"/>
      </w:divBdr>
    </w:div>
    <w:div w:id="467867500">
      <w:bodyDiv w:val="1"/>
      <w:marLeft w:val="0"/>
      <w:marRight w:val="0"/>
      <w:marTop w:val="0"/>
      <w:marBottom w:val="0"/>
      <w:divBdr>
        <w:top w:val="none" w:sz="0" w:space="0" w:color="auto"/>
        <w:left w:val="none" w:sz="0" w:space="0" w:color="auto"/>
        <w:bottom w:val="none" w:sz="0" w:space="0" w:color="auto"/>
        <w:right w:val="none" w:sz="0" w:space="0" w:color="auto"/>
      </w:divBdr>
    </w:div>
    <w:div w:id="507797775">
      <w:bodyDiv w:val="1"/>
      <w:marLeft w:val="0"/>
      <w:marRight w:val="0"/>
      <w:marTop w:val="0"/>
      <w:marBottom w:val="0"/>
      <w:divBdr>
        <w:top w:val="none" w:sz="0" w:space="0" w:color="auto"/>
        <w:left w:val="none" w:sz="0" w:space="0" w:color="auto"/>
        <w:bottom w:val="none" w:sz="0" w:space="0" w:color="auto"/>
        <w:right w:val="none" w:sz="0" w:space="0" w:color="auto"/>
      </w:divBdr>
    </w:div>
    <w:div w:id="513961486">
      <w:bodyDiv w:val="1"/>
      <w:marLeft w:val="0"/>
      <w:marRight w:val="0"/>
      <w:marTop w:val="0"/>
      <w:marBottom w:val="0"/>
      <w:divBdr>
        <w:top w:val="none" w:sz="0" w:space="0" w:color="auto"/>
        <w:left w:val="none" w:sz="0" w:space="0" w:color="auto"/>
        <w:bottom w:val="none" w:sz="0" w:space="0" w:color="auto"/>
        <w:right w:val="none" w:sz="0" w:space="0" w:color="auto"/>
      </w:divBdr>
    </w:div>
    <w:div w:id="558058870">
      <w:bodyDiv w:val="1"/>
      <w:marLeft w:val="0"/>
      <w:marRight w:val="0"/>
      <w:marTop w:val="0"/>
      <w:marBottom w:val="0"/>
      <w:divBdr>
        <w:top w:val="none" w:sz="0" w:space="0" w:color="auto"/>
        <w:left w:val="none" w:sz="0" w:space="0" w:color="auto"/>
        <w:bottom w:val="none" w:sz="0" w:space="0" w:color="auto"/>
        <w:right w:val="none" w:sz="0" w:space="0" w:color="auto"/>
      </w:divBdr>
    </w:div>
    <w:div w:id="583540250">
      <w:bodyDiv w:val="1"/>
      <w:marLeft w:val="0"/>
      <w:marRight w:val="0"/>
      <w:marTop w:val="0"/>
      <w:marBottom w:val="0"/>
      <w:divBdr>
        <w:top w:val="none" w:sz="0" w:space="0" w:color="auto"/>
        <w:left w:val="none" w:sz="0" w:space="0" w:color="auto"/>
        <w:bottom w:val="none" w:sz="0" w:space="0" w:color="auto"/>
        <w:right w:val="none" w:sz="0" w:space="0" w:color="auto"/>
      </w:divBdr>
    </w:div>
    <w:div w:id="620693434">
      <w:bodyDiv w:val="1"/>
      <w:marLeft w:val="0"/>
      <w:marRight w:val="0"/>
      <w:marTop w:val="0"/>
      <w:marBottom w:val="0"/>
      <w:divBdr>
        <w:top w:val="none" w:sz="0" w:space="0" w:color="auto"/>
        <w:left w:val="none" w:sz="0" w:space="0" w:color="auto"/>
        <w:bottom w:val="none" w:sz="0" w:space="0" w:color="auto"/>
        <w:right w:val="none" w:sz="0" w:space="0" w:color="auto"/>
      </w:divBdr>
    </w:div>
    <w:div w:id="648361474">
      <w:bodyDiv w:val="1"/>
      <w:marLeft w:val="0"/>
      <w:marRight w:val="0"/>
      <w:marTop w:val="0"/>
      <w:marBottom w:val="0"/>
      <w:divBdr>
        <w:top w:val="none" w:sz="0" w:space="0" w:color="auto"/>
        <w:left w:val="none" w:sz="0" w:space="0" w:color="auto"/>
        <w:bottom w:val="none" w:sz="0" w:space="0" w:color="auto"/>
        <w:right w:val="none" w:sz="0" w:space="0" w:color="auto"/>
      </w:divBdr>
    </w:div>
    <w:div w:id="753670547">
      <w:bodyDiv w:val="1"/>
      <w:marLeft w:val="0"/>
      <w:marRight w:val="0"/>
      <w:marTop w:val="0"/>
      <w:marBottom w:val="0"/>
      <w:divBdr>
        <w:top w:val="none" w:sz="0" w:space="0" w:color="auto"/>
        <w:left w:val="none" w:sz="0" w:space="0" w:color="auto"/>
        <w:bottom w:val="none" w:sz="0" w:space="0" w:color="auto"/>
        <w:right w:val="none" w:sz="0" w:space="0" w:color="auto"/>
      </w:divBdr>
    </w:div>
    <w:div w:id="764883544">
      <w:bodyDiv w:val="1"/>
      <w:marLeft w:val="0"/>
      <w:marRight w:val="0"/>
      <w:marTop w:val="0"/>
      <w:marBottom w:val="0"/>
      <w:divBdr>
        <w:top w:val="none" w:sz="0" w:space="0" w:color="auto"/>
        <w:left w:val="none" w:sz="0" w:space="0" w:color="auto"/>
        <w:bottom w:val="none" w:sz="0" w:space="0" w:color="auto"/>
        <w:right w:val="none" w:sz="0" w:space="0" w:color="auto"/>
      </w:divBdr>
    </w:div>
    <w:div w:id="777918445">
      <w:bodyDiv w:val="1"/>
      <w:marLeft w:val="0"/>
      <w:marRight w:val="0"/>
      <w:marTop w:val="0"/>
      <w:marBottom w:val="0"/>
      <w:divBdr>
        <w:top w:val="none" w:sz="0" w:space="0" w:color="auto"/>
        <w:left w:val="none" w:sz="0" w:space="0" w:color="auto"/>
        <w:bottom w:val="none" w:sz="0" w:space="0" w:color="auto"/>
        <w:right w:val="none" w:sz="0" w:space="0" w:color="auto"/>
      </w:divBdr>
    </w:div>
    <w:div w:id="925650910">
      <w:bodyDiv w:val="1"/>
      <w:marLeft w:val="0"/>
      <w:marRight w:val="0"/>
      <w:marTop w:val="0"/>
      <w:marBottom w:val="0"/>
      <w:divBdr>
        <w:top w:val="none" w:sz="0" w:space="0" w:color="auto"/>
        <w:left w:val="none" w:sz="0" w:space="0" w:color="auto"/>
        <w:bottom w:val="none" w:sz="0" w:space="0" w:color="auto"/>
        <w:right w:val="none" w:sz="0" w:space="0" w:color="auto"/>
      </w:divBdr>
    </w:div>
    <w:div w:id="937254881">
      <w:bodyDiv w:val="1"/>
      <w:marLeft w:val="0"/>
      <w:marRight w:val="0"/>
      <w:marTop w:val="0"/>
      <w:marBottom w:val="0"/>
      <w:divBdr>
        <w:top w:val="none" w:sz="0" w:space="0" w:color="auto"/>
        <w:left w:val="none" w:sz="0" w:space="0" w:color="auto"/>
        <w:bottom w:val="none" w:sz="0" w:space="0" w:color="auto"/>
        <w:right w:val="none" w:sz="0" w:space="0" w:color="auto"/>
      </w:divBdr>
    </w:div>
    <w:div w:id="998389788">
      <w:bodyDiv w:val="1"/>
      <w:marLeft w:val="0"/>
      <w:marRight w:val="0"/>
      <w:marTop w:val="0"/>
      <w:marBottom w:val="0"/>
      <w:divBdr>
        <w:top w:val="none" w:sz="0" w:space="0" w:color="auto"/>
        <w:left w:val="none" w:sz="0" w:space="0" w:color="auto"/>
        <w:bottom w:val="none" w:sz="0" w:space="0" w:color="auto"/>
        <w:right w:val="none" w:sz="0" w:space="0" w:color="auto"/>
      </w:divBdr>
    </w:div>
    <w:div w:id="1028333139">
      <w:bodyDiv w:val="1"/>
      <w:marLeft w:val="0"/>
      <w:marRight w:val="0"/>
      <w:marTop w:val="0"/>
      <w:marBottom w:val="0"/>
      <w:divBdr>
        <w:top w:val="none" w:sz="0" w:space="0" w:color="auto"/>
        <w:left w:val="none" w:sz="0" w:space="0" w:color="auto"/>
        <w:bottom w:val="none" w:sz="0" w:space="0" w:color="auto"/>
        <w:right w:val="none" w:sz="0" w:space="0" w:color="auto"/>
      </w:divBdr>
    </w:div>
    <w:div w:id="1084372661">
      <w:bodyDiv w:val="1"/>
      <w:marLeft w:val="0"/>
      <w:marRight w:val="0"/>
      <w:marTop w:val="0"/>
      <w:marBottom w:val="0"/>
      <w:divBdr>
        <w:top w:val="none" w:sz="0" w:space="0" w:color="auto"/>
        <w:left w:val="none" w:sz="0" w:space="0" w:color="auto"/>
        <w:bottom w:val="none" w:sz="0" w:space="0" w:color="auto"/>
        <w:right w:val="none" w:sz="0" w:space="0" w:color="auto"/>
      </w:divBdr>
    </w:div>
    <w:div w:id="1106576399">
      <w:bodyDiv w:val="1"/>
      <w:marLeft w:val="0"/>
      <w:marRight w:val="0"/>
      <w:marTop w:val="0"/>
      <w:marBottom w:val="0"/>
      <w:divBdr>
        <w:top w:val="none" w:sz="0" w:space="0" w:color="auto"/>
        <w:left w:val="none" w:sz="0" w:space="0" w:color="auto"/>
        <w:bottom w:val="none" w:sz="0" w:space="0" w:color="auto"/>
        <w:right w:val="none" w:sz="0" w:space="0" w:color="auto"/>
      </w:divBdr>
    </w:div>
    <w:div w:id="1160195654">
      <w:bodyDiv w:val="1"/>
      <w:marLeft w:val="0"/>
      <w:marRight w:val="0"/>
      <w:marTop w:val="0"/>
      <w:marBottom w:val="0"/>
      <w:divBdr>
        <w:top w:val="none" w:sz="0" w:space="0" w:color="auto"/>
        <w:left w:val="none" w:sz="0" w:space="0" w:color="auto"/>
        <w:bottom w:val="none" w:sz="0" w:space="0" w:color="auto"/>
        <w:right w:val="none" w:sz="0" w:space="0" w:color="auto"/>
      </w:divBdr>
      <w:divsChild>
        <w:div w:id="2131125494">
          <w:marLeft w:val="0"/>
          <w:marRight w:val="0"/>
          <w:marTop w:val="0"/>
          <w:marBottom w:val="0"/>
          <w:divBdr>
            <w:top w:val="none" w:sz="0" w:space="0" w:color="auto"/>
            <w:left w:val="none" w:sz="0" w:space="0" w:color="auto"/>
            <w:bottom w:val="none" w:sz="0" w:space="0" w:color="auto"/>
            <w:right w:val="none" w:sz="0" w:space="0" w:color="auto"/>
          </w:divBdr>
          <w:divsChild>
            <w:div w:id="393090513">
              <w:marLeft w:val="0"/>
              <w:marRight w:val="0"/>
              <w:marTop w:val="0"/>
              <w:marBottom w:val="0"/>
              <w:divBdr>
                <w:top w:val="none" w:sz="0" w:space="0" w:color="auto"/>
                <w:left w:val="none" w:sz="0" w:space="0" w:color="auto"/>
                <w:bottom w:val="none" w:sz="0" w:space="0" w:color="auto"/>
                <w:right w:val="none" w:sz="0" w:space="0" w:color="auto"/>
              </w:divBdr>
              <w:divsChild>
                <w:div w:id="1610893961">
                  <w:marLeft w:val="0"/>
                  <w:marRight w:val="0"/>
                  <w:marTop w:val="0"/>
                  <w:marBottom w:val="0"/>
                  <w:divBdr>
                    <w:top w:val="none" w:sz="0" w:space="0" w:color="auto"/>
                    <w:left w:val="none" w:sz="0" w:space="0" w:color="auto"/>
                    <w:bottom w:val="none" w:sz="0" w:space="0" w:color="auto"/>
                    <w:right w:val="none" w:sz="0" w:space="0" w:color="auto"/>
                  </w:divBdr>
                  <w:divsChild>
                    <w:div w:id="1398630330">
                      <w:marLeft w:val="0"/>
                      <w:marRight w:val="0"/>
                      <w:marTop w:val="240"/>
                      <w:marBottom w:val="0"/>
                      <w:divBdr>
                        <w:top w:val="none" w:sz="0" w:space="0" w:color="auto"/>
                        <w:left w:val="none" w:sz="0" w:space="0" w:color="auto"/>
                        <w:bottom w:val="none" w:sz="0" w:space="0" w:color="auto"/>
                        <w:right w:val="none" w:sz="0" w:space="0" w:color="auto"/>
                      </w:divBdr>
                      <w:divsChild>
                        <w:div w:id="1941447321">
                          <w:marLeft w:val="0"/>
                          <w:marRight w:val="0"/>
                          <w:marTop w:val="0"/>
                          <w:marBottom w:val="0"/>
                          <w:divBdr>
                            <w:top w:val="none" w:sz="0" w:space="0" w:color="auto"/>
                            <w:left w:val="none" w:sz="0" w:space="0" w:color="auto"/>
                            <w:bottom w:val="none" w:sz="0" w:space="0" w:color="auto"/>
                            <w:right w:val="none" w:sz="0" w:space="0" w:color="auto"/>
                          </w:divBdr>
                          <w:divsChild>
                            <w:div w:id="358707601">
                              <w:marLeft w:val="0"/>
                              <w:marRight w:val="0"/>
                              <w:marTop w:val="240"/>
                              <w:marBottom w:val="0"/>
                              <w:divBdr>
                                <w:top w:val="none" w:sz="0" w:space="0" w:color="auto"/>
                                <w:left w:val="none" w:sz="0" w:space="0" w:color="auto"/>
                                <w:bottom w:val="none" w:sz="0" w:space="0" w:color="auto"/>
                                <w:right w:val="none" w:sz="0" w:space="0" w:color="auto"/>
                              </w:divBdr>
                              <w:divsChild>
                                <w:div w:id="1586839827">
                                  <w:marLeft w:val="0"/>
                                  <w:marRight w:val="0"/>
                                  <w:marTop w:val="0"/>
                                  <w:marBottom w:val="0"/>
                                  <w:divBdr>
                                    <w:top w:val="none" w:sz="0" w:space="0" w:color="auto"/>
                                    <w:left w:val="none" w:sz="0" w:space="0" w:color="auto"/>
                                    <w:bottom w:val="none" w:sz="0" w:space="0" w:color="auto"/>
                                    <w:right w:val="none" w:sz="0" w:space="0" w:color="auto"/>
                                  </w:divBdr>
                                  <w:divsChild>
                                    <w:div w:id="234976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65629569">
      <w:bodyDiv w:val="1"/>
      <w:marLeft w:val="0"/>
      <w:marRight w:val="0"/>
      <w:marTop w:val="0"/>
      <w:marBottom w:val="0"/>
      <w:divBdr>
        <w:top w:val="none" w:sz="0" w:space="0" w:color="auto"/>
        <w:left w:val="none" w:sz="0" w:space="0" w:color="auto"/>
        <w:bottom w:val="none" w:sz="0" w:space="0" w:color="auto"/>
        <w:right w:val="none" w:sz="0" w:space="0" w:color="auto"/>
      </w:divBdr>
    </w:div>
    <w:div w:id="1250653989">
      <w:bodyDiv w:val="1"/>
      <w:marLeft w:val="0"/>
      <w:marRight w:val="0"/>
      <w:marTop w:val="0"/>
      <w:marBottom w:val="0"/>
      <w:divBdr>
        <w:top w:val="none" w:sz="0" w:space="0" w:color="auto"/>
        <w:left w:val="none" w:sz="0" w:space="0" w:color="auto"/>
        <w:bottom w:val="none" w:sz="0" w:space="0" w:color="auto"/>
        <w:right w:val="none" w:sz="0" w:space="0" w:color="auto"/>
      </w:divBdr>
    </w:div>
    <w:div w:id="1261334032">
      <w:bodyDiv w:val="1"/>
      <w:marLeft w:val="0"/>
      <w:marRight w:val="0"/>
      <w:marTop w:val="0"/>
      <w:marBottom w:val="0"/>
      <w:divBdr>
        <w:top w:val="none" w:sz="0" w:space="0" w:color="auto"/>
        <w:left w:val="none" w:sz="0" w:space="0" w:color="auto"/>
        <w:bottom w:val="none" w:sz="0" w:space="0" w:color="auto"/>
        <w:right w:val="none" w:sz="0" w:space="0" w:color="auto"/>
      </w:divBdr>
      <w:divsChild>
        <w:div w:id="247420742">
          <w:marLeft w:val="0"/>
          <w:marRight w:val="0"/>
          <w:marTop w:val="0"/>
          <w:marBottom w:val="0"/>
          <w:divBdr>
            <w:top w:val="none" w:sz="0" w:space="0" w:color="auto"/>
            <w:left w:val="none" w:sz="0" w:space="0" w:color="auto"/>
            <w:bottom w:val="none" w:sz="0" w:space="0" w:color="auto"/>
            <w:right w:val="none" w:sz="0" w:space="0" w:color="auto"/>
          </w:divBdr>
          <w:divsChild>
            <w:div w:id="212153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3999012">
      <w:bodyDiv w:val="1"/>
      <w:marLeft w:val="0"/>
      <w:marRight w:val="0"/>
      <w:marTop w:val="0"/>
      <w:marBottom w:val="0"/>
      <w:divBdr>
        <w:top w:val="none" w:sz="0" w:space="0" w:color="auto"/>
        <w:left w:val="none" w:sz="0" w:space="0" w:color="auto"/>
        <w:bottom w:val="none" w:sz="0" w:space="0" w:color="auto"/>
        <w:right w:val="none" w:sz="0" w:space="0" w:color="auto"/>
      </w:divBdr>
    </w:div>
    <w:div w:id="1367024742">
      <w:bodyDiv w:val="1"/>
      <w:marLeft w:val="0"/>
      <w:marRight w:val="0"/>
      <w:marTop w:val="0"/>
      <w:marBottom w:val="0"/>
      <w:divBdr>
        <w:top w:val="none" w:sz="0" w:space="0" w:color="auto"/>
        <w:left w:val="none" w:sz="0" w:space="0" w:color="auto"/>
        <w:bottom w:val="none" w:sz="0" w:space="0" w:color="auto"/>
        <w:right w:val="none" w:sz="0" w:space="0" w:color="auto"/>
      </w:divBdr>
      <w:divsChild>
        <w:div w:id="373500533">
          <w:marLeft w:val="0"/>
          <w:marRight w:val="0"/>
          <w:marTop w:val="0"/>
          <w:marBottom w:val="0"/>
          <w:divBdr>
            <w:top w:val="none" w:sz="0" w:space="0" w:color="auto"/>
            <w:left w:val="none" w:sz="0" w:space="0" w:color="auto"/>
            <w:bottom w:val="none" w:sz="0" w:space="0" w:color="auto"/>
            <w:right w:val="none" w:sz="0" w:space="0" w:color="auto"/>
          </w:divBdr>
          <w:divsChild>
            <w:div w:id="494885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9629224">
      <w:marLeft w:val="0"/>
      <w:marRight w:val="0"/>
      <w:marTop w:val="0"/>
      <w:marBottom w:val="0"/>
      <w:divBdr>
        <w:top w:val="none" w:sz="0" w:space="0" w:color="auto"/>
        <w:left w:val="none" w:sz="0" w:space="0" w:color="auto"/>
        <w:bottom w:val="none" w:sz="0" w:space="0" w:color="auto"/>
        <w:right w:val="none" w:sz="0" w:space="0" w:color="auto"/>
      </w:divBdr>
      <w:divsChild>
        <w:div w:id="6370580">
          <w:marLeft w:val="0"/>
          <w:marRight w:val="0"/>
          <w:marTop w:val="0"/>
          <w:marBottom w:val="0"/>
          <w:divBdr>
            <w:top w:val="none" w:sz="0" w:space="0" w:color="auto"/>
            <w:left w:val="none" w:sz="0" w:space="0" w:color="auto"/>
            <w:bottom w:val="none" w:sz="0" w:space="0" w:color="auto"/>
            <w:right w:val="none" w:sz="0" w:space="0" w:color="auto"/>
          </w:divBdr>
          <w:divsChild>
            <w:div w:id="1727141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3745574">
      <w:bodyDiv w:val="1"/>
      <w:marLeft w:val="0"/>
      <w:marRight w:val="0"/>
      <w:marTop w:val="0"/>
      <w:marBottom w:val="0"/>
      <w:divBdr>
        <w:top w:val="none" w:sz="0" w:space="0" w:color="auto"/>
        <w:left w:val="none" w:sz="0" w:space="0" w:color="auto"/>
        <w:bottom w:val="none" w:sz="0" w:space="0" w:color="auto"/>
        <w:right w:val="none" w:sz="0" w:space="0" w:color="auto"/>
      </w:divBdr>
    </w:div>
    <w:div w:id="1473138858">
      <w:bodyDiv w:val="1"/>
      <w:marLeft w:val="0"/>
      <w:marRight w:val="0"/>
      <w:marTop w:val="0"/>
      <w:marBottom w:val="0"/>
      <w:divBdr>
        <w:top w:val="none" w:sz="0" w:space="0" w:color="auto"/>
        <w:left w:val="none" w:sz="0" w:space="0" w:color="auto"/>
        <w:bottom w:val="none" w:sz="0" w:space="0" w:color="auto"/>
        <w:right w:val="none" w:sz="0" w:space="0" w:color="auto"/>
      </w:divBdr>
      <w:divsChild>
        <w:div w:id="573856793">
          <w:marLeft w:val="0"/>
          <w:marRight w:val="0"/>
          <w:marTop w:val="0"/>
          <w:marBottom w:val="0"/>
          <w:divBdr>
            <w:top w:val="none" w:sz="0" w:space="0" w:color="auto"/>
            <w:left w:val="none" w:sz="0" w:space="0" w:color="auto"/>
            <w:bottom w:val="none" w:sz="0" w:space="0" w:color="auto"/>
            <w:right w:val="none" w:sz="0" w:space="0" w:color="auto"/>
          </w:divBdr>
          <w:divsChild>
            <w:div w:id="398328449">
              <w:marLeft w:val="0"/>
              <w:marRight w:val="0"/>
              <w:marTop w:val="0"/>
              <w:marBottom w:val="0"/>
              <w:divBdr>
                <w:top w:val="none" w:sz="0" w:space="0" w:color="auto"/>
                <w:left w:val="none" w:sz="0" w:space="0" w:color="auto"/>
                <w:bottom w:val="none" w:sz="0" w:space="0" w:color="auto"/>
                <w:right w:val="none" w:sz="0" w:space="0" w:color="auto"/>
              </w:divBdr>
              <w:divsChild>
                <w:div w:id="1289893502">
                  <w:marLeft w:val="0"/>
                  <w:marRight w:val="0"/>
                  <w:marTop w:val="0"/>
                  <w:marBottom w:val="0"/>
                  <w:divBdr>
                    <w:top w:val="none" w:sz="0" w:space="0" w:color="auto"/>
                    <w:left w:val="none" w:sz="0" w:space="0" w:color="auto"/>
                    <w:bottom w:val="none" w:sz="0" w:space="0" w:color="auto"/>
                    <w:right w:val="none" w:sz="0" w:space="0" w:color="auto"/>
                  </w:divBdr>
                  <w:divsChild>
                    <w:div w:id="2028407580">
                      <w:marLeft w:val="0"/>
                      <w:marRight w:val="0"/>
                      <w:marTop w:val="0"/>
                      <w:marBottom w:val="0"/>
                      <w:divBdr>
                        <w:top w:val="none" w:sz="0" w:space="0" w:color="auto"/>
                        <w:left w:val="none" w:sz="0" w:space="0" w:color="auto"/>
                        <w:bottom w:val="none" w:sz="0" w:space="0" w:color="auto"/>
                        <w:right w:val="none" w:sz="0" w:space="0" w:color="auto"/>
                      </w:divBdr>
                      <w:divsChild>
                        <w:div w:id="611978914">
                          <w:marLeft w:val="0"/>
                          <w:marRight w:val="0"/>
                          <w:marTop w:val="0"/>
                          <w:marBottom w:val="0"/>
                          <w:divBdr>
                            <w:top w:val="none" w:sz="0" w:space="0" w:color="auto"/>
                            <w:left w:val="none" w:sz="0" w:space="0" w:color="auto"/>
                            <w:bottom w:val="none" w:sz="0" w:space="0" w:color="auto"/>
                            <w:right w:val="none" w:sz="0" w:space="0" w:color="auto"/>
                          </w:divBdr>
                          <w:divsChild>
                            <w:div w:id="1773040596">
                              <w:marLeft w:val="0"/>
                              <w:marRight w:val="0"/>
                              <w:marTop w:val="0"/>
                              <w:marBottom w:val="0"/>
                              <w:divBdr>
                                <w:top w:val="none" w:sz="0" w:space="0" w:color="auto"/>
                                <w:left w:val="none" w:sz="0" w:space="0" w:color="auto"/>
                                <w:bottom w:val="none" w:sz="0" w:space="0" w:color="auto"/>
                                <w:right w:val="none" w:sz="0" w:space="0" w:color="auto"/>
                              </w:divBdr>
                              <w:divsChild>
                                <w:div w:id="858545645">
                                  <w:marLeft w:val="0"/>
                                  <w:marRight w:val="0"/>
                                  <w:marTop w:val="0"/>
                                  <w:marBottom w:val="0"/>
                                  <w:divBdr>
                                    <w:top w:val="none" w:sz="0" w:space="0" w:color="auto"/>
                                    <w:left w:val="none" w:sz="0" w:space="0" w:color="auto"/>
                                    <w:bottom w:val="none" w:sz="0" w:space="0" w:color="auto"/>
                                    <w:right w:val="none" w:sz="0" w:space="0" w:color="auto"/>
                                  </w:divBdr>
                                  <w:divsChild>
                                    <w:div w:id="568154939">
                                      <w:marLeft w:val="0"/>
                                      <w:marRight w:val="0"/>
                                      <w:marTop w:val="0"/>
                                      <w:marBottom w:val="0"/>
                                      <w:divBdr>
                                        <w:top w:val="none" w:sz="0" w:space="0" w:color="auto"/>
                                        <w:left w:val="none" w:sz="0" w:space="0" w:color="auto"/>
                                        <w:bottom w:val="none" w:sz="0" w:space="0" w:color="auto"/>
                                        <w:right w:val="none" w:sz="0" w:space="0" w:color="auto"/>
                                      </w:divBdr>
                                    </w:div>
                                    <w:div w:id="282689297">
                                      <w:marLeft w:val="0"/>
                                      <w:marRight w:val="0"/>
                                      <w:marTop w:val="0"/>
                                      <w:marBottom w:val="0"/>
                                      <w:divBdr>
                                        <w:top w:val="none" w:sz="0" w:space="0" w:color="auto"/>
                                        <w:left w:val="none" w:sz="0" w:space="0" w:color="auto"/>
                                        <w:bottom w:val="none" w:sz="0" w:space="0" w:color="auto"/>
                                        <w:right w:val="none" w:sz="0" w:space="0" w:color="auto"/>
                                      </w:divBdr>
                                    </w:div>
                                    <w:div w:id="170544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94445241">
      <w:bodyDiv w:val="1"/>
      <w:marLeft w:val="0"/>
      <w:marRight w:val="0"/>
      <w:marTop w:val="0"/>
      <w:marBottom w:val="0"/>
      <w:divBdr>
        <w:top w:val="none" w:sz="0" w:space="0" w:color="auto"/>
        <w:left w:val="none" w:sz="0" w:space="0" w:color="auto"/>
        <w:bottom w:val="none" w:sz="0" w:space="0" w:color="auto"/>
        <w:right w:val="none" w:sz="0" w:space="0" w:color="auto"/>
      </w:divBdr>
    </w:div>
    <w:div w:id="1506894110">
      <w:bodyDiv w:val="1"/>
      <w:marLeft w:val="0"/>
      <w:marRight w:val="0"/>
      <w:marTop w:val="0"/>
      <w:marBottom w:val="0"/>
      <w:divBdr>
        <w:top w:val="none" w:sz="0" w:space="0" w:color="auto"/>
        <w:left w:val="none" w:sz="0" w:space="0" w:color="auto"/>
        <w:bottom w:val="none" w:sz="0" w:space="0" w:color="auto"/>
        <w:right w:val="none" w:sz="0" w:space="0" w:color="auto"/>
      </w:divBdr>
    </w:div>
    <w:div w:id="1579246738">
      <w:bodyDiv w:val="1"/>
      <w:marLeft w:val="0"/>
      <w:marRight w:val="0"/>
      <w:marTop w:val="0"/>
      <w:marBottom w:val="0"/>
      <w:divBdr>
        <w:top w:val="none" w:sz="0" w:space="0" w:color="auto"/>
        <w:left w:val="none" w:sz="0" w:space="0" w:color="auto"/>
        <w:bottom w:val="none" w:sz="0" w:space="0" w:color="auto"/>
        <w:right w:val="none" w:sz="0" w:space="0" w:color="auto"/>
      </w:divBdr>
    </w:div>
    <w:div w:id="1676836021">
      <w:bodyDiv w:val="1"/>
      <w:marLeft w:val="0"/>
      <w:marRight w:val="0"/>
      <w:marTop w:val="0"/>
      <w:marBottom w:val="0"/>
      <w:divBdr>
        <w:top w:val="none" w:sz="0" w:space="0" w:color="auto"/>
        <w:left w:val="none" w:sz="0" w:space="0" w:color="auto"/>
        <w:bottom w:val="none" w:sz="0" w:space="0" w:color="auto"/>
        <w:right w:val="none" w:sz="0" w:space="0" w:color="auto"/>
      </w:divBdr>
    </w:div>
    <w:div w:id="1712728905">
      <w:bodyDiv w:val="1"/>
      <w:marLeft w:val="0"/>
      <w:marRight w:val="0"/>
      <w:marTop w:val="0"/>
      <w:marBottom w:val="0"/>
      <w:divBdr>
        <w:top w:val="none" w:sz="0" w:space="0" w:color="auto"/>
        <w:left w:val="none" w:sz="0" w:space="0" w:color="auto"/>
        <w:bottom w:val="none" w:sz="0" w:space="0" w:color="auto"/>
        <w:right w:val="none" w:sz="0" w:space="0" w:color="auto"/>
      </w:divBdr>
    </w:div>
    <w:div w:id="1718779310">
      <w:bodyDiv w:val="1"/>
      <w:marLeft w:val="0"/>
      <w:marRight w:val="0"/>
      <w:marTop w:val="0"/>
      <w:marBottom w:val="0"/>
      <w:divBdr>
        <w:top w:val="none" w:sz="0" w:space="0" w:color="auto"/>
        <w:left w:val="none" w:sz="0" w:space="0" w:color="auto"/>
        <w:bottom w:val="none" w:sz="0" w:space="0" w:color="auto"/>
        <w:right w:val="none" w:sz="0" w:space="0" w:color="auto"/>
      </w:divBdr>
    </w:div>
    <w:div w:id="1722754475">
      <w:bodyDiv w:val="1"/>
      <w:marLeft w:val="0"/>
      <w:marRight w:val="0"/>
      <w:marTop w:val="0"/>
      <w:marBottom w:val="0"/>
      <w:divBdr>
        <w:top w:val="none" w:sz="0" w:space="0" w:color="auto"/>
        <w:left w:val="none" w:sz="0" w:space="0" w:color="auto"/>
        <w:bottom w:val="none" w:sz="0" w:space="0" w:color="auto"/>
        <w:right w:val="none" w:sz="0" w:space="0" w:color="auto"/>
      </w:divBdr>
    </w:div>
    <w:div w:id="1731613252">
      <w:bodyDiv w:val="1"/>
      <w:marLeft w:val="0"/>
      <w:marRight w:val="0"/>
      <w:marTop w:val="0"/>
      <w:marBottom w:val="0"/>
      <w:divBdr>
        <w:top w:val="none" w:sz="0" w:space="0" w:color="auto"/>
        <w:left w:val="none" w:sz="0" w:space="0" w:color="auto"/>
        <w:bottom w:val="none" w:sz="0" w:space="0" w:color="auto"/>
        <w:right w:val="none" w:sz="0" w:space="0" w:color="auto"/>
      </w:divBdr>
    </w:div>
    <w:div w:id="1779375986">
      <w:bodyDiv w:val="1"/>
      <w:marLeft w:val="0"/>
      <w:marRight w:val="0"/>
      <w:marTop w:val="0"/>
      <w:marBottom w:val="0"/>
      <w:divBdr>
        <w:top w:val="none" w:sz="0" w:space="0" w:color="auto"/>
        <w:left w:val="none" w:sz="0" w:space="0" w:color="auto"/>
        <w:bottom w:val="none" w:sz="0" w:space="0" w:color="auto"/>
        <w:right w:val="none" w:sz="0" w:space="0" w:color="auto"/>
      </w:divBdr>
      <w:divsChild>
        <w:div w:id="1361248742">
          <w:marLeft w:val="0"/>
          <w:marRight w:val="0"/>
          <w:marTop w:val="0"/>
          <w:marBottom w:val="0"/>
          <w:divBdr>
            <w:top w:val="none" w:sz="0" w:space="0" w:color="auto"/>
            <w:left w:val="none" w:sz="0" w:space="0" w:color="auto"/>
            <w:bottom w:val="none" w:sz="0" w:space="0" w:color="auto"/>
            <w:right w:val="none" w:sz="0" w:space="0" w:color="auto"/>
          </w:divBdr>
          <w:divsChild>
            <w:div w:id="337318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140056">
      <w:bodyDiv w:val="1"/>
      <w:marLeft w:val="0"/>
      <w:marRight w:val="0"/>
      <w:marTop w:val="0"/>
      <w:marBottom w:val="0"/>
      <w:divBdr>
        <w:top w:val="none" w:sz="0" w:space="0" w:color="auto"/>
        <w:left w:val="none" w:sz="0" w:space="0" w:color="auto"/>
        <w:bottom w:val="none" w:sz="0" w:space="0" w:color="auto"/>
        <w:right w:val="none" w:sz="0" w:space="0" w:color="auto"/>
      </w:divBdr>
      <w:divsChild>
        <w:div w:id="271859235">
          <w:marLeft w:val="0"/>
          <w:marRight w:val="0"/>
          <w:marTop w:val="0"/>
          <w:marBottom w:val="0"/>
          <w:divBdr>
            <w:top w:val="none" w:sz="0" w:space="0" w:color="auto"/>
            <w:left w:val="none" w:sz="0" w:space="0" w:color="auto"/>
            <w:bottom w:val="none" w:sz="0" w:space="0" w:color="auto"/>
            <w:right w:val="none" w:sz="0" w:space="0" w:color="auto"/>
          </w:divBdr>
        </w:div>
      </w:divsChild>
    </w:div>
    <w:div w:id="1880585212">
      <w:bodyDiv w:val="1"/>
      <w:marLeft w:val="0"/>
      <w:marRight w:val="0"/>
      <w:marTop w:val="0"/>
      <w:marBottom w:val="0"/>
      <w:divBdr>
        <w:top w:val="none" w:sz="0" w:space="0" w:color="auto"/>
        <w:left w:val="none" w:sz="0" w:space="0" w:color="auto"/>
        <w:bottom w:val="none" w:sz="0" w:space="0" w:color="auto"/>
        <w:right w:val="none" w:sz="0" w:space="0" w:color="auto"/>
      </w:divBdr>
      <w:divsChild>
        <w:div w:id="17435828">
          <w:marLeft w:val="0"/>
          <w:marRight w:val="0"/>
          <w:marTop w:val="0"/>
          <w:marBottom w:val="0"/>
          <w:divBdr>
            <w:top w:val="none" w:sz="0" w:space="0" w:color="auto"/>
            <w:left w:val="none" w:sz="0" w:space="0" w:color="auto"/>
            <w:bottom w:val="none" w:sz="0" w:space="0" w:color="auto"/>
            <w:right w:val="none" w:sz="0" w:space="0" w:color="auto"/>
          </w:divBdr>
          <w:divsChild>
            <w:div w:id="190232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2858374">
      <w:bodyDiv w:val="1"/>
      <w:marLeft w:val="0"/>
      <w:marRight w:val="0"/>
      <w:marTop w:val="0"/>
      <w:marBottom w:val="0"/>
      <w:divBdr>
        <w:top w:val="none" w:sz="0" w:space="0" w:color="auto"/>
        <w:left w:val="none" w:sz="0" w:space="0" w:color="auto"/>
        <w:bottom w:val="none" w:sz="0" w:space="0" w:color="auto"/>
        <w:right w:val="none" w:sz="0" w:space="0" w:color="auto"/>
      </w:divBdr>
    </w:div>
    <w:div w:id="1894733101">
      <w:bodyDiv w:val="1"/>
      <w:marLeft w:val="0"/>
      <w:marRight w:val="0"/>
      <w:marTop w:val="0"/>
      <w:marBottom w:val="0"/>
      <w:divBdr>
        <w:top w:val="none" w:sz="0" w:space="0" w:color="auto"/>
        <w:left w:val="none" w:sz="0" w:space="0" w:color="auto"/>
        <w:bottom w:val="none" w:sz="0" w:space="0" w:color="auto"/>
        <w:right w:val="none" w:sz="0" w:space="0" w:color="auto"/>
      </w:divBdr>
    </w:div>
    <w:div w:id="1983122194">
      <w:bodyDiv w:val="1"/>
      <w:marLeft w:val="0"/>
      <w:marRight w:val="0"/>
      <w:marTop w:val="0"/>
      <w:marBottom w:val="0"/>
      <w:divBdr>
        <w:top w:val="none" w:sz="0" w:space="0" w:color="auto"/>
        <w:left w:val="none" w:sz="0" w:space="0" w:color="auto"/>
        <w:bottom w:val="none" w:sz="0" w:space="0" w:color="auto"/>
        <w:right w:val="none" w:sz="0" w:space="0" w:color="auto"/>
      </w:divBdr>
    </w:div>
    <w:div w:id="2007977595">
      <w:bodyDiv w:val="1"/>
      <w:marLeft w:val="0"/>
      <w:marRight w:val="0"/>
      <w:marTop w:val="0"/>
      <w:marBottom w:val="0"/>
      <w:divBdr>
        <w:top w:val="none" w:sz="0" w:space="0" w:color="auto"/>
        <w:left w:val="none" w:sz="0" w:space="0" w:color="auto"/>
        <w:bottom w:val="none" w:sz="0" w:space="0" w:color="auto"/>
        <w:right w:val="none" w:sz="0" w:space="0" w:color="auto"/>
      </w:divBdr>
    </w:div>
    <w:div w:id="2037074153">
      <w:bodyDiv w:val="1"/>
      <w:marLeft w:val="0"/>
      <w:marRight w:val="0"/>
      <w:marTop w:val="0"/>
      <w:marBottom w:val="0"/>
      <w:divBdr>
        <w:top w:val="none" w:sz="0" w:space="0" w:color="auto"/>
        <w:left w:val="none" w:sz="0" w:space="0" w:color="auto"/>
        <w:bottom w:val="none" w:sz="0" w:space="0" w:color="auto"/>
        <w:right w:val="none" w:sz="0" w:space="0" w:color="auto"/>
      </w:divBdr>
    </w:div>
    <w:div w:id="2037386685">
      <w:bodyDiv w:val="1"/>
      <w:marLeft w:val="0"/>
      <w:marRight w:val="0"/>
      <w:marTop w:val="0"/>
      <w:marBottom w:val="0"/>
      <w:divBdr>
        <w:top w:val="none" w:sz="0" w:space="0" w:color="auto"/>
        <w:left w:val="none" w:sz="0" w:space="0" w:color="auto"/>
        <w:bottom w:val="none" w:sz="0" w:space="0" w:color="auto"/>
        <w:right w:val="none" w:sz="0" w:space="0" w:color="auto"/>
      </w:divBdr>
    </w:div>
    <w:div w:id="2037651123">
      <w:bodyDiv w:val="1"/>
      <w:marLeft w:val="0"/>
      <w:marRight w:val="0"/>
      <w:marTop w:val="0"/>
      <w:marBottom w:val="0"/>
      <w:divBdr>
        <w:top w:val="none" w:sz="0" w:space="0" w:color="auto"/>
        <w:left w:val="none" w:sz="0" w:space="0" w:color="auto"/>
        <w:bottom w:val="none" w:sz="0" w:space="0" w:color="auto"/>
        <w:right w:val="none" w:sz="0" w:space="0" w:color="auto"/>
      </w:divBdr>
    </w:div>
    <w:div w:id="2043630246">
      <w:bodyDiv w:val="1"/>
      <w:marLeft w:val="0"/>
      <w:marRight w:val="0"/>
      <w:marTop w:val="0"/>
      <w:marBottom w:val="0"/>
      <w:divBdr>
        <w:top w:val="none" w:sz="0" w:space="0" w:color="auto"/>
        <w:left w:val="none" w:sz="0" w:space="0" w:color="auto"/>
        <w:bottom w:val="none" w:sz="0" w:space="0" w:color="auto"/>
        <w:right w:val="none" w:sz="0" w:space="0" w:color="auto"/>
      </w:divBdr>
    </w:div>
    <w:div w:id="2109353151">
      <w:bodyDiv w:val="1"/>
      <w:marLeft w:val="0"/>
      <w:marRight w:val="0"/>
      <w:marTop w:val="0"/>
      <w:marBottom w:val="0"/>
      <w:divBdr>
        <w:top w:val="none" w:sz="0" w:space="0" w:color="auto"/>
        <w:left w:val="none" w:sz="0" w:space="0" w:color="auto"/>
        <w:bottom w:val="none" w:sz="0" w:space="0" w:color="auto"/>
        <w:right w:val="none" w:sz="0" w:space="0" w:color="auto"/>
      </w:divBdr>
    </w:div>
    <w:div w:id="2117483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ptop\AppData\Roaming\Microsoft\Templates\Red_num_heading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306215-B015-4289-9571-EB7A85B1C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Red_num_heading3.dotx</Template>
  <TotalTime>653</TotalTime>
  <Pages>6</Pages>
  <Words>984</Words>
  <Characters>5611</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Maison de la Paix</Company>
  <LinksUpToDate>false</LinksUpToDate>
  <CharactersWithSpaces>6582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laptop</dc:creator>
  <cp:lastModifiedBy>laptop</cp:lastModifiedBy>
  <cp:revision>19</cp:revision>
  <cp:lastPrinted>2013-09-09T06:12:00Z</cp:lastPrinted>
  <dcterms:created xsi:type="dcterms:W3CDTF">2016-06-22T16:52:00Z</dcterms:created>
  <dcterms:modified xsi:type="dcterms:W3CDTF">2016-08-24T21:13:00Z</dcterms:modified>
</cp:coreProperties>
</file>